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提前批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中央财政林业改革发展资金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(上一轮政策到期退耕还生态林抚育补助)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执行情况绩效评价的报告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自评</w:t>
      </w:r>
      <w:r>
        <w:rPr>
          <w:rFonts w:ascii="黑体" w:hAnsi="黑体" w:eastAsia="黑体" w:cs="仿宋"/>
          <w:sz w:val="32"/>
          <w:szCs w:val="32"/>
        </w:rPr>
        <w:t>工作</w:t>
      </w:r>
      <w:r>
        <w:rPr>
          <w:rFonts w:hint="eastAsia" w:ascii="黑体" w:hAnsi="黑体" w:eastAsia="黑体" w:cs="仿宋"/>
          <w:sz w:val="32"/>
          <w:szCs w:val="32"/>
        </w:rPr>
        <w:t>组织</w:t>
      </w:r>
      <w:r>
        <w:rPr>
          <w:rFonts w:ascii="黑体" w:hAnsi="黑体" w:eastAsia="黑体" w:cs="仿宋"/>
          <w:sz w:val="32"/>
          <w:szCs w:val="32"/>
        </w:rPr>
        <w:t>开展情况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根据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上级</w:t>
      </w:r>
      <w:r>
        <w:rPr>
          <w:rFonts w:hint="eastAsia" w:ascii="仿宋_GB2312" w:hAnsi="黑体" w:eastAsia="仿宋_GB2312" w:cs="Times New Roman"/>
          <w:sz w:val="32"/>
          <w:szCs w:val="32"/>
        </w:rPr>
        <w:t>文件精神，单位高度重视，立即收集整理相关资料，开展绩效自评工作，确保按期完成绩效自评。项目单位在收集相关资料的基础上，核查相关资料是否齐全，相关制度是否完善，是否存在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挤占</w:t>
      </w:r>
      <w:r>
        <w:rPr>
          <w:rFonts w:hint="eastAsia" w:ascii="仿宋_GB2312" w:hAnsi="黑体" w:eastAsia="仿宋_GB2312" w:cs="Times New Roman"/>
          <w:sz w:val="32"/>
          <w:szCs w:val="32"/>
        </w:rPr>
        <w:t>、节流、挪用等情况，最后精心实地查看，根据评分标准得出评价结论，形成绩效评价报告。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整体绩效自评情况</w:t>
      </w:r>
      <w:bookmarkStart w:id="0" w:name="_Hlk37407432"/>
    </w:p>
    <w:bookmarkEnd w:id="0"/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本单位成立了相应的工作组认真开展工作，研究分析编制项目的有关推进及绩效评价工作。逐项开展核实项目管理、资金使用、资金监管情况，对各项目实施结果进行评价分析，以产出指标、效益指标、满意度指标相结合的评价方法完成指标打分，形成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了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自我评价</w:t>
      </w:r>
      <w:r>
        <w:rPr>
          <w:rFonts w:hint="eastAsia" w:ascii="仿宋_GB2312" w:hAnsi="黑体" w:eastAsia="仿宋_GB2312" w:cs="Times New Roman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认真听取群众建议意见，</w:t>
      </w:r>
      <w:r>
        <w:rPr>
          <w:rFonts w:hint="eastAsia" w:ascii="仿宋_GB2312" w:hAnsi="宋体" w:eastAsia="仿宋_GB2312"/>
          <w:sz w:val="32"/>
          <w:szCs w:val="32"/>
        </w:rPr>
        <w:t>深入分析项目建设的特点，认真分析存在的问题，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完成了自评工作。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bCs/>
          <w:spacing w:val="-4"/>
          <w:sz w:val="32"/>
          <w:szCs w:val="32"/>
        </w:rPr>
      </w:pPr>
      <w:bookmarkStart w:id="1" w:name="_Hlk126598387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截止目前，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临泽县202</w:t>
      </w:r>
      <w:r>
        <w:rPr>
          <w:rFonts w:hint="eastAsia" w:ascii="仿宋_GB2312" w:hAnsi="宋体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年</w:t>
      </w:r>
      <w:r>
        <w:rPr>
          <w:rFonts w:hint="eastAsia" w:ascii="仿宋_GB2312" w:hAnsi="宋体" w:eastAsia="仿宋_GB2312"/>
          <w:spacing w:val="-4"/>
          <w:sz w:val="32"/>
          <w:szCs w:val="32"/>
          <w:lang w:val="en-US" w:eastAsia="zh-CN"/>
        </w:rPr>
        <w:t>提前批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中央林业改革发展资金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上一轮政策到期退耕还生态林抚育补助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项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目任务已全面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完成。</w:t>
      </w:r>
    </w:p>
    <w:bookmarkEnd w:id="1"/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三、林改资金</w:t>
      </w:r>
    </w:p>
    <w:p>
      <w:pPr>
        <w:widowControl/>
        <w:spacing w:line="600" w:lineRule="atLeast"/>
        <w:ind w:firstLine="640" w:firstLineChars="200"/>
        <w:jc w:val="left"/>
        <w:rPr>
          <w:rFonts w:hint="eastAsia" w:ascii="楷体_GB2312" w:hAnsi="黑体" w:eastAsia="楷体_GB2312" w:cs="黑体"/>
          <w:sz w:val="32"/>
          <w:szCs w:val="32"/>
        </w:rPr>
      </w:pPr>
      <w:r>
        <w:rPr>
          <w:rFonts w:hint="eastAsia" w:ascii="楷体_GB2312" w:hAnsi="黑体" w:eastAsia="楷体_GB2312" w:cs="黑体"/>
          <w:sz w:val="32"/>
          <w:szCs w:val="32"/>
        </w:rPr>
        <w:t>（一）项目资金下达到位情况。</w:t>
      </w:r>
    </w:p>
    <w:p>
      <w:pPr>
        <w:widowControl/>
        <w:spacing w:line="600" w:lineRule="atLeast"/>
        <w:ind w:firstLine="720"/>
        <w:jc w:val="left"/>
      </w:pPr>
      <w:r>
        <w:rPr>
          <w:rFonts w:hint="eastAsia" w:ascii="仿宋_GB2312" w:eastAsia="仿宋_GB2312"/>
          <w:spacing w:val="-4"/>
          <w:sz w:val="32"/>
          <w:szCs w:val="32"/>
        </w:rPr>
        <w:t>临泽县</w:t>
      </w:r>
      <w:r>
        <w:rPr>
          <w:rFonts w:ascii="仿宋_GB2312" w:eastAsia="仿宋_GB2312"/>
          <w:spacing w:val="-4"/>
          <w:sz w:val="32"/>
          <w:szCs w:val="32"/>
        </w:rPr>
        <w:t>202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年上一轮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/>
          <w:spacing w:val="-4"/>
          <w:sz w:val="32"/>
          <w:szCs w:val="32"/>
        </w:rPr>
        <w:t>退耕还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/>
          <w:spacing w:val="-4"/>
          <w:sz w:val="32"/>
          <w:szCs w:val="32"/>
        </w:rPr>
        <w:t>林抚育补助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上级下达资金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45.3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实际到位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45.3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万元。 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项目支出预算执行情况</w:t>
      </w:r>
    </w:p>
    <w:p>
      <w:pPr>
        <w:widowControl/>
        <w:spacing w:line="600" w:lineRule="atLeast"/>
        <w:ind w:firstLine="720"/>
        <w:jc w:val="left"/>
        <w:rPr>
          <w:rFonts w:hint="eastAsia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临泽县</w:t>
      </w:r>
      <w:r>
        <w:rPr>
          <w:rFonts w:ascii="仿宋_GB2312" w:eastAsia="仿宋_GB2312"/>
          <w:spacing w:val="-4"/>
          <w:sz w:val="32"/>
          <w:szCs w:val="32"/>
        </w:rPr>
        <w:t>202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上一轮政策到期</w:t>
      </w:r>
      <w:r>
        <w:rPr>
          <w:rFonts w:hint="eastAsia" w:ascii="仿宋_GB2312" w:eastAsia="仿宋_GB2312"/>
          <w:spacing w:val="-4"/>
          <w:sz w:val="32"/>
          <w:szCs w:val="32"/>
        </w:rPr>
        <w:t>退耕还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/>
          <w:spacing w:val="-4"/>
          <w:sz w:val="32"/>
          <w:szCs w:val="32"/>
        </w:rPr>
        <w:t>林抚育补助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上级下达项目资金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45.3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,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计划完成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22639.2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亩上一轮退耕还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生态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林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2003-2006年实施的22639.2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任务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总体绩效目标完成情况分析。包括自评得分，自评等级。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1.资金拨付及到位情况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</w:pPr>
      <w:r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  <w:t>2022年下达我县上一轮政策到期退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耕还生态林</w:t>
      </w:r>
      <w:r>
        <w:rPr>
          <w:rFonts w:hint="eastAsia" w:ascii="仿宋_GB2312" w:eastAsia="仿宋_GB2312"/>
          <w:spacing w:val="-4"/>
          <w:sz w:val="32"/>
          <w:szCs w:val="32"/>
        </w:rPr>
        <w:t>抚育补助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45.3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，实际到位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45.3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2.资金管理机制创新、组织实施情况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</w:pPr>
      <w:r>
        <w:rPr>
          <w:rFonts w:hint="eastAsia" w:ascii="仿宋_GB2312" w:eastAsia="仿宋_GB2312"/>
          <w:spacing w:val="-4"/>
          <w:sz w:val="32"/>
          <w:szCs w:val="32"/>
        </w:rPr>
        <w:t>临泽县20</w:t>
      </w:r>
      <w:r>
        <w:rPr>
          <w:rFonts w:ascii="仿宋_GB2312" w:eastAsia="仿宋_GB2312"/>
          <w:spacing w:val="-4"/>
          <w:sz w:val="32"/>
          <w:szCs w:val="32"/>
        </w:rPr>
        <w:t>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年上一轮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/>
          <w:spacing w:val="-4"/>
          <w:sz w:val="32"/>
          <w:szCs w:val="32"/>
        </w:rPr>
        <w:t>退耕还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/>
          <w:spacing w:val="-4"/>
          <w:sz w:val="32"/>
          <w:szCs w:val="32"/>
        </w:rPr>
        <w:t>林抚育补助计划项目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采取授权支付形式，由局财审股，按工程进度严格按照项目资金管理办法对资金进行计划申请、划拨、使用，及时、规范对收支进行账务处理和会计核算。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3.资金实际产出情况分析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  <w:t>（1）数量指标完成情况</w:t>
      </w:r>
    </w:p>
    <w:p>
      <w:pPr>
        <w:widowControl/>
        <w:spacing w:line="600" w:lineRule="atLeast"/>
        <w:ind w:firstLine="720"/>
        <w:jc w:val="left"/>
        <w:rPr>
          <w:rFonts w:hint="eastAsia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正策到期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补助面积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22639.2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亩，至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2023年10月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发放合格面积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18295.1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亩，补助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36.5902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。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其余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4344.1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，因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验收不合格，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暂扣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8.7098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万元上交财政部门。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（2）质量指标完成情况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，严格按照作业设计的密度，进行验收。通过项目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极大的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改善了林分结构、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明显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提高了林分质量和林地生产力水平，生态效能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显著提升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，促进林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分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 xml:space="preserve">可持续发展。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（3）时效指标完成情况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自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年3月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开工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于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完工并检查验收，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根据验收结果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及时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发放了补助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（4）成本指标完成情况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按照国家补助规定每亩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20元进行补助。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社会效益指标完成情况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项目实施后，使作业区林相趋于整齐一致，林分密度趋于合理，生态景观趋于和谐，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同时，退耕农户长远生计得到解决，切实维护了退耕农户利益，</w:t>
      </w:r>
      <w:r>
        <w:rPr>
          <w:rFonts w:hint="eastAsia" w:ascii="仿宋_GB2312" w:hAnsi="宋体" w:eastAsia="仿宋_GB2312"/>
          <w:sz w:val="32"/>
          <w:szCs w:val="32"/>
        </w:rPr>
        <w:t>充分调动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退耕</w:t>
      </w:r>
      <w:r>
        <w:rPr>
          <w:rFonts w:hint="eastAsia" w:ascii="仿宋_GB2312" w:hAnsi="宋体" w:eastAsia="仿宋_GB2312"/>
          <w:sz w:val="32"/>
          <w:szCs w:val="32"/>
        </w:rPr>
        <w:t>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户</w:t>
      </w:r>
      <w:r>
        <w:rPr>
          <w:rFonts w:hint="eastAsia" w:ascii="仿宋_GB2312" w:hAnsi="宋体" w:eastAsia="仿宋_GB2312"/>
          <w:sz w:val="32"/>
          <w:szCs w:val="32"/>
        </w:rPr>
        <w:t>参与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生态建设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积极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推动临泽县生态环境质量持续好转。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生态效益指标完成情况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项目实施后，提高了造林成活率和保存率，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通过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后期林木管护，林木的生长环境得到改善，林分质量得到提高，森林生态系统功能进一步增强，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巩固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了退耕还林成果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,明显增强了生态效益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9" w:leftChars="152" w:firstLine="312" w:firstLineChars="1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可持续影响指标完成情况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开展中幼林抚育工作，是加强科学经营，有效提高森林质量和效益，促进林农致富、推动社会主义新农村建设的重要内容。通过抚育不但能改善林分结构，提高森林质量，增加植被覆盖率，而且有利于增强抗御自然灾害的能力。同时促使森林资源总量不断增加，森林资源质量持续增长，有效改善林内通风透光状况，改善森林卫生状况，提高林分质量和生长量，增强森林生态系统的整体功能，维护生态平衡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极大保障了森林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的可持续发展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通过采取形式多样的宣传方式，把退耕还林的目的、意义、政策措施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法律责任等内容宣传到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镇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、村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以及每位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退耕农户，让群众真正理解和吃透了退耕还林政策，改变群众看补助搞项目完任务的思想，使退耕还林工作逐步由"要我退"转变为"我要退"。有效提高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了农户对推进完善退耕还林项目的积极性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同时也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促进林农致富、推动社会主义新农村建设的重要内容。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极大增强了群众对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退耕还林工程项目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的满意度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bCs/>
          <w:sz w:val="32"/>
          <w:szCs w:val="32"/>
          <w:lang w:val="en-US" w:eastAsia="zh-CN"/>
        </w:rPr>
        <w:t>四、综合评价情况及评价结论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临泽县202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巩固了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还林成果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，实现生态效益的最大化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保护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了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森林资源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改善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临泽环境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综上所述，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上一轮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林抚育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，能够达到预期的各项目标，按照绩效目标自评表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</w:t>
      </w:r>
      <w:r>
        <w:rPr>
          <w:rFonts w:hint="eastAsia" w:ascii="仿宋_GB2312" w:eastAsia="仿宋_GB2312"/>
          <w:sz w:val="32"/>
          <w:szCs w:val="32"/>
        </w:rPr>
        <w:t>项指标，综合</w:t>
      </w:r>
      <w:r>
        <w:rPr>
          <w:rFonts w:hint="eastAsia" w:ascii="仿宋_GB2312" w:eastAsia="仿宋_GB2312"/>
          <w:sz w:val="32"/>
          <w:szCs w:val="32"/>
          <w:lang w:eastAsia="zh-CN"/>
        </w:rPr>
        <w:t>得分为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94分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评估为良好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五、存在的问题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受自然条件制约，</w:t>
      </w:r>
      <w:r>
        <w:rPr>
          <w:rFonts w:hint="eastAsia" w:ascii="仿宋_GB2312" w:eastAsia="仿宋_GB2312"/>
          <w:sz w:val="32"/>
          <w:szCs w:val="32"/>
          <w:lang w:eastAsia="zh-CN"/>
        </w:rPr>
        <w:t>部分地段</w:t>
      </w:r>
      <w:r>
        <w:rPr>
          <w:rFonts w:hint="eastAsia" w:ascii="仿宋_GB2312" w:eastAsia="仿宋_GB2312"/>
          <w:sz w:val="32"/>
          <w:szCs w:val="32"/>
        </w:rPr>
        <w:t>成活率、保存率</w:t>
      </w:r>
      <w:r>
        <w:rPr>
          <w:rFonts w:hint="eastAsia" w:ascii="仿宋_GB2312" w:eastAsia="仿宋_GB2312"/>
          <w:sz w:val="32"/>
          <w:szCs w:val="32"/>
          <w:lang w:eastAsia="zh-CN"/>
        </w:rPr>
        <w:t>不高</w:t>
      </w:r>
      <w:r>
        <w:rPr>
          <w:rFonts w:hint="eastAsia" w:ascii="仿宋_GB2312" w:eastAsia="仿宋_GB2312"/>
          <w:sz w:val="32"/>
          <w:szCs w:val="32"/>
        </w:rPr>
        <w:t>。我县地处西北干旱区，</w:t>
      </w:r>
      <w:r>
        <w:rPr>
          <w:rFonts w:hint="eastAsia" w:ascii="仿宋_GB2312" w:eastAsia="仿宋_GB2312"/>
          <w:sz w:val="32"/>
          <w:szCs w:val="32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</w:rPr>
        <w:t>实施退耕还林地为立地条件较差的盐碱地（或湿地、严重沙化地），土壤盐碱化和沙化程度较为高，再加上</w:t>
      </w:r>
      <w:r>
        <w:rPr>
          <w:rFonts w:hint="eastAsia" w:ascii="仿宋_GB2312" w:eastAsia="仿宋_GB2312"/>
          <w:sz w:val="32"/>
          <w:szCs w:val="32"/>
          <w:lang w:eastAsia="zh-CN"/>
        </w:rPr>
        <w:t>受</w:t>
      </w:r>
      <w:r>
        <w:rPr>
          <w:rFonts w:hint="eastAsia" w:ascii="仿宋_GB2312" w:eastAsia="仿宋_GB2312"/>
          <w:sz w:val="32"/>
          <w:szCs w:val="32"/>
        </w:rPr>
        <w:t>极端高温干旱天气和严寒天气</w:t>
      </w:r>
      <w:r>
        <w:rPr>
          <w:rFonts w:hint="eastAsia" w:ascii="仿宋_GB2312" w:eastAsia="仿宋_GB2312"/>
          <w:sz w:val="32"/>
          <w:szCs w:val="32"/>
          <w:lang w:eastAsia="zh-CN"/>
        </w:rPr>
        <w:t>影响</w:t>
      </w:r>
      <w:r>
        <w:rPr>
          <w:rFonts w:hint="eastAsia" w:ascii="仿宋_GB2312" w:eastAsia="仿宋_GB2312"/>
          <w:sz w:val="32"/>
          <w:szCs w:val="32"/>
        </w:rPr>
        <w:t>，造成苗木成活率降低，严重的影响了</w:t>
      </w:r>
      <w:r>
        <w:rPr>
          <w:rFonts w:hint="eastAsia" w:ascii="仿宋_GB2312" w:eastAsia="仿宋_GB2312"/>
          <w:sz w:val="32"/>
          <w:szCs w:val="32"/>
          <w:lang w:eastAsia="zh-CN"/>
        </w:rPr>
        <w:t>退耕地</w:t>
      </w:r>
      <w:r>
        <w:rPr>
          <w:rFonts w:hint="eastAsia" w:ascii="仿宋_GB2312" w:eastAsia="仿宋_GB2312"/>
          <w:sz w:val="32"/>
          <w:szCs w:val="32"/>
        </w:rPr>
        <w:t>保存率。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 2.上一轮退耕还林部分树种老化、林木死亡率较高。目前，距上一轮退耕还林工程实施最早的造林地苗木已经有20年之久，树种老化严重，生态效益低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3.退耕还林管护</w:t>
      </w:r>
      <w:r>
        <w:rPr>
          <w:rFonts w:hint="eastAsia" w:ascii="仿宋_GB2312" w:eastAsia="仿宋_GB2312"/>
          <w:sz w:val="32"/>
          <w:szCs w:val="32"/>
          <w:lang w:eastAsia="zh-CN"/>
        </w:rPr>
        <w:t>粗放，管护</w:t>
      </w:r>
      <w:r>
        <w:rPr>
          <w:rFonts w:hint="eastAsia" w:ascii="仿宋_GB2312" w:eastAsia="仿宋_GB2312"/>
          <w:sz w:val="32"/>
          <w:szCs w:val="32"/>
        </w:rPr>
        <w:t>积极性不高。因实施黑河流域综合治理、农业综合开发土地整治、高标准农田等重点项目，原有林地灌溉渠道被破坏、土地集中流转等因素影响，部分农户外出务工或退耕林地管护资金不足等多种原因，农户对退耕还林地后期管护粗放，甚至出现部分退耕还林地灌水不及时或无法灌水，林地内杂草较多，一些树木干枯死亡，</w:t>
      </w:r>
      <w:r>
        <w:rPr>
          <w:rFonts w:hint="eastAsia" w:ascii="仿宋_GB2312" w:eastAsia="仿宋_GB2312"/>
          <w:sz w:val="32"/>
          <w:szCs w:val="32"/>
          <w:lang w:eastAsia="zh-CN"/>
        </w:rPr>
        <w:t>致使验收不合格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.补助</w:t>
      </w:r>
      <w:r>
        <w:rPr>
          <w:rFonts w:hint="eastAsia" w:ascii="仿宋_GB2312" w:eastAsia="仿宋_GB2312"/>
          <w:sz w:val="32"/>
          <w:szCs w:val="32"/>
          <w:lang w:eastAsia="zh-CN"/>
        </w:rPr>
        <w:t>标准低</w:t>
      </w:r>
      <w:r>
        <w:rPr>
          <w:rFonts w:hint="eastAsia" w:ascii="仿宋_GB2312" w:eastAsia="仿宋_GB2312"/>
          <w:sz w:val="32"/>
          <w:szCs w:val="32"/>
        </w:rPr>
        <w:t>。上一轮退耕还林至现在，上级拨付的补助资金仅为每亩补助20元，但我县现在全年每亩的水资源费均在300元以上，补助资金与管护支出难以持平。加之受全县玉米制种和粮食价格持续增收的影响，持续巩固和保护退耕林成果受到严重威胁，退耕林地稳定保存面临很大困难。</w:t>
      </w:r>
    </w:p>
    <w:p>
      <w:pPr>
        <w:numPr>
          <w:ilvl w:val="0"/>
          <w:numId w:val="3"/>
        </w:numPr>
        <w:adjustRightInd w:val="0"/>
        <w:snapToGrid w:val="0"/>
        <w:spacing w:line="587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下一步工作打算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督促退耕户与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2024年开春进行补植，</w:t>
      </w:r>
      <w:r>
        <w:rPr>
          <w:rFonts w:hint="eastAsia" w:ascii="仿宋_GB2312" w:eastAsia="仿宋_GB2312"/>
          <w:sz w:val="32"/>
          <w:szCs w:val="32"/>
        </w:rPr>
        <w:t>验收合格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月份予以补发。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</w:p>
    <w:p>
      <w:pPr>
        <w:adjustRightInd w:val="0"/>
        <w:snapToGrid w:val="0"/>
        <w:spacing w:line="587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87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746047"/>
      <w:docPartObj>
        <w:docPartGallery w:val="autotext"/>
      </w:docPartObj>
    </w:sdtPr>
    <w:sdtContent>
      <w:p>
        <w:pPr>
          <w:pStyle w:val="6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6D511"/>
    <w:multiLevelType w:val="singleLevel"/>
    <w:tmpl w:val="BDE6D5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2E5919"/>
    <w:multiLevelType w:val="singleLevel"/>
    <w:tmpl w:val="122E59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E5EA4DC"/>
    <w:multiLevelType w:val="singleLevel"/>
    <w:tmpl w:val="6E5EA4D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ODFiNDdmMTY0ODI4OGJlMWFiZDcyZmYwNWQxZTgifQ=="/>
  </w:docVars>
  <w:rsids>
    <w:rsidRoot w:val="006C6E74"/>
    <w:rsid w:val="0000064F"/>
    <w:rsid w:val="00000871"/>
    <w:rsid w:val="00001274"/>
    <w:rsid w:val="000012A4"/>
    <w:rsid w:val="00001FA4"/>
    <w:rsid w:val="000020B0"/>
    <w:rsid w:val="00002604"/>
    <w:rsid w:val="0000272A"/>
    <w:rsid w:val="0000284D"/>
    <w:rsid w:val="00003964"/>
    <w:rsid w:val="00004080"/>
    <w:rsid w:val="000041BF"/>
    <w:rsid w:val="000048FD"/>
    <w:rsid w:val="000049CE"/>
    <w:rsid w:val="00004E7F"/>
    <w:rsid w:val="00004F7C"/>
    <w:rsid w:val="000056CD"/>
    <w:rsid w:val="000056D0"/>
    <w:rsid w:val="000057ED"/>
    <w:rsid w:val="00005812"/>
    <w:rsid w:val="0000595B"/>
    <w:rsid w:val="00005A7C"/>
    <w:rsid w:val="00005CFE"/>
    <w:rsid w:val="0000603B"/>
    <w:rsid w:val="000061E0"/>
    <w:rsid w:val="000062BC"/>
    <w:rsid w:val="00006832"/>
    <w:rsid w:val="00006B41"/>
    <w:rsid w:val="00007318"/>
    <w:rsid w:val="000075CE"/>
    <w:rsid w:val="00007B63"/>
    <w:rsid w:val="00007B80"/>
    <w:rsid w:val="0001068B"/>
    <w:rsid w:val="00010FB7"/>
    <w:rsid w:val="000118DE"/>
    <w:rsid w:val="00011927"/>
    <w:rsid w:val="00011B23"/>
    <w:rsid w:val="00011D92"/>
    <w:rsid w:val="0001223B"/>
    <w:rsid w:val="000122BE"/>
    <w:rsid w:val="00012331"/>
    <w:rsid w:val="00012A6B"/>
    <w:rsid w:val="00014320"/>
    <w:rsid w:val="0001446B"/>
    <w:rsid w:val="000144A1"/>
    <w:rsid w:val="00014598"/>
    <w:rsid w:val="000145FD"/>
    <w:rsid w:val="0001463F"/>
    <w:rsid w:val="00014A17"/>
    <w:rsid w:val="00014B05"/>
    <w:rsid w:val="00015512"/>
    <w:rsid w:val="0001581F"/>
    <w:rsid w:val="00015A0A"/>
    <w:rsid w:val="00015E0F"/>
    <w:rsid w:val="00016151"/>
    <w:rsid w:val="00016159"/>
    <w:rsid w:val="00017083"/>
    <w:rsid w:val="000170AE"/>
    <w:rsid w:val="00017156"/>
    <w:rsid w:val="00017488"/>
    <w:rsid w:val="00017627"/>
    <w:rsid w:val="000178A1"/>
    <w:rsid w:val="00017914"/>
    <w:rsid w:val="00017F19"/>
    <w:rsid w:val="000200EF"/>
    <w:rsid w:val="00020200"/>
    <w:rsid w:val="00020397"/>
    <w:rsid w:val="0002074A"/>
    <w:rsid w:val="00021652"/>
    <w:rsid w:val="0002167B"/>
    <w:rsid w:val="00021E1D"/>
    <w:rsid w:val="000220BF"/>
    <w:rsid w:val="000221C7"/>
    <w:rsid w:val="00022CD3"/>
    <w:rsid w:val="00023CDD"/>
    <w:rsid w:val="00023CEF"/>
    <w:rsid w:val="00023F96"/>
    <w:rsid w:val="000240D3"/>
    <w:rsid w:val="000246C5"/>
    <w:rsid w:val="000248E4"/>
    <w:rsid w:val="00024C57"/>
    <w:rsid w:val="00025203"/>
    <w:rsid w:val="00025DD7"/>
    <w:rsid w:val="0002606A"/>
    <w:rsid w:val="0002640A"/>
    <w:rsid w:val="000269FE"/>
    <w:rsid w:val="00026D57"/>
    <w:rsid w:val="00027C47"/>
    <w:rsid w:val="00027F75"/>
    <w:rsid w:val="00030247"/>
    <w:rsid w:val="00030326"/>
    <w:rsid w:val="00030DC5"/>
    <w:rsid w:val="00030E42"/>
    <w:rsid w:val="00030ED7"/>
    <w:rsid w:val="00030F3B"/>
    <w:rsid w:val="000315A2"/>
    <w:rsid w:val="000320B9"/>
    <w:rsid w:val="000322F2"/>
    <w:rsid w:val="000323F9"/>
    <w:rsid w:val="000325D4"/>
    <w:rsid w:val="00032993"/>
    <w:rsid w:val="00032BB5"/>
    <w:rsid w:val="00033421"/>
    <w:rsid w:val="00033451"/>
    <w:rsid w:val="000338D3"/>
    <w:rsid w:val="00033BE7"/>
    <w:rsid w:val="00033D34"/>
    <w:rsid w:val="00033D74"/>
    <w:rsid w:val="00033F76"/>
    <w:rsid w:val="000343AE"/>
    <w:rsid w:val="00034B8D"/>
    <w:rsid w:val="00034BB6"/>
    <w:rsid w:val="0003509F"/>
    <w:rsid w:val="00035117"/>
    <w:rsid w:val="0003526E"/>
    <w:rsid w:val="00035414"/>
    <w:rsid w:val="00035A09"/>
    <w:rsid w:val="00035E54"/>
    <w:rsid w:val="00036826"/>
    <w:rsid w:val="000368C0"/>
    <w:rsid w:val="00037098"/>
    <w:rsid w:val="0003725C"/>
    <w:rsid w:val="000373D2"/>
    <w:rsid w:val="00037758"/>
    <w:rsid w:val="00037A7F"/>
    <w:rsid w:val="00037DD6"/>
    <w:rsid w:val="00037FC5"/>
    <w:rsid w:val="00040579"/>
    <w:rsid w:val="000405DD"/>
    <w:rsid w:val="00040F9C"/>
    <w:rsid w:val="000410E8"/>
    <w:rsid w:val="000413EE"/>
    <w:rsid w:val="00041510"/>
    <w:rsid w:val="000416D9"/>
    <w:rsid w:val="00041A1C"/>
    <w:rsid w:val="00042120"/>
    <w:rsid w:val="00042265"/>
    <w:rsid w:val="00042935"/>
    <w:rsid w:val="00042A09"/>
    <w:rsid w:val="00042F31"/>
    <w:rsid w:val="000432F1"/>
    <w:rsid w:val="00043AE1"/>
    <w:rsid w:val="00043DE7"/>
    <w:rsid w:val="00043EB1"/>
    <w:rsid w:val="000446B4"/>
    <w:rsid w:val="00044D8E"/>
    <w:rsid w:val="00044F10"/>
    <w:rsid w:val="00045078"/>
    <w:rsid w:val="0004554A"/>
    <w:rsid w:val="000455F1"/>
    <w:rsid w:val="000457BB"/>
    <w:rsid w:val="00045DC5"/>
    <w:rsid w:val="000461D1"/>
    <w:rsid w:val="00046273"/>
    <w:rsid w:val="000463C9"/>
    <w:rsid w:val="000468BE"/>
    <w:rsid w:val="00046B5C"/>
    <w:rsid w:val="00046B9F"/>
    <w:rsid w:val="00046EA5"/>
    <w:rsid w:val="00046FD9"/>
    <w:rsid w:val="0004712C"/>
    <w:rsid w:val="00047275"/>
    <w:rsid w:val="000474BD"/>
    <w:rsid w:val="00050462"/>
    <w:rsid w:val="000506B4"/>
    <w:rsid w:val="00050A73"/>
    <w:rsid w:val="00050B0D"/>
    <w:rsid w:val="0005151B"/>
    <w:rsid w:val="0005213F"/>
    <w:rsid w:val="00052D1E"/>
    <w:rsid w:val="00052E33"/>
    <w:rsid w:val="000531E5"/>
    <w:rsid w:val="00053838"/>
    <w:rsid w:val="0005491A"/>
    <w:rsid w:val="0005496A"/>
    <w:rsid w:val="00054BEB"/>
    <w:rsid w:val="00055AA3"/>
    <w:rsid w:val="000561A0"/>
    <w:rsid w:val="0005627F"/>
    <w:rsid w:val="00056546"/>
    <w:rsid w:val="00056E83"/>
    <w:rsid w:val="00056FB3"/>
    <w:rsid w:val="00057023"/>
    <w:rsid w:val="0005732B"/>
    <w:rsid w:val="000575A0"/>
    <w:rsid w:val="000576A0"/>
    <w:rsid w:val="0005779D"/>
    <w:rsid w:val="000577DC"/>
    <w:rsid w:val="000579C8"/>
    <w:rsid w:val="00057E15"/>
    <w:rsid w:val="00057E3D"/>
    <w:rsid w:val="00057F57"/>
    <w:rsid w:val="00057FF2"/>
    <w:rsid w:val="00060011"/>
    <w:rsid w:val="0006026F"/>
    <w:rsid w:val="00060A41"/>
    <w:rsid w:val="00060A4C"/>
    <w:rsid w:val="00060FB0"/>
    <w:rsid w:val="000612F5"/>
    <w:rsid w:val="00061822"/>
    <w:rsid w:val="00061A16"/>
    <w:rsid w:val="00061FC6"/>
    <w:rsid w:val="0006256C"/>
    <w:rsid w:val="00062604"/>
    <w:rsid w:val="00062614"/>
    <w:rsid w:val="00062895"/>
    <w:rsid w:val="00062CFF"/>
    <w:rsid w:val="0006319C"/>
    <w:rsid w:val="000636FD"/>
    <w:rsid w:val="00063840"/>
    <w:rsid w:val="0006388B"/>
    <w:rsid w:val="00063EFE"/>
    <w:rsid w:val="00064313"/>
    <w:rsid w:val="0006471B"/>
    <w:rsid w:val="00064AEE"/>
    <w:rsid w:val="0006564C"/>
    <w:rsid w:val="00065715"/>
    <w:rsid w:val="00065845"/>
    <w:rsid w:val="00065AA6"/>
    <w:rsid w:val="00065B8F"/>
    <w:rsid w:val="00065D7E"/>
    <w:rsid w:val="00065E15"/>
    <w:rsid w:val="00065F91"/>
    <w:rsid w:val="00065FD6"/>
    <w:rsid w:val="00066286"/>
    <w:rsid w:val="0006630B"/>
    <w:rsid w:val="00066F5D"/>
    <w:rsid w:val="000672FD"/>
    <w:rsid w:val="000676C6"/>
    <w:rsid w:val="00067CD4"/>
    <w:rsid w:val="000703C8"/>
    <w:rsid w:val="000713AA"/>
    <w:rsid w:val="0007149E"/>
    <w:rsid w:val="0007169C"/>
    <w:rsid w:val="0007193F"/>
    <w:rsid w:val="00071BD6"/>
    <w:rsid w:val="00071F10"/>
    <w:rsid w:val="00071FAA"/>
    <w:rsid w:val="000721A9"/>
    <w:rsid w:val="0007269B"/>
    <w:rsid w:val="00072CA4"/>
    <w:rsid w:val="000735A4"/>
    <w:rsid w:val="00073613"/>
    <w:rsid w:val="00073B3B"/>
    <w:rsid w:val="00073CE8"/>
    <w:rsid w:val="00074374"/>
    <w:rsid w:val="0007460E"/>
    <w:rsid w:val="0007471D"/>
    <w:rsid w:val="00074832"/>
    <w:rsid w:val="0007484D"/>
    <w:rsid w:val="0007494E"/>
    <w:rsid w:val="0007497E"/>
    <w:rsid w:val="00074C36"/>
    <w:rsid w:val="00074D17"/>
    <w:rsid w:val="00074E7C"/>
    <w:rsid w:val="00074EC3"/>
    <w:rsid w:val="00075081"/>
    <w:rsid w:val="000755C5"/>
    <w:rsid w:val="00075937"/>
    <w:rsid w:val="000759B0"/>
    <w:rsid w:val="00075F51"/>
    <w:rsid w:val="000762C8"/>
    <w:rsid w:val="00076844"/>
    <w:rsid w:val="00076BAA"/>
    <w:rsid w:val="00076E63"/>
    <w:rsid w:val="0007766D"/>
    <w:rsid w:val="0007776A"/>
    <w:rsid w:val="00077829"/>
    <w:rsid w:val="00077E89"/>
    <w:rsid w:val="00077FA1"/>
    <w:rsid w:val="0008084F"/>
    <w:rsid w:val="00080860"/>
    <w:rsid w:val="000812D1"/>
    <w:rsid w:val="000812E9"/>
    <w:rsid w:val="00081303"/>
    <w:rsid w:val="000814EF"/>
    <w:rsid w:val="00081A6E"/>
    <w:rsid w:val="00081DE0"/>
    <w:rsid w:val="00081EE3"/>
    <w:rsid w:val="00081FCE"/>
    <w:rsid w:val="00082B8E"/>
    <w:rsid w:val="000830A7"/>
    <w:rsid w:val="00083190"/>
    <w:rsid w:val="0008328A"/>
    <w:rsid w:val="00083796"/>
    <w:rsid w:val="00083B43"/>
    <w:rsid w:val="00083CA0"/>
    <w:rsid w:val="000845DB"/>
    <w:rsid w:val="00084734"/>
    <w:rsid w:val="0008499E"/>
    <w:rsid w:val="000856A9"/>
    <w:rsid w:val="00085893"/>
    <w:rsid w:val="00085ACE"/>
    <w:rsid w:val="00085C00"/>
    <w:rsid w:val="00086200"/>
    <w:rsid w:val="00086542"/>
    <w:rsid w:val="0008681D"/>
    <w:rsid w:val="0008686E"/>
    <w:rsid w:val="000869A9"/>
    <w:rsid w:val="00086E42"/>
    <w:rsid w:val="00086FC4"/>
    <w:rsid w:val="00087D0D"/>
    <w:rsid w:val="00087D2B"/>
    <w:rsid w:val="00087FE2"/>
    <w:rsid w:val="00090500"/>
    <w:rsid w:val="000908B1"/>
    <w:rsid w:val="00090922"/>
    <w:rsid w:val="00090ACC"/>
    <w:rsid w:val="00090D0E"/>
    <w:rsid w:val="00090E05"/>
    <w:rsid w:val="00091377"/>
    <w:rsid w:val="000916BF"/>
    <w:rsid w:val="00091F6F"/>
    <w:rsid w:val="0009201E"/>
    <w:rsid w:val="00092702"/>
    <w:rsid w:val="00092B94"/>
    <w:rsid w:val="00092F96"/>
    <w:rsid w:val="0009316D"/>
    <w:rsid w:val="00093201"/>
    <w:rsid w:val="00094073"/>
    <w:rsid w:val="000941A2"/>
    <w:rsid w:val="0009444B"/>
    <w:rsid w:val="00094784"/>
    <w:rsid w:val="0009486C"/>
    <w:rsid w:val="00095708"/>
    <w:rsid w:val="00095A2E"/>
    <w:rsid w:val="00095A7E"/>
    <w:rsid w:val="00095D24"/>
    <w:rsid w:val="00095F2C"/>
    <w:rsid w:val="00095FE5"/>
    <w:rsid w:val="00096307"/>
    <w:rsid w:val="000964EB"/>
    <w:rsid w:val="00096511"/>
    <w:rsid w:val="00096BAA"/>
    <w:rsid w:val="00096F8E"/>
    <w:rsid w:val="000977A6"/>
    <w:rsid w:val="000977B8"/>
    <w:rsid w:val="00097A1F"/>
    <w:rsid w:val="00097CBA"/>
    <w:rsid w:val="00097D01"/>
    <w:rsid w:val="000A0A9A"/>
    <w:rsid w:val="000A0CBD"/>
    <w:rsid w:val="000A0D27"/>
    <w:rsid w:val="000A1067"/>
    <w:rsid w:val="000A1633"/>
    <w:rsid w:val="000A1C15"/>
    <w:rsid w:val="000A21BE"/>
    <w:rsid w:val="000A2304"/>
    <w:rsid w:val="000A42AD"/>
    <w:rsid w:val="000A4434"/>
    <w:rsid w:val="000A483D"/>
    <w:rsid w:val="000A4C77"/>
    <w:rsid w:val="000A4CDA"/>
    <w:rsid w:val="000A4EF9"/>
    <w:rsid w:val="000A503E"/>
    <w:rsid w:val="000A56D4"/>
    <w:rsid w:val="000A5EBD"/>
    <w:rsid w:val="000A62E7"/>
    <w:rsid w:val="000A6A24"/>
    <w:rsid w:val="000A6AA7"/>
    <w:rsid w:val="000A6ACB"/>
    <w:rsid w:val="000A76DD"/>
    <w:rsid w:val="000B002E"/>
    <w:rsid w:val="000B0549"/>
    <w:rsid w:val="000B0C2A"/>
    <w:rsid w:val="000B0E3F"/>
    <w:rsid w:val="000B1974"/>
    <w:rsid w:val="000B1B38"/>
    <w:rsid w:val="000B1E89"/>
    <w:rsid w:val="000B2AC7"/>
    <w:rsid w:val="000B304A"/>
    <w:rsid w:val="000B362E"/>
    <w:rsid w:val="000B3A60"/>
    <w:rsid w:val="000B45FB"/>
    <w:rsid w:val="000B47EE"/>
    <w:rsid w:val="000B4C2C"/>
    <w:rsid w:val="000B4D25"/>
    <w:rsid w:val="000B4F01"/>
    <w:rsid w:val="000B50AB"/>
    <w:rsid w:val="000B51E8"/>
    <w:rsid w:val="000B526D"/>
    <w:rsid w:val="000B5700"/>
    <w:rsid w:val="000B597D"/>
    <w:rsid w:val="000B5BBD"/>
    <w:rsid w:val="000B6C44"/>
    <w:rsid w:val="000B75BA"/>
    <w:rsid w:val="000B7A76"/>
    <w:rsid w:val="000C02FB"/>
    <w:rsid w:val="000C0764"/>
    <w:rsid w:val="000C0D7B"/>
    <w:rsid w:val="000C0EF8"/>
    <w:rsid w:val="000C12D7"/>
    <w:rsid w:val="000C13D1"/>
    <w:rsid w:val="000C1DAB"/>
    <w:rsid w:val="000C2006"/>
    <w:rsid w:val="000C247C"/>
    <w:rsid w:val="000C24B6"/>
    <w:rsid w:val="000C2A16"/>
    <w:rsid w:val="000C2B61"/>
    <w:rsid w:val="000C30DC"/>
    <w:rsid w:val="000C37F2"/>
    <w:rsid w:val="000C393C"/>
    <w:rsid w:val="000C3989"/>
    <w:rsid w:val="000C43F5"/>
    <w:rsid w:val="000C486D"/>
    <w:rsid w:val="000C48F8"/>
    <w:rsid w:val="000C4B9C"/>
    <w:rsid w:val="000C4BB9"/>
    <w:rsid w:val="000C4F6E"/>
    <w:rsid w:val="000C5158"/>
    <w:rsid w:val="000C5375"/>
    <w:rsid w:val="000C5836"/>
    <w:rsid w:val="000C5CED"/>
    <w:rsid w:val="000C610A"/>
    <w:rsid w:val="000C6267"/>
    <w:rsid w:val="000C634F"/>
    <w:rsid w:val="000C64BD"/>
    <w:rsid w:val="000C6D35"/>
    <w:rsid w:val="000C7FCF"/>
    <w:rsid w:val="000D009C"/>
    <w:rsid w:val="000D0251"/>
    <w:rsid w:val="000D07B3"/>
    <w:rsid w:val="000D07EB"/>
    <w:rsid w:val="000D0A62"/>
    <w:rsid w:val="000D0C1D"/>
    <w:rsid w:val="000D0E32"/>
    <w:rsid w:val="000D1936"/>
    <w:rsid w:val="000D21F7"/>
    <w:rsid w:val="000D270C"/>
    <w:rsid w:val="000D28CD"/>
    <w:rsid w:val="000D298C"/>
    <w:rsid w:val="000D2BDD"/>
    <w:rsid w:val="000D348B"/>
    <w:rsid w:val="000D361B"/>
    <w:rsid w:val="000D3C35"/>
    <w:rsid w:val="000D41F6"/>
    <w:rsid w:val="000D447E"/>
    <w:rsid w:val="000D4954"/>
    <w:rsid w:val="000D4C5A"/>
    <w:rsid w:val="000D4C85"/>
    <w:rsid w:val="000D5091"/>
    <w:rsid w:val="000D532B"/>
    <w:rsid w:val="000D543D"/>
    <w:rsid w:val="000D5A23"/>
    <w:rsid w:val="000D5B4E"/>
    <w:rsid w:val="000D5BDD"/>
    <w:rsid w:val="000D5F76"/>
    <w:rsid w:val="000D60FD"/>
    <w:rsid w:val="000D6826"/>
    <w:rsid w:val="000D6C96"/>
    <w:rsid w:val="000D6ED4"/>
    <w:rsid w:val="000D6F94"/>
    <w:rsid w:val="000D768E"/>
    <w:rsid w:val="000D7860"/>
    <w:rsid w:val="000D78FB"/>
    <w:rsid w:val="000D7D7D"/>
    <w:rsid w:val="000E0194"/>
    <w:rsid w:val="000E033E"/>
    <w:rsid w:val="000E0501"/>
    <w:rsid w:val="000E0BC0"/>
    <w:rsid w:val="000E0C4B"/>
    <w:rsid w:val="000E0E18"/>
    <w:rsid w:val="000E0F64"/>
    <w:rsid w:val="000E106B"/>
    <w:rsid w:val="000E10DF"/>
    <w:rsid w:val="000E135B"/>
    <w:rsid w:val="000E13B3"/>
    <w:rsid w:val="000E13BA"/>
    <w:rsid w:val="000E1A09"/>
    <w:rsid w:val="000E2079"/>
    <w:rsid w:val="000E2643"/>
    <w:rsid w:val="000E2658"/>
    <w:rsid w:val="000E2E53"/>
    <w:rsid w:val="000E38F2"/>
    <w:rsid w:val="000E3CD8"/>
    <w:rsid w:val="000E4396"/>
    <w:rsid w:val="000E4A74"/>
    <w:rsid w:val="000E515A"/>
    <w:rsid w:val="000E52BB"/>
    <w:rsid w:val="000E59D5"/>
    <w:rsid w:val="000E5CE3"/>
    <w:rsid w:val="000E5D8F"/>
    <w:rsid w:val="000E65F2"/>
    <w:rsid w:val="000E68C4"/>
    <w:rsid w:val="000E6D0A"/>
    <w:rsid w:val="000E6EE1"/>
    <w:rsid w:val="000E71F2"/>
    <w:rsid w:val="000E74F8"/>
    <w:rsid w:val="000E77C4"/>
    <w:rsid w:val="000E7F16"/>
    <w:rsid w:val="000F0074"/>
    <w:rsid w:val="000F0985"/>
    <w:rsid w:val="000F0B9C"/>
    <w:rsid w:val="000F114D"/>
    <w:rsid w:val="000F1BE0"/>
    <w:rsid w:val="000F1C3C"/>
    <w:rsid w:val="000F1D51"/>
    <w:rsid w:val="000F1FC5"/>
    <w:rsid w:val="000F1FF8"/>
    <w:rsid w:val="000F2221"/>
    <w:rsid w:val="000F23BD"/>
    <w:rsid w:val="000F2E13"/>
    <w:rsid w:val="000F3090"/>
    <w:rsid w:val="000F3450"/>
    <w:rsid w:val="000F3814"/>
    <w:rsid w:val="000F490A"/>
    <w:rsid w:val="000F4B54"/>
    <w:rsid w:val="000F5C33"/>
    <w:rsid w:val="000F5C6B"/>
    <w:rsid w:val="000F5DDA"/>
    <w:rsid w:val="000F5ED3"/>
    <w:rsid w:val="000F66EA"/>
    <w:rsid w:val="000F6D4A"/>
    <w:rsid w:val="000F6F3D"/>
    <w:rsid w:val="000F712A"/>
    <w:rsid w:val="000F7155"/>
    <w:rsid w:val="000F71C8"/>
    <w:rsid w:val="000F7A5B"/>
    <w:rsid w:val="000F7BF4"/>
    <w:rsid w:val="000F7F81"/>
    <w:rsid w:val="001000AE"/>
    <w:rsid w:val="001004DD"/>
    <w:rsid w:val="00100F7D"/>
    <w:rsid w:val="001010AF"/>
    <w:rsid w:val="00101867"/>
    <w:rsid w:val="00101B5E"/>
    <w:rsid w:val="00102351"/>
    <w:rsid w:val="0010245A"/>
    <w:rsid w:val="00102549"/>
    <w:rsid w:val="00102A9B"/>
    <w:rsid w:val="00102EE3"/>
    <w:rsid w:val="0010345F"/>
    <w:rsid w:val="00103BF8"/>
    <w:rsid w:val="00103F6A"/>
    <w:rsid w:val="00103F7B"/>
    <w:rsid w:val="001047EB"/>
    <w:rsid w:val="00105727"/>
    <w:rsid w:val="00105757"/>
    <w:rsid w:val="00105975"/>
    <w:rsid w:val="00106130"/>
    <w:rsid w:val="00106142"/>
    <w:rsid w:val="00106834"/>
    <w:rsid w:val="00106C16"/>
    <w:rsid w:val="001072CB"/>
    <w:rsid w:val="001078AE"/>
    <w:rsid w:val="00107AB6"/>
    <w:rsid w:val="00107E9F"/>
    <w:rsid w:val="00110624"/>
    <w:rsid w:val="001109BA"/>
    <w:rsid w:val="00110EE4"/>
    <w:rsid w:val="0011105A"/>
    <w:rsid w:val="00111510"/>
    <w:rsid w:val="001118D5"/>
    <w:rsid w:val="00112563"/>
    <w:rsid w:val="00112803"/>
    <w:rsid w:val="00112E92"/>
    <w:rsid w:val="00113005"/>
    <w:rsid w:val="00113E55"/>
    <w:rsid w:val="00113FDA"/>
    <w:rsid w:val="001142C7"/>
    <w:rsid w:val="00114749"/>
    <w:rsid w:val="00114A3C"/>
    <w:rsid w:val="00114CA2"/>
    <w:rsid w:val="00114CBF"/>
    <w:rsid w:val="00114F35"/>
    <w:rsid w:val="0011563E"/>
    <w:rsid w:val="00115C12"/>
    <w:rsid w:val="0011624B"/>
    <w:rsid w:val="00116478"/>
    <w:rsid w:val="00116B45"/>
    <w:rsid w:val="0011768A"/>
    <w:rsid w:val="001177DC"/>
    <w:rsid w:val="001203CD"/>
    <w:rsid w:val="00120604"/>
    <w:rsid w:val="00120EC4"/>
    <w:rsid w:val="0012142C"/>
    <w:rsid w:val="0012181D"/>
    <w:rsid w:val="00121856"/>
    <w:rsid w:val="00121A79"/>
    <w:rsid w:val="00121F59"/>
    <w:rsid w:val="00122325"/>
    <w:rsid w:val="001229FE"/>
    <w:rsid w:val="0012303D"/>
    <w:rsid w:val="001231C4"/>
    <w:rsid w:val="00124222"/>
    <w:rsid w:val="001251CB"/>
    <w:rsid w:val="00125494"/>
    <w:rsid w:val="00125605"/>
    <w:rsid w:val="00125835"/>
    <w:rsid w:val="00125B3D"/>
    <w:rsid w:val="00125B81"/>
    <w:rsid w:val="00125D7F"/>
    <w:rsid w:val="00125ED4"/>
    <w:rsid w:val="0012633D"/>
    <w:rsid w:val="001263E5"/>
    <w:rsid w:val="001267E1"/>
    <w:rsid w:val="0012704F"/>
    <w:rsid w:val="0012708E"/>
    <w:rsid w:val="00127143"/>
    <w:rsid w:val="00127147"/>
    <w:rsid w:val="001272D3"/>
    <w:rsid w:val="001273EC"/>
    <w:rsid w:val="001275C7"/>
    <w:rsid w:val="00127F1E"/>
    <w:rsid w:val="00130595"/>
    <w:rsid w:val="00130772"/>
    <w:rsid w:val="00130BF4"/>
    <w:rsid w:val="001313C8"/>
    <w:rsid w:val="001315FB"/>
    <w:rsid w:val="00131600"/>
    <w:rsid w:val="001316D3"/>
    <w:rsid w:val="001318CE"/>
    <w:rsid w:val="00131C47"/>
    <w:rsid w:val="00131E4A"/>
    <w:rsid w:val="00132211"/>
    <w:rsid w:val="001322E2"/>
    <w:rsid w:val="00132C74"/>
    <w:rsid w:val="00132DCE"/>
    <w:rsid w:val="0013330F"/>
    <w:rsid w:val="001335BF"/>
    <w:rsid w:val="001335FD"/>
    <w:rsid w:val="00133660"/>
    <w:rsid w:val="00133B22"/>
    <w:rsid w:val="00133C73"/>
    <w:rsid w:val="00133FCE"/>
    <w:rsid w:val="00134315"/>
    <w:rsid w:val="00134B5A"/>
    <w:rsid w:val="00134C8F"/>
    <w:rsid w:val="00135A3B"/>
    <w:rsid w:val="00135FA0"/>
    <w:rsid w:val="001362FF"/>
    <w:rsid w:val="00136783"/>
    <w:rsid w:val="00136F26"/>
    <w:rsid w:val="001379CD"/>
    <w:rsid w:val="00137A1B"/>
    <w:rsid w:val="00137A96"/>
    <w:rsid w:val="00140191"/>
    <w:rsid w:val="00141060"/>
    <w:rsid w:val="001410A0"/>
    <w:rsid w:val="00141442"/>
    <w:rsid w:val="00141746"/>
    <w:rsid w:val="001417B9"/>
    <w:rsid w:val="00141827"/>
    <w:rsid w:val="00141A52"/>
    <w:rsid w:val="00141CA2"/>
    <w:rsid w:val="001428A8"/>
    <w:rsid w:val="00142C69"/>
    <w:rsid w:val="00142E2C"/>
    <w:rsid w:val="00143139"/>
    <w:rsid w:val="001433E2"/>
    <w:rsid w:val="00143825"/>
    <w:rsid w:val="00143A18"/>
    <w:rsid w:val="00143A5C"/>
    <w:rsid w:val="0014413F"/>
    <w:rsid w:val="00144974"/>
    <w:rsid w:val="001449D4"/>
    <w:rsid w:val="00144BD5"/>
    <w:rsid w:val="00144E90"/>
    <w:rsid w:val="0014516C"/>
    <w:rsid w:val="001454B1"/>
    <w:rsid w:val="001457D7"/>
    <w:rsid w:val="00146199"/>
    <w:rsid w:val="00146255"/>
    <w:rsid w:val="0014631E"/>
    <w:rsid w:val="001463E0"/>
    <w:rsid w:val="00146A78"/>
    <w:rsid w:val="00146B3A"/>
    <w:rsid w:val="00146E38"/>
    <w:rsid w:val="00147888"/>
    <w:rsid w:val="00147E62"/>
    <w:rsid w:val="0015082C"/>
    <w:rsid w:val="00150BF7"/>
    <w:rsid w:val="00150EC6"/>
    <w:rsid w:val="00150FBF"/>
    <w:rsid w:val="001516B8"/>
    <w:rsid w:val="001516F4"/>
    <w:rsid w:val="00151789"/>
    <w:rsid w:val="001521EF"/>
    <w:rsid w:val="001524DD"/>
    <w:rsid w:val="001527BD"/>
    <w:rsid w:val="00152853"/>
    <w:rsid w:val="00153020"/>
    <w:rsid w:val="001537D9"/>
    <w:rsid w:val="00154012"/>
    <w:rsid w:val="0015424E"/>
    <w:rsid w:val="00154593"/>
    <w:rsid w:val="00154804"/>
    <w:rsid w:val="00154B61"/>
    <w:rsid w:val="00154E0E"/>
    <w:rsid w:val="00155790"/>
    <w:rsid w:val="00155ADB"/>
    <w:rsid w:val="00155E2F"/>
    <w:rsid w:val="00155E93"/>
    <w:rsid w:val="0015692C"/>
    <w:rsid w:val="00156A93"/>
    <w:rsid w:val="00156B41"/>
    <w:rsid w:val="00156C02"/>
    <w:rsid w:val="00156F9C"/>
    <w:rsid w:val="00157D43"/>
    <w:rsid w:val="00160C55"/>
    <w:rsid w:val="00160C77"/>
    <w:rsid w:val="00160DE5"/>
    <w:rsid w:val="00161051"/>
    <w:rsid w:val="0016133F"/>
    <w:rsid w:val="001614C5"/>
    <w:rsid w:val="00161746"/>
    <w:rsid w:val="00161C95"/>
    <w:rsid w:val="00161FD9"/>
    <w:rsid w:val="001625E1"/>
    <w:rsid w:val="0016297D"/>
    <w:rsid w:val="00162A86"/>
    <w:rsid w:val="0016327E"/>
    <w:rsid w:val="00163740"/>
    <w:rsid w:val="001637E4"/>
    <w:rsid w:val="00163842"/>
    <w:rsid w:val="00163AE5"/>
    <w:rsid w:val="00163DF7"/>
    <w:rsid w:val="00163FAA"/>
    <w:rsid w:val="001642A6"/>
    <w:rsid w:val="0016435C"/>
    <w:rsid w:val="0016443C"/>
    <w:rsid w:val="00164C36"/>
    <w:rsid w:val="001662D0"/>
    <w:rsid w:val="00167441"/>
    <w:rsid w:val="00167BEC"/>
    <w:rsid w:val="001700F3"/>
    <w:rsid w:val="001703DC"/>
    <w:rsid w:val="001704D3"/>
    <w:rsid w:val="00170B87"/>
    <w:rsid w:val="0017105B"/>
    <w:rsid w:val="00172523"/>
    <w:rsid w:val="001725A0"/>
    <w:rsid w:val="001727E1"/>
    <w:rsid w:val="00172A2E"/>
    <w:rsid w:val="00173715"/>
    <w:rsid w:val="001737AF"/>
    <w:rsid w:val="00173803"/>
    <w:rsid w:val="00173FFB"/>
    <w:rsid w:val="0017424A"/>
    <w:rsid w:val="00174585"/>
    <w:rsid w:val="00174A06"/>
    <w:rsid w:val="00174EA0"/>
    <w:rsid w:val="00174F4F"/>
    <w:rsid w:val="001751DF"/>
    <w:rsid w:val="00175257"/>
    <w:rsid w:val="00175874"/>
    <w:rsid w:val="00175C1C"/>
    <w:rsid w:val="00176036"/>
    <w:rsid w:val="00176A3B"/>
    <w:rsid w:val="001771DE"/>
    <w:rsid w:val="00177549"/>
    <w:rsid w:val="0017768E"/>
    <w:rsid w:val="0017774B"/>
    <w:rsid w:val="001779B5"/>
    <w:rsid w:val="00177AAA"/>
    <w:rsid w:val="00177C82"/>
    <w:rsid w:val="00180368"/>
    <w:rsid w:val="0018036C"/>
    <w:rsid w:val="00180391"/>
    <w:rsid w:val="00180472"/>
    <w:rsid w:val="00180650"/>
    <w:rsid w:val="001810BB"/>
    <w:rsid w:val="0018115C"/>
    <w:rsid w:val="00181228"/>
    <w:rsid w:val="00182009"/>
    <w:rsid w:val="00182628"/>
    <w:rsid w:val="001826E6"/>
    <w:rsid w:val="00182AF5"/>
    <w:rsid w:val="00182C2C"/>
    <w:rsid w:val="001832E9"/>
    <w:rsid w:val="001835D6"/>
    <w:rsid w:val="00183771"/>
    <w:rsid w:val="0018428A"/>
    <w:rsid w:val="0018442C"/>
    <w:rsid w:val="00184C2A"/>
    <w:rsid w:val="0018500E"/>
    <w:rsid w:val="00185653"/>
    <w:rsid w:val="00185B26"/>
    <w:rsid w:val="00185CB3"/>
    <w:rsid w:val="00186979"/>
    <w:rsid w:val="00186C6E"/>
    <w:rsid w:val="00186F66"/>
    <w:rsid w:val="001875C8"/>
    <w:rsid w:val="00187B5F"/>
    <w:rsid w:val="00187E92"/>
    <w:rsid w:val="00190265"/>
    <w:rsid w:val="0019030B"/>
    <w:rsid w:val="00190485"/>
    <w:rsid w:val="001908A2"/>
    <w:rsid w:val="00190BFB"/>
    <w:rsid w:val="00190C72"/>
    <w:rsid w:val="00190FCC"/>
    <w:rsid w:val="00191068"/>
    <w:rsid w:val="001910AB"/>
    <w:rsid w:val="001912A0"/>
    <w:rsid w:val="0019138A"/>
    <w:rsid w:val="001913E7"/>
    <w:rsid w:val="001917D2"/>
    <w:rsid w:val="00191FD3"/>
    <w:rsid w:val="00192004"/>
    <w:rsid w:val="00192248"/>
    <w:rsid w:val="00192F3C"/>
    <w:rsid w:val="001934C9"/>
    <w:rsid w:val="00193630"/>
    <w:rsid w:val="00193673"/>
    <w:rsid w:val="0019441A"/>
    <w:rsid w:val="00194701"/>
    <w:rsid w:val="001947F5"/>
    <w:rsid w:val="00194B5F"/>
    <w:rsid w:val="001959EC"/>
    <w:rsid w:val="00195FCA"/>
    <w:rsid w:val="001962A0"/>
    <w:rsid w:val="001962B7"/>
    <w:rsid w:val="0019631D"/>
    <w:rsid w:val="00196601"/>
    <w:rsid w:val="00196964"/>
    <w:rsid w:val="00196AA5"/>
    <w:rsid w:val="00196B02"/>
    <w:rsid w:val="00196E28"/>
    <w:rsid w:val="00196E33"/>
    <w:rsid w:val="0019749A"/>
    <w:rsid w:val="00197614"/>
    <w:rsid w:val="001978CE"/>
    <w:rsid w:val="00197A62"/>
    <w:rsid w:val="001A0B17"/>
    <w:rsid w:val="001A0C4D"/>
    <w:rsid w:val="001A1153"/>
    <w:rsid w:val="001A11B5"/>
    <w:rsid w:val="001A11D7"/>
    <w:rsid w:val="001A121D"/>
    <w:rsid w:val="001A135E"/>
    <w:rsid w:val="001A1399"/>
    <w:rsid w:val="001A1754"/>
    <w:rsid w:val="001A1B03"/>
    <w:rsid w:val="001A1E34"/>
    <w:rsid w:val="001A1EB1"/>
    <w:rsid w:val="001A20E0"/>
    <w:rsid w:val="001A2412"/>
    <w:rsid w:val="001A3ACC"/>
    <w:rsid w:val="001A3E04"/>
    <w:rsid w:val="001A3F5A"/>
    <w:rsid w:val="001A4205"/>
    <w:rsid w:val="001A48B5"/>
    <w:rsid w:val="001A4BFD"/>
    <w:rsid w:val="001A5B4A"/>
    <w:rsid w:val="001A5CBF"/>
    <w:rsid w:val="001A5CFF"/>
    <w:rsid w:val="001A6035"/>
    <w:rsid w:val="001A6290"/>
    <w:rsid w:val="001A659E"/>
    <w:rsid w:val="001A65AD"/>
    <w:rsid w:val="001A6658"/>
    <w:rsid w:val="001A6C37"/>
    <w:rsid w:val="001A6C3A"/>
    <w:rsid w:val="001A6D62"/>
    <w:rsid w:val="001A6D86"/>
    <w:rsid w:val="001A7465"/>
    <w:rsid w:val="001A77F2"/>
    <w:rsid w:val="001A7DD6"/>
    <w:rsid w:val="001A7E18"/>
    <w:rsid w:val="001B0D41"/>
    <w:rsid w:val="001B0F0C"/>
    <w:rsid w:val="001B1160"/>
    <w:rsid w:val="001B1509"/>
    <w:rsid w:val="001B17F3"/>
    <w:rsid w:val="001B1E94"/>
    <w:rsid w:val="001B2252"/>
    <w:rsid w:val="001B265E"/>
    <w:rsid w:val="001B2750"/>
    <w:rsid w:val="001B294D"/>
    <w:rsid w:val="001B29ED"/>
    <w:rsid w:val="001B2D87"/>
    <w:rsid w:val="001B2EB8"/>
    <w:rsid w:val="001B33B9"/>
    <w:rsid w:val="001B375E"/>
    <w:rsid w:val="001B4257"/>
    <w:rsid w:val="001B42EA"/>
    <w:rsid w:val="001B4CEC"/>
    <w:rsid w:val="001B4EDA"/>
    <w:rsid w:val="001B516F"/>
    <w:rsid w:val="001B51BD"/>
    <w:rsid w:val="001B5520"/>
    <w:rsid w:val="001B64B3"/>
    <w:rsid w:val="001B6686"/>
    <w:rsid w:val="001B6AD9"/>
    <w:rsid w:val="001B6D07"/>
    <w:rsid w:val="001B6DC3"/>
    <w:rsid w:val="001B6E98"/>
    <w:rsid w:val="001B6FA1"/>
    <w:rsid w:val="001B7124"/>
    <w:rsid w:val="001B75F3"/>
    <w:rsid w:val="001B7882"/>
    <w:rsid w:val="001B7967"/>
    <w:rsid w:val="001B7B07"/>
    <w:rsid w:val="001B7BC8"/>
    <w:rsid w:val="001C05C4"/>
    <w:rsid w:val="001C0806"/>
    <w:rsid w:val="001C0BCD"/>
    <w:rsid w:val="001C0E9E"/>
    <w:rsid w:val="001C0EB7"/>
    <w:rsid w:val="001C0F1D"/>
    <w:rsid w:val="001C10DF"/>
    <w:rsid w:val="001C11F6"/>
    <w:rsid w:val="001C2032"/>
    <w:rsid w:val="001C21DB"/>
    <w:rsid w:val="001C23B7"/>
    <w:rsid w:val="001C24CD"/>
    <w:rsid w:val="001C25AF"/>
    <w:rsid w:val="001C2844"/>
    <w:rsid w:val="001C2894"/>
    <w:rsid w:val="001C292E"/>
    <w:rsid w:val="001C2B8A"/>
    <w:rsid w:val="001C2F42"/>
    <w:rsid w:val="001C3603"/>
    <w:rsid w:val="001C3AC3"/>
    <w:rsid w:val="001C3D1B"/>
    <w:rsid w:val="001C43C3"/>
    <w:rsid w:val="001C4515"/>
    <w:rsid w:val="001C461D"/>
    <w:rsid w:val="001C478B"/>
    <w:rsid w:val="001C4E09"/>
    <w:rsid w:val="001C4F3D"/>
    <w:rsid w:val="001C55B2"/>
    <w:rsid w:val="001C5F00"/>
    <w:rsid w:val="001C6493"/>
    <w:rsid w:val="001C65FF"/>
    <w:rsid w:val="001C66ED"/>
    <w:rsid w:val="001C6B99"/>
    <w:rsid w:val="001C6CA1"/>
    <w:rsid w:val="001C7026"/>
    <w:rsid w:val="001C7504"/>
    <w:rsid w:val="001C7F2C"/>
    <w:rsid w:val="001D0207"/>
    <w:rsid w:val="001D080C"/>
    <w:rsid w:val="001D08F5"/>
    <w:rsid w:val="001D0C95"/>
    <w:rsid w:val="001D1378"/>
    <w:rsid w:val="001D1684"/>
    <w:rsid w:val="001D22C4"/>
    <w:rsid w:val="001D294D"/>
    <w:rsid w:val="001D2F1F"/>
    <w:rsid w:val="001D3255"/>
    <w:rsid w:val="001D32B3"/>
    <w:rsid w:val="001D387A"/>
    <w:rsid w:val="001D3EE7"/>
    <w:rsid w:val="001D4A26"/>
    <w:rsid w:val="001D4AF1"/>
    <w:rsid w:val="001D4B05"/>
    <w:rsid w:val="001D4D4F"/>
    <w:rsid w:val="001D50E0"/>
    <w:rsid w:val="001D5368"/>
    <w:rsid w:val="001D54E6"/>
    <w:rsid w:val="001D5B2D"/>
    <w:rsid w:val="001D5CDC"/>
    <w:rsid w:val="001D76A4"/>
    <w:rsid w:val="001D7D77"/>
    <w:rsid w:val="001D7E39"/>
    <w:rsid w:val="001E0547"/>
    <w:rsid w:val="001E1EB6"/>
    <w:rsid w:val="001E2124"/>
    <w:rsid w:val="001E2350"/>
    <w:rsid w:val="001E2453"/>
    <w:rsid w:val="001E2ACB"/>
    <w:rsid w:val="001E2CBB"/>
    <w:rsid w:val="001E2D34"/>
    <w:rsid w:val="001E3021"/>
    <w:rsid w:val="001E30B5"/>
    <w:rsid w:val="001E3D8D"/>
    <w:rsid w:val="001E432A"/>
    <w:rsid w:val="001E4561"/>
    <w:rsid w:val="001E4746"/>
    <w:rsid w:val="001E48CF"/>
    <w:rsid w:val="001E4DFE"/>
    <w:rsid w:val="001E538A"/>
    <w:rsid w:val="001E5563"/>
    <w:rsid w:val="001E619E"/>
    <w:rsid w:val="001E63DD"/>
    <w:rsid w:val="001E644B"/>
    <w:rsid w:val="001E6887"/>
    <w:rsid w:val="001E6AFB"/>
    <w:rsid w:val="001E70F5"/>
    <w:rsid w:val="001E7961"/>
    <w:rsid w:val="001E7C12"/>
    <w:rsid w:val="001E7ED8"/>
    <w:rsid w:val="001F03D8"/>
    <w:rsid w:val="001F077E"/>
    <w:rsid w:val="001F0787"/>
    <w:rsid w:val="001F0858"/>
    <w:rsid w:val="001F088D"/>
    <w:rsid w:val="001F0910"/>
    <w:rsid w:val="001F0953"/>
    <w:rsid w:val="001F09A3"/>
    <w:rsid w:val="001F1A68"/>
    <w:rsid w:val="001F1CA2"/>
    <w:rsid w:val="001F1FBB"/>
    <w:rsid w:val="001F1FC8"/>
    <w:rsid w:val="001F2240"/>
    <w:rsid w:val="001F25F2"/>
    <w:rsid w:val="001F2716"/>
    <w:rsid w:val="001F2AC0"/>
    <w:rsid w:val="001F2CDB"/>
    <w:rsid w:val="001F2E18"/>
    <w:rsid w:val="001F3123"/>
    <w:rsid w:val="001F3E21"/>
    <w:rsid w:val="001F4252"/>
    <w:rsid w:val="001F47E7"/>
    <w:rsid w:val="001F4881"/>
    <w:rsid w:val="001F5696"/>
    <w:rsid w:val="001F57ED"/>
    <w:rsid w:val="001F5E38"/>
    <w:rsid w:val="001F5F75"/>
    <w:rsid w:val="001F64B8"/>
    <w:rsid w:val="001F65FD"/>
    <w:rsid w:val="001F6842"/>
    <w:rsid w:val="001F6C29"/>
    <w:rsid w:val="001F6D64"/>
    <w:rsid w:val="001F6D97"/>
    <w:rsid w:val="001F6E46"/>
    <w:rsid w:val="001F7043"/>
    <w:rsid w:val="001F70BB"/>
    <w:rsid w:val="001F70E1"/>
    <w:rsid w:val="001F7223"/>
    <w:rsid w:val="001F7617"/>
    <w:rsid w:val="001F7705"/>
    <w:rsid w:val="001F788D"/>
    <w:rsid w:val="001F7BCC"/>
    <w:rsid w:val="001F7D03"/>
    <w:rsid w:val="001F7DDC"/>
    <w:rsid w:val="001F7EFE"/>
    <w:rsid w:val="002006CB"/>
    <w:rsid w:val="002008E0"/>
    <w:rsid w:val="00200A4C"/>
    <w:rsid w:val="002011C5"/>
    <w:rsid w:val="00201592"/>
    <w:rsid w:val="00201852"/>
    <w:rsid w:val="00201D12"/>
    <w:rsid w:val="00201D5B"/>
    <w:rsid w:val="00202047"/>
    <w:rsid w:val="0020227E"/>
    <w:rsid w:val="00202F04"/>
    <w:rsid w:val="00203461"/>
    <w:rsid w:val="0020348A"/>
    <w:rsid w:val="002040D0"/>
    <w:rsid w:val="002041DE"/>
    <w:rsid w:val="002043AD"/>
    <w:rsid w:val="00204A6C"/>
    <w:rsid w:val="00205946"/>
    <w:rsid w:val="002061E2"/>
    <w:rsid w:val="002067E0"/>
    <w:rsid w:val="00206E11"/>
    <w:rsid w:val="00206E6A"/>
    <w:rsid w:val="0020710C"/>
    <w:rsid w:val="0020738D"/>
    <w:rsid w:val="0020765B"/>
    <w:rsid w:val="00207745"/>
    <w:rsid w:val="002078B7"/>
    <w:rsid w:val="00207950"/>
    <w:rsid w:val="00207CDD"/>
    <w:rsid w:val="00207FAD"/>
    <w:rsid w:val="002100D7"/>
    <w:rsid w:val="0021055C"/>
    <w:rsid w:val="00210798"/>
    <w:rsid w:val="0021087D"/>
    <w:rsid w:val="00210900"/>
    <w:rsid w:val="00210B6A"/>
    <w:rsid w:val="00210BC4"/>
    <w:rsid w:val="00210EAA"/>
    <w:rsid w:val="00211447"/>
    <w:rsid w:val="00211CF8"/>
    <w:rsid w:val="00212276"/>
    <w:rsid w:val="0021287E"/>
    <w:rsid w:val="00212A5F"/>
    <w:rsid w:val="002135FF"/>
    <w:rsid w:val="00213B01"/>
    <w:rsid w:val="00213B3D"/>
    <w:rsid w:val="00213B5A"/>
    <w:rsid w:val="00213B68"/>
    <w:rsid w:val="002153F7"/>
    <w:rsid w:val="00215620"/>
    <w:rsid w:val="002157C8"/>
    <w:rsid w:val="00215841"/>
    <w:rsid w:val="00215C6C"/>
    <w:rsid w:val="0021608D"/>
    <w:rsid w:val="00216456"/>
    <w:rsid w:val="00217EE0"/>
    <w:rsid w:val="002201D7"/>
    <w:rsid w:val="00220360"/>
    <w:rsid w:val="0022054B"/>
    <w:rsid w:val="00220B63"/>
    <w:rsid w:val="002213B4"/>
    <w:rsid w:val="0022194C"/>
    <w:rsid w:val="00221A2A"/>
    <w:rsid w:val="00221BAC"/>
    <w:rsid w:val="00221C9B"/>
    <w:rsid w:val="00222526"/>
    <w:rsid w:val="002228A2"/>
    <w:rsid w:val="00222A0F"/>
    <w:rsid w:val="002236E4"/>
    <w:rsid w:val="00223799"/>
    <w:rsid w:val="00223D23"/>
    <w:rsid w:val="00223FF7"/>
    <w:rsid w:val="002245E8"/>
    <w:rsid w:val="00225198"/>
    <w:rsid w:val="002254F8"/>
    <w:rsid w:val="00225671"/>
    <w:rsid w:val="0022576A"/>
    <w:rsid w:val="00225C1B"/>
    <w:rsid w:val="00225CE6"/>
    <w:rsid w:val="00225F32"/>
    <w:rsid w:val="00226F06"/>
    <w:rsid w:val="00227F9D"/>
    <w:rsid w:val="00227FB7"/>
    <w:rsid w:val="0023001C"/>
    <w:rsid w:val="002303E5"/>
    <w:rsid w:val="00230593"/>
    <w:rsid w:val="002305E9"/>
    <w:rsid w:val="002308E8"/>
    <w:rsid w:val="002309DA"/>
    <w:rsid w:val="00230FAF"/>
    <w:rsid w:val="00231118"/>
    <w:rsid w:val="002314D6"/>
    <w:rsid w:val="00231766"/>
    <w:rsid w:val="0023176F"/>
    <w:rsid w:val="00232150"/>
    <w:rsid w:val="002322B1"/>
    <w:rsid w:val="002324B7"/>
    <w:rsid w:val="002324D4"/>
    <w:rsid w:val="002327F2"/>
    <w:rsid w:val="00232B7C"/>
    <w:rsid w:val="00233094"/>
    <w:rsid w:val="00233220"/>
    <w:rsid w:val="00233332"/>
    <w:rsid w:val="00233661"/>
    <w:rsid w:val="00233AE0"/>
    <w:rsid w:val="00234356"/>
    <w:rsid w:val="002345D9"/>
    <w:rsid w:val="002347F1"/>
    <w:rsid w:val="00234EDB"/>
    <w:rsid w:val="002353B3"/>
    <w:rsid w:val="00235A85"/>
    <w:rsid w:val="002365F2"/>
    <w:rsid w:val="00236634"/>
    <w:rsid w:val="002368A6"/>
    <w:rsid w:val="002374FC"/>
    <w:rsid w:val="002377C9"/>
    <w:rsid w:val="00237A3B"/>
    <w:rsid w:val="00237B41"/>
    <w:rsid w:val="00237BBF"/>
    <w:rsid w:val="00237C50"/>
    <w:rsid w:val="00237C9C"/>
    <w:rsid w:val="00237CEF"/>
    <w:rsid w:val="00237E30"/>
    <w:rsid w:val="00237E69"/>
    <w:rsid w:val="002404EF"/>
    <w:rsid w:val="00240C83"/>
    <w:rsid w:val="00240CD4"/>
    <w:rsid w:val="00240E06"/>
    <w:rsid w:val="0024111D"/>
    <w:rsid w:val="0024124B"/>
    <w:rsid w:val="00241426"/>
    <w:rsid w:val="00241813"/>
    <w:rsid w:val="00241B5E"/>
    <w:rsid w:val="002420B8"/>
    <w:rsid w:val="002420EA"/>
    <w:rsid w:val="002423BC"/>
    <w:rsid w:val="0024336E"/>
    <w:rsid w:val="002441F0"/>
    <w:rsid w:val="00244238"/>
    <w:rsid w:val="00244DA1"/>
    <w:rsid w:val="00245162"/>
    <w:rsid w:val="00245484"/>
    <w:rsid w:val="002456C0"/>
    <w:rsid w:val="0024620C"/>
    <w:rsid w:val="00246656"/>
    <w:rsid w:val="00246E57"/>
    <w:rsid w:val="0024753D"/>
    <w:rsid w:val="002475AD"/>
    <w:rsid w:val="0024792C"/>
    <w:rsid w:val="00250447"/>
    <w:rsid w:val="0025068B"/>
    <w:rsid w:val="00250AAB"/>
    <w:rsid w:val="0025100D"/>
    <w:rsid w:val="00251179"/>
    <w:rsid w:val="0025130D"/>
    <w:rsid w:val="00252664"/>
    <w:rsid w:val="0025270A"/>
    <w:rsid w:val="00252CE2"/>
    <w:rsid w:val="00252D42"/>
    <w:rsid w:val="002531CB"/>
    <w:rsid w:val="0025327C"/>
    <w:rsid w:val="0025356E"/>
    <w:rsid w:val="0025378A"/>
    <w:rsid w:val="002537E3"/>
    <w:rsid w:val="00254F5C"/>
    <w:rsid w:val="00254FD3"/>
    <w:rsid w:val="002554D1"/>
    <w:rsid w:val="00255832"/>
    <w:rsid w:val="00255EAB"/>
    <w:rsid w:val="00256109"/>
    <w:rsid w:val="0025636B"/>
    <w:rsid w:val="0025680E"/>
    <w:rsid w:val="00256BAB"/>
    <w:rsid w:val="00256D3A"/>
    <w:rsid w:val="00257263"/>
    <w:rsid w:val="00257282"/>
    <w:rsid w:val="0025741F"/>
    <w:rsid w:val="00257C67"/>
    <w:rsid w:val="00257F8F"/>
    <w:rsid w:val="002609DE"/>
    <w:rsid w:val="002609E9"/>
    <w:rsid w:val="0026100E"/>
    <w:rsid w:val="002613AC"/>
    <w:rsid w:val="00261477"/>
    <w:rsid w:val="00261E85"/>
    <w:rsid w:val="0026244B"/>
    <w:rsid w:val="002629C7"/>
    <w:rsid w:val="002652D1"/>
    <w:rsid w:val="00265385"/>
    <w:rsid w:val="002656A1"/>
    <w:rsid w:val="0026587D"/>
    <w:rsid w:val="0026644D"/>
    <w:rsid w:val="00266ABF"/>
    <w:rsid w:val="00266AFC"/>
    <w:rsid w:val="00266DCE"/>
    <w:rsid w:val="002671FE"/>
    <w:rsid w:val="00267419"/>
    <w:rsid w:val="00267A64"/>
    <w:rsid w:val="00267CB5"/>
    <w:rsid w:val="0027048E"/>
    <w:rsid w:val="00270866"/>
    <w:rsid w:val="00270A58"/>
    <w:rsid w:val="00271301"/>
    <w:rsid w:val="002717DF"/>
    <w:rsid w:val="00271F23"/>
    <w:rsid w:val="00272D40"/>
    <w:rsid w:val="00273D75"/>
    <w:rsid w:val="00274787"/>
    <w:rsid w:val="002748C6"/>
    <w:rsid w:val="002748F9"/>
    <w:rsid w:val="00274E6C"/>
    <w:rsid w:val="00274F60"/>
    <w:rsid w:val="0027522C"/>
    <w:rsid w:val="0027583F"/>
    <w:rsid w:val="00275A14"/>
    <w:rsid w:val="002769E6"/>
    <w:rsid w:val="00277341"/>
    <w:rsid w:val="002773BC"/>
    <w:rsid w:val="002776D5"/>
    <w:rsid w:val="00277729"/>
    <w:rsid w:val="00277C61"/>
    <w:rsid w:val="0028011D"/>
    <w:rsid w:val="00280133"/>
    <w:rsid w:val="0028022A"/>
    <w:rsid w:val="0028060C"/>
    <w:rsid w:val="0028073F"/>
    <w:rsid w:val="00280828"/>
    <w:rsid w:val="00280BD6"/>
    <w:rsid w:val="00280EA6"/>
    <w:rsid w:val="00281031"/>
    <w:rsid w:val="002812FB"/>
    <w:rsid w:val="00281384"/>
    <w:rsid w:val="002813BA"/>
    <w:rsid w:val="00281770"/>
    <w:rsid w:val="00281CDA"/>
    <w:rsid w:val="00281D75"/>
    <w:rsid w:val="00281DFA"/>
    <w:rsid w:val="0028232E"/>
    <w:rsid w:val="00282C4C"/>
    <w:rsid w:val="00282F59"/>
    <w:rsid w:val="002837B2"/>
    <w:rsid w:val="002838D7"/>
    <w:rsid w:val="00283DDC"/>
    <w:rsid w:val="00284229"/>
    <w:rsid w:val="002842F0"/>
    <w:rsid w:val="00284E42"/>
    <w:rsid w:val="0028505D"/>
    <w:rsid w:val="002850F3"/>
    <w:rsid w:val="00285190"/>
    <w:rsid w:val="00285BBB"/>
    <w:rsid w:val="00285CE0"/>
    <w:rsid w:val="00285DA8"/>
    <w:rsid w:val="00285E8A"/>
    <w:rsid w:val="002860C4"/>
    <w:rsid w:val="0028688D"/>
    <w:rsid w:val="0028737B"/>
    <w:rsid w:val="0028761F"/>
    <w:rsid w:val="0028762B"/>
    <w:rsid w:val="00287920"/>
    <w:rsid w:val="00287E4E"/>
    <w:rsid w:val="00290045"/>
    <w:rsid w:val="002901A6"/>
    <w:rsid w:val="0029025E"/>
    <w:rsid w:val="00290404"/>
    <w:rsid w:val="002909B7"/>
    <w:rsid w:val="00291076"/>
    <w:rsid w:val="0029107D"/>
    <w:rsid w:val="00291864"/>
    <w:rsid w:val="002922A3"/>
    <w:rsid w:val="00292D7E"/>
    <w:rsid w:val="00293446"/>
    <w:rsid w:val="0029363D"/>
    <w:rsid w:val="00293A12"/>
    <w:rsid w:val="00293A24"/>
    <w:rsid w:val="00293A33"/>
    <w:rsid w:val="00293B2E"/>
    <w:rsid w:val="00294512"/>
    <w:rsid w:val="00294A0D"/>
    <w:rsid w:val="002951EB"/>
    <w:rsid w:val="002952AC"/>
    <w:rsid w:val="0029565C"/>
    <w:rsid w:val="00295D35"/>
    <w:rsid w:val="00295F2A"/>
    <w:rsid w:val="00295FEE"/>
    <w:rsid w:val="00296077"/>
    <w:rsid w:val="002960E8"/>
    <w:rsid w:val="0029648B"/>
    <w:rsid w:val="00296497"/>
    <w:rsid w:val="002967D3"/>
    <w:rsid w:val="00297181"/>
    <w:rsid w:val="002977B2"/>
    <w:rsid w:val="00297AEA"/>
    <w:rsid w:val="00297DF5"/>
    <w:rsid w:val="002A026D"/>
    <w:rsid w:val="002A05EA"/>
    <w:rsid w:val="002A061C"/>
    <w:rsid w:val="002A06EF"/>
    <w:rsid w:val="002A0B91"/>
    <w:rsid w:val="002A0D4E"/>
    <w:rsid w:val="002A125F"/>
    <w:rsid w:val="002A21F1"/>
    <w:rsid w:val="002A2448"/>
    <w:rsid w:val="002A24DC"/>
    <w:rsid w:val="002A261D"/>
    <w:rsid w:val="002A2F2B"/>
    <w:rsid w:val="002A3215"/>
    <w:rsid w:val="002A34DF"/>
    <w:rsid w:val="002A3764"/>
    <w:rsid w:val="002A3CE8"/>
    <w:rsid w:val="002A3E2E"/>
    <w:rsid w:val="002A4315"/>
    <w:rsid w:val="002A447F"/>
    <w:rsid w:val="002A4785"/>
    <w:rsid w:val="002A4DDD"/>
    <w:rsid w:val="002A4F3E"/>
    <w:rsid w:val="002A5026"/>
    <w:rsid w:val="002A5E3C"/>
    <w:rsid w:val="002A5E6E"/>
    <w:rsid w:val="002A61D7"/>
    <w:rsid w:val="002A6414"/>
    <w:rsid w:val="002A645E"/>
    <w:rsid w:val="002A6B87"/>
    <w:rsid w:val="002A6F7F"/>
    <w:rsid w:val="002A736C"/>
    <w:rsid w:val="002A7D1D"/>
    <w:rsid w:val="002A7D74"/>
    <w:rsid w:val="002B009A"/>
    <w:rsid w:val="002B0442"/>
    <w:rsid w:val="002B0729"/>
    <w:rsid w:val="002B0757"/>
    <w:rsid w:val="002B0841"/>
    <w:rsid w:val="002B0A96"/>
    <w:rsid w:val="002B0F3C"/>
    <w:rsid w:val="002B1378"/>
    <w:rsid w:val="002B1422"/>
    <w:rsid w:val="002B14A3"/>
    <w:rsid w:val="002B1595"/>
    <w:rsid w:val="002B167B"/>
    <w:rsid w:val="002B1B26"/>
    <w:rsid w:val="002B1D0B"/>
    <w:rsid w:val="002B1EC1"/>
    <w:rsid w:val="002B1F34"/>
    <w:rsid w:val="002B21C7"/>
    <w:rsid w:val="002B2202"/>
    <w:rsid w:val="002B24F5"/>
    <w:rsid w:val="002B2BEF"/>
    <w:rsid w:val="002B2E42"/>
    <w:rsid w:val="002B2ED7"/>
    <w:rsid w:val="002B38FC"/>
    <w:rsid w:val="002B3A80"/>
    <w:rsid w:val="002B3EB2"/>
    <w:rsid w:val="002B42B8"/>
    <w:rsid w:val="002B4318"/>
    <w:rsid w:val="002B436A"/>
    <w:rsid w:val="002B4604"/>
    <w:rsid w:val="002B4609"/>
    <w:rsid w:val="002B470F"/>
    <w:rsid w:val="002B4AED"/>
    <w:rsid w:val="002B4FE2"/>
    <w:rsid w:val="002B55C2"/>
    <w:rsid w:val="002B5938"/>
    <w:rsid w:val="002B5EFA"/>
    <w:rsid w:val="002B6D66"/>
    <w:rsid w:val="002B708F"/>
    <w:rsid w:val="002C0121"/>
    <w:rsid w:val="002C0701"/>
    <w:rsid w:val="002C08D6"/>
    <w:rsid w:val="002C0A18"/>
    <w:rsid w:val="002C12CA"/>
    <w:rsid w:val="002C171D"/>
    <w:rsid w:val="002C1A69"/>
    <w:rsid w:val="002C33F4"/>
    <w:rsid w:val="002C3419"/>
    <w:rsid w:val="002C34D8"/>
    <w:rsid w:val="002C355E"/>
    <w:rsid w:val="002C35E7"/>
    <w:rsid w:val="002C36A5"/>
    <w:rsid w:val="002C36C8"/>
    <w:rsid w:val="002C37EE"/>
    <w:rsid w:val="002C3AAA"/>
    <w:rsid w:val="002C45AE"/>
    <w:rsid w:val="002C476A"/>
    <w:rsid w:val="002C49B8"/>
    <w:rsid w:val="002C4B8E"/>
    <w:rsid w:val="002C5500"/>
    <w:rsid w:val="002C6398"/>
    <w:rsid w:val="002C6619"/>
    <w:rsid w:val="002C699D"/>
    <w:rsid w:val="002C6B55"/>
    <w:rsid w:val="002C6C26"/>
    <w:rsid w:val="002C6EC8"/>
    <w:rsid w:val="002C7481"/>
    <w:rsid w:val="002C77AD"/>
    <w:rsid w:val="002C7913"/>
    <w:rsid w:val="002C7994"/>
    <w:rsid w:val="002C7D97"/>
    <w:rsid w:val="002D0980"/>
    <w:rsid w:val="002D0A54"/>
    <w:rsid w:val="002D0CEE"/>
    <w:rsid w:val="002D16A0"/>
    <w:rsid w:val="002D1834"/>
    <w:rsid w:val="002D187B"/>
    <w:rsid w:val="002D188E"/>
    <w:rsid w:val="002D1A32"/>
    <w:rsid w:val="002D20E9"/>
    <w:rsid w:val="002D27FD"/>
    <w:rsid w:val="002D2F90"/>
    <w:rsid w:val="002D318E"/>
    <w:rsid w:val="002D3289"/>
    <w:rsid w:val="002D43D1"/>
    <w:rsid w:val="002D44D8"/>
    <w:rsid w:val="002D4D04"/>
    <w:rsid w:val="002D51C5"/>
    <w:rsid w:val="002D5917"/>
    <w:rsid w:val="002D5D39"/>
    <w:rsid w:val="002D5F4E"/>
    <w:rsid w:val="002D5F96"/>
    <w:rsid w:val="002D6120"/>
    <w:rsid w:val="002D6379"/>
    <w:rsid w:val="002D6744"/>
    <w:rsid w:val="002D7439"/>
    <w:rsid w:val="002D7580"/>
    <w:rsid w:val="002D7A33"/>
    <w:rsid w:val="002D7EB3"/>
    <w:rsid w:val="002E0A41"/>
    <w:rsid w:val="002E10F0"/>
    <w:rsid w:val="002E1E44"/>
    <w:rsid w:val="002E26F3"/>
    <w:rsid w:val="002E275D"/>
    <w:rsid w:val="002E27CB"/>
    <w:rsid w:val="002E3166"/>
    <w:rsid w:val="002E317A"/>
    <w:rsid w:val="002E3712"/>
    <w:rsid w:val="002E38C5"/>
    <w:rsid w:val="002E39F8"/>
    <w:rsid w:val="002E3E61"/>
    <w:rsid w:val="002E3EDD"/>
    <w:rsid w:val="002E4502"/>
    <w:rsid w:val="002E5208"/>
    <w:rsid w:val="002E5764"/>
    <w:rsid w:val="002E59A7"/>
    <w:rsid w:val="002E5CB8"/>
    <w:rsid w:val="002E5D5B"/>
    <w:rsid w:val="002E64AA"/>
    <w:rsid w:val="002E6793"/>
    <w:rsid w:val="002E67D2"/>
    <w:rsid w:val="002E68A7"/>
    <w:rsid w:val="002E7743"/>
    <w:rsid w:val="002E7A0D"/>
    <w:rsid w:val="002E7A24"/>
    <w:rsid w:val="002E7A3F"/>
    <w:rsid w:val="002E7DC0"/>
    <w:rsid w:val="002F09A6"/>
    <w:rsid w:val="002F0F6F"/>
    <w:rsid w:val="002F1331"/>
    <w:rsid w:val="002F19B4"/>
    <w:rsid w:val="002F221A"/>
    <w:rsid w:val="002F24F8"/>
    <w:rsid w:val="002F2B0E"/>
    <w:rsid w:val="002F33D4"/>
    <w:rsid w:val="002F3824"/>
    <w:rsid w:val="002F385C"/>
    <w:rsid w:val="002F3875"/>
    <w:rsid w:val="002F39EA"/>
    <w:rsid w:val="002F3C10"/>
    <w:rsid w:val="002F3C18"/>
    <w:rsid w:val="002F4694"/>
    <w:rsid w:val="002F46F7"/>
    <w:rsid w:val="002F4EB5"/>
    <w:rsid w:val="002F50F7"/>
    <w:rsid w:val="002F5862"/>
    <w:rsid w:val="002F58DC"/>
    <w:rsid w:val="002F6101"/>
    <w:rsid w:val="002F645F"/>
    <w:rsid w:val="002F6795"/>
    <w:rsid w:val="002F6ADD"/>
    <w:rsid w:val="002F7047"/>
    <w:rsid w:val="002F7962"/>
    <w:rsid w:val="002F7A82"/>
    <w:rsid w:val="002F7E61"/>
    <w:rsid w:val="00300069"/>
    <w:rsid w:val="003007C6"/>
    <w:rsid w:val="00300A40"/>
    <w:rsid w:val="00300C9C"/>
    <w:rsid w:val="00301699"/>
    <w:rsid w:val="00301A48"/>
    <w:rsid w:val="00301B75"/>
    <w:rsid w:val="00301BC7"/>
    <w:rsid w:val="003020FE"/>
    <w:rsid w:val="00302408"/>
    <w:rsid w:val="00302506"/>
    <w:rsid w:val="003026E1"/>
    <w:rsid w:val="00302C95"/>
    <w:rsid w:val="00303152"/>
    <w:rsid w:val="00303350"/>
    <w:rsid w:val="0030353F"/>
    <w:rsid w:val="00303ACC"/>
    <w:rsid w:val="00303B29"/>
    <w:rsid w:val="00303BE5"/>
    <w:rsid w:val="00303EB7"/>
    <w:rsid w:val="00304234"/>
    <w:rsid w:val="003043B9"/>
    <w:rsid w:val="003047D0"/>
    <w:rsid w:val="00304E52"/>
    <w:rsid w:val="00304EDF"/>
    <w:rsid w:val="00305268"/>
    <w:rsid w:val="003054C9"/>
    <w:rsid w:val="0030579F"/>
    <w:rsid w:val="00305A6F"/>
    <w:rsid w:val="00305D3C"/>
    <w:rsid w:val="00305EED"/>
    <w:rsid w:val="00306285"/>
    <w:rsid w:val="00306DCD"/>
    <w:rsid w:val="00307182"/>
    <w:rsid w:val="00307500"/>
    <w:rsid w:val="003078BB"/>
    <w:rsid w:val="00307938"/>
    <w:rsid w:val="0030794B"/>
    <w:rsid w:val="00307FF3"/>
    <w:rsid w:val="00310369"/>
    <w:rsid w:val="003107E2"/>
    <w:rsid w:val="00310F85"/>
    <w:rsid w:val="003110C0"/>
    <w:rsid w:val="003116A5"/>
    <w:rsid w:val="00311CEA"/>
    <w:rsid w:val="00311E1F"/>
    <w:rsid w:val="0031205C"/>
    <w:rsid w:val="003120F1"/>
    <w:rsid w:val="00312C83"/>
    <w:rsid w:val="003130CB"/>
    <w:rsid w:val="00313226"/>
    <w:rsid w:val="00313384"/>
    <w:rsid w:val="003133D1"/>
    <w:rsid w:val="003139F3"/>
    <w:rsid w:val="00313E41"/>
    <w:rsid w:val="00314EE1"/>
    <w:rsid w:val="0031503C"/>
    <w:rsid w:val="00315089"/>
    <w:rsid w:val="00315A49"/>
    <w:rsid w:val="003160A4"/>
    <w:rsid w:val="00316911"/>
    <w:rsid w:val="00316D4C"/>
    <w:rsid w:val="00316F64"/>
    <w:rsid w:val="00317072"/>
    <w:rsid w:val="00317EF6"/>
    <w:rsid w:val="003204CF"/>
    <w:rsid w:val="00320947"/>
    <w:rsid w:val="0032164B"/>
    <w:rsid w:val="00321880"/>
    <w:rsid w:val="003225EB"/>
    <w:rsid w:val="00323761"/>
    <w:rsid w:val="00323806"/>
    <w:rsid w:val="00324356"/>
    <w:rsid w:val="003244A3"/>
    <w:rsid w:val="0032480C"/>
    <w:rsid w:val="00324AE4"/>
    <w:rsid w:val="00324BC9"/>
    <w:rsid w:val="0032555E"/>
    <w:rsid w:val="00325595"/>
    <w:rsid w:val="003258F4"/>
    <w:rsid w:val="003259AE"/>
    <w:rsid w:val="00325A81"/>
    <w:rsid w:val="00325F04"/>
    <w:rsid w:val="0032686D"/>
    <w:rsid w:val="00326965"/>
    <w:rsid w:val="003269E9"/>
    <w:rsid w:val="00326B58"/>
    <w:rsid w:val="003271D8"/>
    <w:rsid w:val="003272FB"/>
    <w:rsid w:val="00327838"/>
    <w:rsid w:val="00327905"/>
    <w:rsid w:val="00327A0D"/>
    <w:rsid w:val="00327AD8"/>
    <w:rsid w:val="00327AEA"/>
    <w:rsid w:val="00327FE3"/>
    <w:rsid w:val="00331068"/>
    <w:rsid w:val="003311B5"/>
    <w:rsid w:val="003315AA"/>
    <w:rsid w:val="003316EC"/>
    <w:rsid w:val="00331BA6"/>
    <w:rsid w:val="00331D1F"/>
    <w:rsid w:val="00331FA2"/>
    <w:rsid w:val="003321C7"/>
    <w:rsid w:val="003329C9"/>
    <w:rsid w:val="00332AFE"/>
    <w:rsid w:val="003337BB"/>
    <w:rsid w:val="00333848"/>
    <w:rsid w:val="00333E04"/>
    <w:rsid w:val="00334254"/>
    <w:rsid w:val="00334582"/>
    <w:rsid w:val="003348DC"/>
    <w:rsid w:val="00334A30"/>
    <w:rsid w:val="003352E0"/>
    <w:rsid w:val="00335536"/>
    <w:rsid w:val="00335634"/>
    <w:rsid w:val="0033582E"/>
    <w:rsid w:val="00335A23"/>
    <w:rsid w:val="00335B91"/>
    <w:rsid w:val="00335C17"/>
    <w:rsid w:val="003361DE"/>
    <w:rsid w:val="0033634A"/>
    <w:rsid w:val="00336621"/>
    <w:rsid w:val="00336A61"/>
    <w:rsid w:val="00336A7F"/>
    <w:rsid w:val="00336FB1"/>
    <w:rsid w:val="00337106"/>
    <w:rsid w:val="00337205"/>
    <w:rsid w:val="003372AD"/>
    <w:rsid w:val="00340578"/>
    <w:rsid w:val="003408AB"/>
    <w:rsid w:val="00340F27"/>
    <w:rsid w:val="00341036"/>
    <w:rsid w:val="003411EF"/>
    <w:rsid w:val="003416DC"/>
    <w:rsid w:val="00341A7C"/>
    <w:rsid w:val="00341BE7"/>
    <w:rsid w:val="00342780"/>
    <w:rsid w:val="003429D9"/>
    <w:rsid w:val="00342A37"/>
    <w:rsid w:val="00342B8D"/>
    <w:rsid w:val="00343698"/>
    <w:rsid w:val="00344098"/>
    <w:rsid w:val="003440B4"/>
    <w:rsid w:val="003443F9"/>
    <w:rsid w:val="00344420"/>
    <w:rsid w:val="003448A5"/>
    <w:rsid w:val="00344991"/>
    <w:rsid w:val="00344CAC"/>
    <w:rsid w:val="00345457"/>
    <w:rsid w:val="0034598F"/>
    <w:rsid w:val="00345DB6"/>
    <w:rsid w:val="003461CD"/>
    <w:rsid w:val="003462B0"/>
    <w:rsid w:val="00346444"/>
    <w:rsid w:val="00346F7F"/>
    <w:rsid w:val="00347281"/>
    <w:rsid w:val="003473FA"/>
    <w:rsid w:val="003475B2"/>
    <w:rsid w:val="00347F10"/>
    <w:rsid w:val="00347F41"/>
    <w:rsid w:val="00350E3E"/>
    <w:rsid w:val="00350E5E"/>
    <w:rsid w:val="003513FF"/>
    <w:rsid w:val="003514B2"/>
    <w:rsid w:val="00351586"/>
    <w:rsid w:val="00352485"/>
    <w:rsid w:val="003526E0"/>
    <w:rsid w:val="003527C2"/>
    <w:rsid w:val="003529B1"/>
    <w:rsid w:val="00352D5C"/>
    <w:rsid w:val="00353570"/>
    <w:rsid w:val="003536C2"/>
    <w:rsid w:val="0035396A"/>
    <w:rsid w:val="003540D1"/>
    <w:rsid w:val="00354C1E"/>
    <w:rsid w:val="00354C38"/>
    <w:rsid w:val="003552E8"/>
    <w:rsid w:val="0035563B"/>
    <w:rsid w:val="00356246"/>
    <w:rsid w:val="0035627B"/>
    <w:rsid w:val="00356C13"/>
    <w:rsid w:val="00356D66"/>
    <w:rsid w:val="00356E9D"/>
    <w:rsid w:val="003570F8"/>
    <w:rsid w:val="00357144"/>
    <w:rsid w:val="003572C3"/>
    <w:rsid w:val="003576D6"/>
    <w:rsid w:val="0035790F"/>
    <w:rsid w:val="003604CD"/>
    <w:rsid w:val="00360726"/>
    <w:rsid w:val="00360F3F"/>
    <w:rsid w:val="0036116F"/>
    <w:rsid w:val="003611BD"/>
    <w:rsid w:val="0036135B"/>
    <w:rsid w:val="00361472"/>
    <w:rsid w:val="003614B9"/>
    <w:rsid w:val="00361A0A"/>
    <w:rsid w:val="00361EAF"/>
    <w:rsid w:val="0036206D"/>
    <w:rsid w:val="0036225E"/>
    <w:rsid w:val="00362453"/>
    <w:rsid w:val="003628DE"/>
    <w:rsid w:val="00363493"/>
    <w:rsid w:val="00363C86"/>
    <w:rsid w:val="00363DC3"/>
    <w:rsid w:val="00363EB1"/>
    <w:rsid w:val="003643AC"/>
    <w:rsid w:val="0036464F"/>
    <w:rsid w:val="00364FD8"/>
    <w:rsid w:val="00365976"/>
    <w:rsid w:val="00365E95"/>
    <w:rsid w:val="003661BB"/>
    <w:rsid w:val="00366392"/>
    <w:rsid w:val="003666A5"/>
    <w:rsid w:val="00366E9D"/>
    <w:rsid w:val="00367E2D"/>
    <w:rsid w:val="0037021A"/>
    <w:rsid w:val="00370A73"/>
    <w:rsid w:val="00370DC0"/>
    <w:rsid w:val="00370FAD"/>
    <w:rsid w:val="0037104F"/>
    <w:rsid w:val="00371149"/>
    <w:rsid w:val="0037125C"/>
    <w:rsid w:val="003712B7"/>
    <w:rsid w:val="0037145E"/>
    <w:rsid w:val="003716B2"/>
    <w:rsid w:val="003717A6"/>
    <w:rsid w:val="0037190F"/>
    <w:rsid w:val="00371937"/>
    <w:rsid w:val="00371E97"/>
    <w:rsid w:val="00371F84"/>
    <w:rsid w:val="003724FC"/>
    <w:rsid w:val="00372A33"/>
    <w:rsid w:val="00372E05"/>
    <w:rsid w:val="00372E1B"/>
    <w:rsid w:val="00373336"/>
    <w:rsid w:val="00373426"/>
    <w:rsid w:val="003735E7"/>
    <w:rsid w:val="0037382C"/>
    <w:rsid w:val="00373A7C"/>
    <w:rsid w:val="00373BA0"/>
    <w:rsid w:val="00373C3F"/>
    <w:rsid w:val="0037438C"/>
    <w:rsid w:val="003746BC"/>
    <w:rsid w:val="0037470D"/>
    <w:rsid w:val="003747B9"/>
    <w:rsid w:val="00374B53"/>
    <w:rsid w:val="00374C66"/>
    <w:rsid w:val="003750A7"/>
    <w:rsid w:val="003750E0"/>
    <w:rsid w:val="00375756"/>
    <w:rsid w:val="0037602F"/>
    <w:rsid w:val="00376489"/>
    <w:rsid w:val="00376DCF"/>
    <w:rsid w:val="00376E1A"/>
    <w:rsid w:val="00377655"/>
    <w:rsid w:val="00377CBB"/>
    <w:rsid w:val="00380827"/>
    <w:rsid w:val="00380D82"/>
    <w:rsid w:val="003813C0"/>
    <w:rsid w:val="00381613"/>
    <w:rsid w:val="00381823"/>
    <w:rsid w:val="00381BCA"/>
    <w:rsid w:val="00382202"/>
    <w:rsid w:val="00382619"/>
    <w:rsid w:val="00382A28"/>
    <w:rsid w:val="00382A46"/>
    <w:rsid w:val="00382B24"/>
    <w:rsid w:val="00382CE2"/>
    <w:rsid w:val="0038313B"/>
    <w:rsid w:val="00383BA0"/>
    <w:rsid w:val="003840ED"/>
    <w:rsid w:val="003843E7"/>
    <w:rsid w:val="00384473"/>
    <w:rsid w:val="00384853"/>
    <w:rsid w:val="00384976"/>
    <w:rsid w:val="003850F6"/>
    <w:rsid w:val="0038528B"/>
    <w:rsid w:val="003854FD"/>
    <w:rsid w:val="0038566D"/>
    <w:rsid w:val="003857AF"/>
    <w:rsid w:val="00385AF8"/>
    <w:rsid w:val="00385DCB"/>
    <w:rsid w:val="00386338"/>
    <w:rsid w:val="00387F22"/>
    <w:rsid w:val="0039007C"/>
    <w:rsid w:val="0039047E"/>
    <w:rsid w:val="00390B73"/>
    <w:rsid w:val="00390EA5"/>
    <w:rsid w:val="0039150B"/>
    <w:rsid w:val="00391516"/>
    <w:rsid w:val="003915C5"/>
    <w:rsid w:val="003915FD"/>
    <w:rsid w:val="00391678"/>
    <w:rsid w:val="0039247E"/>
    <w:rsid w:val="003925EE"/>
    <w:rsid w:val="00392BAC"/>
    <w:rsid w:val="003935A6"/>
    <w:rsid w:val="003935B2"/>
    <w:rsid w:val="003936D1"/>
    <w:rsid w:val="0039421C"/>
    <w:rsid w:val="00394296"/>
    <w:rsid w:val="003942C6"/>
    <w:rsid w:val="0039456B"/>
    <w:rsid w:val="0039463D"/>
    <w:rsid w:val="003948C0"/>
    <w:rsid w:val="003948D7"/>
    <w:rsid w:val="00395334"/>
    <w:rsid w:val="00395487"/>
    <w:rsid w:val="003972E5"/>
    <w:rsid w:val="00397321"/>
    <w:rsid w:val="00397523"/>
    <w:rsid w:val="00397564"/>
    <w:rsid w:val="00397742"/>
    <w:rsid w:val="003979FB"/>
    <w:rsid w:val="00397B69"/>
    <w:rsid w:val="00397BF7"/>
    <w:rsid w:val="003A01B1"/>
    <w:rsid w:val="003A0453"/>
    <w:rsid w:val="003A0605"/>
    <w:rsid w:val="003A0B33"/>
    <w:rsid w:val="003A0B81"/>
    <w:rsid w:val="003A16B9"/>
    <w:rsid w:val="003A1A10"/>
    <w:rsid w:val="003A1DA3"/>
    <w:rsid w:val="003A2318"/>
    <w:rsid w:val="003A2343"/>
    <w:rsid w:val="003A2392"/>
    <w:rsid w:val="003A2782"/>
    <w:rsid w:val="003A28FB"/>
    <w:rsid w:val="003A2AB7"/>
    <w:rsid w:val="003A2E5F"/>
    <w:rsid w:val="003A32AC"/>
    <w:rsid w:val="003A352F"/>
    <w:rsid w:val="003A3560"/>
    <w:rsid w:val="003A369E"/>
    <w:rsid w:val="003A3797"/>
    <w:rsid w:val="003A3E42"/>
    <w:rsid w:val="003A3FFF"/>
    <w:rsid w:val="003A40E0"/>
    <w:rsid w:val="003A4567"/>
    <w:rsid w:val="003A4904"/>
    <w:rsid w:val="003A4BA4"/>
    <w:rsid w:val="003A4CDF"/>
    <w:rsid w:val="003A5281"/>
    <w:rsid w:val="003A535C"/>
    <w:rsid w:val="003A5730"/>
    <w:rsid w:val="003A5B6C"/>
    <w:rsid w:val="003A6901"/>
    <w:rsid w:val="003A6EC9"/>
    <w:rsid w:val="003A6F84"/>
    <w:rsid w:val="003A71C7"/>
    <w:rsid w:val="003A76B2"/>
    <w:rsid w:val="003A785F"/>
    <w:rsid w:val="003A7F50"/>
    <w:rsid w:val="003B02A9"/>
    <w:rsid w:val="003B053B"/>
    <w:rsid w:val="003B0A5A"/>
    <w:rsid w:val="003B1987"/>
    <w:rsid w:val="003B1D4E"/>
    <w:rsid w:val="003B2971"/>
    <w:rsid w:val="003B2E52"/>
    <w:rsid w:val="003B2E58"/>
    <w:rsid w:val="003B30CC"/>
    <w:rsid w:val="003B35B7"/>
    <w:rsid w:val="003B3D0D"/>
    <w:rsid w:val="003B4177"/>
    <w:rsid w:val="003B43A7"/>
    <w:rsid w:val="003B486F"/>
    <w:rsid w:val="003B530E"/>
    <w:rsid w:val="003B5D21"/>
    <w:rsid w:val="003B6193"/>
    <w:rsid w:val="003B6430"/>
    <w:rsid w:val="003B6698"/>
    <w:rsid w:val="003B68E1"/>
    <w:rsid w:val="003B6BC0"/>
    <w:rsid w:val="003B6C46"/>
    <w:rsid w:val="003B6DD8"/>
    <w:rsid w:val="003B726B"/>
    <w:rsid w:val="003B72EC"/>
    <w:rsid w:val="003B764D"/>
    <w:rsid w:val="003B7EBC"/>
    <w:rsid w:val="003B7FB5"/>
    <w:rsid w:val="003C09D8"/>
    <w:rsid w:val="003C0DB4"/>
    <w:rsid w:val="003C0EB8"/>
    <w:rsid w:val="003C14D6"/>
    <w:rsid w:val="003C18C4"/>
    <w:rsid w:val="003C19F9"/>
    <w:rsid w:val="003C2522"/>
    <w:rsid w:val="003C2E82"/>
    <w:rsid w:val="003C2F6E"/>
    <w:rsid w:val="003C313D"/>
    <w:rsid w:val="003C3A77"/>
    <w:rsid w:val="003C3A83"/>
    <w:rsid w:val="003C4208"/>
    <w:rsid w:val="003C42F8"/>
    <w:rsid w:val="003C4517"/>
    <w:rsid w:val="003C467E"/>
    <w:rsid w:val="003C4EC1"/>
    <w:rsid w:val="003C5051"/>
    <w:rsid w:val="003C5121"/>
    <w:rsid w:val="003C52DC"/>
    <w:rsid w:val="003C5DB2"/>
    <w:rsid w:val="003C5E52"/>
    <w:rsid w:val="003C5F29"/>
    <w:rsid w:val="003C5FA8"/>
    <w:rsid w:val="003C6BF0"/>
    <w:rsid w:val="003C72AA"/>
    <w:rsid w:val="003C72F4"/>
    <w:rsid w:val="003C78B7"/>
    <w:rsid w:val="003C7BD4"/>
    <w:rsid w:val="003C7DF5"/>
    <w:rsid w:val="003D0711"/>
    <w:rsid w:val="003D07B3"/>
    <w:rsid w:val="003D0A72"/>
    <w:rsid w:val="003D158B"/>
    <w:rsid w:val="003D1628"/>
    <w:rsid w:val="003D16BA"/>
    <w:rsid w:val="003D23D4"/>
    <w:rsid w:val="003D25FB"/>
    <w:rsid w:val="003D2951"/>
    <w:rsid w:val="003D2D5B"/>
    <w:rsid w:val="003D3787"/>
    <w:rsid w:val="003D3FAF"/>
    <w:rsid w:val="003D430D"/>
    <w:rsid w:val="003D4585"/>
    <w:rsid w:val="003D4596"/>
    <w:rsid w:val="003D5160"/>
    <w:rsid w:val="003D59DF"/>
    <w:rsid w:val="003D5B9B"/>
    <w:rsid w:val="003D5BE6"/>
    <w:rsid w:val="003D5C4D"/>
    <w:rsid w:val="003D5E7B"/>
    <w:rsid w:val="003D5F16"/>
    <w:rsid w:val="003D64EF"/>
    <w:rsid w:val="003D6962"/>
    <w:rsid w:val="003D7200"/>
    <w:rsid w:val="003D7BCD"/>
    <w:rsid w:val="003D7E42"/>
    <w:rsid w:val="003E033C"/>
    <w:rsid w:val="003E1273"/>
    <w:rsid w:val="003E1424"/>
    <w:rsid w:val="003E1526"/>
    <w:rsid w:val="003E19B9"/>
    <w:rsid w:val="003E1FA9"/>
    <w:rsid w:val="003E2D59"/>
    <w:rsid w:val="003E3143"/>
    <w:rsid w:val="003E39F4"/>
    <w:rsid w:val="003E3B0F"/>
    <w:rsid w:val="003E3C44"/>
    <w:rsid w:val="003E4271"/>
    <w:rsid w:val="003E46F0"/>
    <w:rsid w:val="003E4A00"/>
    <w:rsid w:val="003E53F0"/>
    <w:rsid w:val="003E5402"/>
    <w:rsid w:val="003E5629"/>
    <w:rsid w:val="003E5690"/>
    <w:rsid w:val="003E5BE6"/>
    <w:rsid w:val="003E5CFA"/>
    <w:rsid w:val="003E5DE4"/>
    <w:rsid w:val="003E5F93"/>
    <w:rsid w:val="003E601E"/>
    <w:rsid w:val="003E60B2"/>
    <w:rsid w:val="003E675C"/>
    <w:rsid w:val="003E67D3"/>
    <w:rsid w:val="003E6E7B"/>
    <w:rsid w:val="003E6FE0"/>
    <w:rsid w:val="003E7025"/>
    <w:rsid w:val="003E7133"/>
    <w:rsid w:val="003E7B75"/>
    <w:rsid w:val="003F024F"/>
    <w:rsid w:val="003F03A4"/>
    <w:rsid w:val="003F089E"/>
    <w:rsid w:val="003F0C20"/>
    <w:rsid w:val="003F0D09"/>
    <w:rsid w:val="003F0F69"/>
    <w:rsid w:val="003F1035"/>
    <w:rsid w:val="003F1129"/>
    <w:rsid w:val="003F157C"/>
    <w:rsid w:val="003F1CDB"/>
    <w:rsid w:val="003F26D0"/>
    <w:rsid w:val="003F291F"/>
    <w:rsid w:val="003F3000"/>
    <w:rsid w:val="003F4A93"/>
    <w:rsid w:val="003F5518"/>
    <w:rsid w:val="003F5C52"/>
    <w:rsid w:val="003F5CDA"/>
    <w:rsid w:val="003F5D0A"/>
    <w:rsid w:val="003F62C2"/>
    <w:rsid w:val="003F6494"/>
    <w:rsid w:val="003F64B5"/>
    <w:rsid w:val="003F64EF"/>
    <w:rsid w:val="003F71AF"/>
    <w:rsid w:val="003F7545"/>
    <w:rsid w:val="003F779D"/>
    <w:rsid w:val="003F77A0"/>
    <w:rsid w:val="003F77A2"/>
    <w:rsid w:val="0040030D"/>
    <w:rsid w:val="004003E3"/>
    <w:rsid w:val="00400682"/>
    <w:rsid w:val="00400715"/>
    <w:rsid w:val="00400AC1"/>
    <w:rsid w:val="00400E6F"/>
    <w:rsid w:val="00400FF2"/>
    <w:rsid w:val="004011F2"/>
    <w:rsid w:val="00401B04"/>
    <w:rsid w:val="00401D05"/>
    <w:rsid w:val="0040201A"/>
    <w:rsid w:val="00402033"/>
    <w:rsid w:val="00402082"/>
    <w:rsid w:val="0040220C"/>
    <w:rsid w:val="00403468"/>
    <w:rsid w:val="00403824"/>
    <w:rsid w:val="004039ED"/>
    <w:rsid w:val="00403EC2"/>
    <w:rsid w:val="004041C0"/>
    <w:rsid w:val="004042E6"/>
    <w:rsid w:val="0040435B"/>
    <w:rsid w:val="0040474D"/>
    <w:rsid w:val="00404A8A"/>
    <w:rsid w:val="00404AB0"/>
    <w:rsid w:val="00404CED"/>
    <w:rsid w:val="004050D7"/>
    <w:rsid w:val="0040551F"/>
    <w:rsid w:val="00405AD9"/>
    <w:rsid w:val="00405BFA"/>
    <w:rsid w:val="0040606B"/>
    <w:rsid w:val="0040618B"/>
    <w:rsid w:val="00406404"/>
    <w:rsid w:val="00406A5F"/>
    <w:rsid w:val="00406A94"/>
    <w:rsid w:val="00406D01"/>
    <w:rsid w:val="00406F5F"/>
    <w:rsid w:val="00410352"/>
    <w:rsid w:val="00410403"/>
    <w:rsid w:val="0041061F"/>
    <w:rsid w:val="00410CC3"/>
    <w:rsid w:val="00410D38"/>
    <w:rsid w:val="00411041"/>
    <w:rsid w:val="004114D4"/>
    <w:rsid w:val="004114F6"/>
    <w:rsid w:val="0041164A"/>
    <w:rsid w:val="00411E11"/>
    <w:rsid w:val="00411F28"/>
    <w:rsid w:val="004126D6"/>
    <w:rsid w:val="00412C1B"/>
    <w:rsid w:val="00413ABE"/>
    <w:rsid w:val="004141EB"/>
    <w:rsid w:val="00414489"/>
    <w:rsid w:val="004145CA"/>
    <w:rsid w:val="00414805"/>
    <w:rsid w:val="00414954"/>
    <w:rsid w:val="00414FBD"/>
    <w:rsid w:val="004154D8"/>
    <w:rsid w:val="004156C9"/>
    <w:rsid w:val="00415C18"/>
    <w:rsid w:val="00415CEE"/>
    <w:rsid w:val="0041661C"/>
    <w:rsid w:val="00416B45"/>
    <w:rsid w:val="004174B7"/>
    <w:rsid w:val="004174FF"/>
    <w:rsid w:val="00417796"/>
    <w:rsid w:val="004178D4"/>
    <w:rsid w:val="00417A71"/>
    <w:rsid w:val="00417FA3"/>
    <w:rsid w:val="0042056A"/>
    <w:rsid w:val="00420B13"/>
    <w:rsid w:val="00420B73"/>
    <w:rsid w:val="00420B9C"/>
    <w:rsid w:val="004216F9"/>
    <w:rsid w:val="00421A6F"/>
    <w:rsid w:val="00421ACF"/>
    <w:rsid w:val="00421D76"/>
    <w:rsid w:val="00421E18"/>
    <w:rsid w:val="004229ED"/>
    <w:rsid w:val="00422A0E"/>
    <w:rsid w:val="00422B16"/>
    <w:rsid w:val="00422E31"/>
    <w:rsid w:val="0042300B"/>
    <w:rsid w:val="004234E6"/>
    <w:rsid w:val="0042353F"/>
    <w:rsid w:val="004235B3"/>
    <w:rsid w:val="004235B7"/>
    <w:rsid w:val="004245A2"/>
    <w:rsid w:val="004247FA"/>
    <w:rsid w:val="00424912"/>
    <w:rsid w:val="00424950"/>
    <w:rsid w:val="00424BA8"/>
    <w:rsid w:val="0042576D"/>
    <w:rsid w:val="00426237"/>
    <w:rsid w:val="004266E0"/>
    <w:rsid w:val="004269EE"/>
    <w:rsid w:val="00426E21"/>
    <w:rsid w:val="004270B9"/>
    <w:rsid w:val="0042735E"/>
    <w:rsid w:val="00427DC8"/>
    <w:rsid w:val="0043105C"/>
    <w:rsid w:val="00431114"/>
    <w:rsid w:val="004313FC"/>
    <w:rsid w:val="004319BC"/>
    <w:rsid w:val="00431DEB"/>
    <w:rsid w:val="00431E65"/>
    <w:rsid w:val="0043284C"/>
    <w:rsid w:val="00432999"/>
    <w:rsid w:val="00432BA0"/>
    <w:rsid w:val="00432C5F"/>
    <w:rsid w:val="004332D9"/>
    <w:rsid w:val="004336E7"/>
    <w:rsid w:val="00433AC0"/>
    <w:rsid w:val="00433F9E"/>
    <w:rsid w:val="00434072"/>
    <w:rsid w:val="00434213"/>
    <w:rsid w:val="00434378"/>
    <w:rsid w:val="004343A9"/>
    <w:rsid w:val="0043462E"/>
    <w:rsid w:val="00434883"/>
    <w:rsid w:val="004349DF"/>
    <w:rsid w:val="00434BA0"/>
    <w:rsid w:val="00435999"/>
    <w:rsid w:val="00435BAC"/>
    <w:rsid w:val="00435CBA"/>
    <w:rsid w:val="0043644F"/>
    <w:rsid w:val="00437125"/>
    <w:rsid w:val="00437B6D"/>
    <w:rsid w:val="00437F1A"/>
    <w:rsid w:val="0044004E"/>
    <w:rsid w:val="0044012E"/>
    <w:rsid w:val="00440374"/>
    <w:rsid w:val="00440580"/>
    <w:rsid w:val="00440A5C"/>
    <w:rsid w:val="00440F4B"/>
    <w:rsid w:val="00441161"/>
    <w:rsid w:val="004414B2"/>
    <w:rsid w:val="0044212F"/>
    <w:rsid w:val="00442261"/>
    <w:rsid w:val="00442408"/>
    <w:rsid w:val="004425A8"/>
    <w:rsid w:val="004425CB"/>
    <w:rsid w:val="0044294A"/>
    <w:rsid w:val="004429E3"/>
    <w:rsid w:val="0044313A"/>
    <w:rsid w:val="004432FA"/>
    <w:rsid w:val="004434F9"/>
    <w:rsid w:val="004439F9"/>
    <w:rsid w:val="00444AC6"/>
    <w:rsid w:val="00444D29"/>
    <w:rsid w:val="00444EF0"/>
    <w:rsid w:val="00445AD6"/>
    <w:rsid w:val="00446351"/>
    <w:rsid w:val="00447006"/>
    <w:rsid w:val="0044738C"/>
    <w:rsid w:val="004475F5"/>
    <w:rsid w:val="004476F8"/>
    <w:rsid w:val="00447957"/>
    <w:rsid w:val="00447B71"/>
    <w:rsid w:val="00447B82"/>
    <w:rsid w:val="004500BC"/>
    <w:rsid w:val="004507DE"/>
    <w:rsid w:val="00450A44"/>
    <w:rsid w:val="004510DB"/>
    <w:rsid w:val="00451570"/>
    <w:rsid w:val="004519CD"/>
    <w:rsid w:val="00451AF9"/>
    <w:rsid w:val="00451CFB"/>
    <w:rsid w:val="00451E06"/>
    <w:rsid w:val="004523C0"/>
    <w:rsid w:val="00452826"/>
    <w:rsid w:val="00452B52"/>
    <w:rsid w:val="0045345F"/>
    <w:rsid w:val="00453539"/>
    <w:rsid w:val="00453BEA"/>
    <w:rsid w:val="00453E1B"/>
    <w:rsid w:val="0045429D"/>
    <w:rsid w:val="00454348"/>
    <w:rsid w:val="004543A8"/>
    <w:rsid w:val="004546B2"/>
    <w:rsid w:val="004547DA"/>
    <w:rsid w:val="0045481A"/>
    <w:rsid w:val="004548EE"/>
    <w:rsid w:val="00454B20"/>
    <w:rsid w:val="00454B73"/>
    <w:rsid w:val="00454CAE"/>
    <w:rsid w:val="00454CED"/>
    <w:rsid w:val="004557A9"/>
    <w:rsid w:val="00455BF1"/>
    <w:rsid w:val="00455F67"/>
    <w:rsid w:val="0045659B"/>
    <w:rsid w:val="0045674C"/>
    <w:rsid w:val="00456D64"/>
    <w:rsid w:val="004571A5"/>
    <w:rsid w:val="00457B6B"/>
    <w:rsid w:val="00460036"/>
    <w:rsid w:val="00460C17"/>
    <w:rsid w:val="00460F5C"/>
    <w:rsid w:val="004610E0"/>
    <w:rsid w:val="00461591"/>
    <w:rsid w:val="00462124"/>
    <w:rsid w:val="004624C5"/>
    <w:rsid w:val="00462D6D"/>
    <w:rsid w:val="004634B4"/>
    <w:rsid w:val="00464892"/>
    <w:rsid w:val="00464CF7"/>
    <w:rsid w:val="004652DD"/>
    <w:rsid w:val="00465303"/>
    <w:rsid w:val="0046617E"/>
    <w:rsid w:val="004661EE"/>
    <w:rsid w:val="00467353"/>
    <w:rsid w:val="00467B91"/>
    <w:rsid w:val="004700C1"/>
    <w:rsid w:val="00470918"/>
    <w:rsid w:val="00470E69"/>
    <w:rsid w:val="00471040"/>
    <w:rsid w:val="004713AB"/>
    <w:rsid w:val="00471844"/>
    <w:rsid w:val="00471A92"/>
    <w:rsid w:val="0047240D"/>
    <w:rsid w:val="00472750"/>
    <w:rsid w:val="00472B61"/>
    <w:rsid w:val="00472D07"/>
    <w:rsid w:val="00472E69"/>
    <w:rsid w:val="00473249"/>
    <w:rsid w:val="00473661"/>
    <w:rsid w:val="004739C7"/>
    <w:rsid w:val="0047435C"/>
    <w:rsid w:val="004746CE"/>
    <w:rsid w:val="00474847"/>
    <w:rsid w:val="004749A6"/>
    <w:rsid w:val="00475987"/>
    <w:rsid w:val="00475FD2"/>
    <w:rsid w:val="00476427"/>
    <w:rsid w:val="00476682"/>
    <w:rsid w:val="00476756"/>
    <w:rsid w:val="00476DCE"/>
    <w:rsid w:val="00476DDC"/>
    <w:rsid w:val="00477351"/>
    <w:rsid w:val="00477854"/>
    <w:rsid w:val="00477D82"/>
    <w:rsid w:val="00480258"/>
    <w:rsid w:val="004809F1"/>
    <w:rsid w:val="00480A0C"/>
    <w:rsid w:val="0048103E"/>
    <w:rsid w:val="004810DF"/>
    <w:rsid w:val="0048199F"/>
    <w:rsid w:val="004819B9"/>
    <w:rsid w:val="00481BD5"/>
    <w:rsid w:val="00481ECF"/>
    <w:rsid w:val="00482A16"/>
    <w:rsid w:val="00482F53"/>
    <w:rsid w:val="00482FCE"/>
    <w:rsid w:val="00483009"/>
    <w:rsid w:val="00483035"/>
    <w:rsid w:val="00483E9B"/>
    <w:rsid w:val="00483EC5"/>
    <w:rsid w:val="004848E4"/>
    <w:rsid w:val="00484938"/>
    <w:rsid w:val="00484E73"/>
    <w:rsid w:val="004852A9"/>
    <w:rsid w:val="004858E7"/>
    <w:rsid w:val="00485AA7"/>
    <w:rsid w:val="00485EB8"/>
    <w:rsid w:val="004860BF"/>
    <w:rsid w:val="004861A9"/>
    <w:rsid w:val="004864A6"/>
    <w:rsid w:val="004869F0"/>
    <w:rsid w:val="00487152"/>
    <w:rsid w:val="0048736C"/>
    <w:rsid w:val="00487C1B"/>
    <w:rsid w:val="00487C52"/>
    <w:rsid w:val="00487DE2"/>
    <w:rsid w:val="00487E1F"/>
    <w:rsid w:val="00487F1D"/>
    <w:rsid w:val="00487F6A"/>
    <w:rsid w:val="004901C1"/>
    <w:rsid w:val="00490344"/>
    <w:rsid w:val="004904E4"/>
    <w:rsid w:val="00490711"/>
    <w:rsid w:val="00490F35"/>
    <w:rsid w:val="00491185"/>
    <w:rsid w:val="00491696"/>
    <w:rsid w:val="0049174F"/>
    <w:rsid w:val="00491BA9"/>
    <w:rsid w:val="004925C8"/>
    <w:rsid w:val="004929A7"/>
    <w:rsid w:val="004929DB"/>
    <w:rsid w:val="00492BF0"/>
    <w:rsid w:val="00493447"/>
    <w:rsid w:val="00493472"/>
    <w:rsid w:val="00493573"/>
    <w:rsid w:val="00493B1B"/>
    <w:rsid w:val="00493F3B"/>
    <w:rsid w:val="0049421D"/>
    <w:rsid w:val="00494301"/>
    <w:rsid w:val="00494790"/>
    <w:rsid w:val="00494CAA"/>
    <w:rsid w:val="00495431"/>
    <w:rsid w:val="00495B83"/>
    <w:rsid w:val="0049610E"/>
    <w:rsid w:val="00496200"/>
    <w:rsid w:val="00496A21"/>
    <w:rsid w:val="00496B31"/>
    <w:rsid w:val="00496BEA"/>
    <w:rsid w:val="00497371"/>
    <w:rsid w:val="004973E0"/>
    <w:rsid w:val="004973E7"/>
    <w:rsid w:val="004975A2"/>
    <w:rsid w:val="00497848"/>
    <w:rsid w:val="00497B6B"/>
    <w:rsid w:val="00497F24"/>
    <w:rsid w:val="004A0396"/>
    <w:rsid w:val="004A078F"/>
    <w:rsid w:val="004A0BCC"/>
    <w:rsid w:val="004A0E0E"/>
    <w:rsid w:val="004A15AD"/>
    <w:rsid w:val="004A18DB"/>
    <w:rsid w:val="004A23DB"/>
    <w:rsid w:val="004A2417"/>
    <w:rsid w:val="004A2836"/>
    <w:rsid w:val="004A2ED1"/>
    <w:rsid w:val="004A3310"/>
    <w:rsid w:val="004A36D7"/>
    <w:rsid w:val="004A36FA"/>
    <w:rsid w:val="004A3BE7"/>
    <w:rsid w:val="004A3C1C"/>
    <w:rsid w:val="004A512E"/>
    <w:rsid w:val="004A514E"/>
    <w:rsid w:val="004A5594"/>
    <w:rsid w:val="004A5625"/>
    <w:rsid w:val="004A5C31"/>
    <w:rsid w:val="004A627B"/>
    <w:rsid w:val="004A63EA"/>
    <w:rsid w:val="004A65F4"/>
    <w:rsid w:val="004A6749"/>
    <w:rsid w:val="004A69AF"/>
    <w:rsid w:val="004A6B30"/>
    <w:rsid w:val="004A6F8B"/>
    <w:rsid w:val="004A771C"/>
    <w:rsid w:val="004A7BEE"/>
    <w:rsid w:val="004A7E13"/>
    <w:rsid w:val="004B0261"/>
    <w:rsid w:val="004B02D1"/>
    <w:rsid w:val="004B0427"/>
    <w:rsid w:val="004B08D0"/>
    <w:rsid w:val="004B0B3B"/>
    <w:rsid w:val="004B1220"/>
    <w:rsid w:val="004B1226"/>
    <w:rsid w:val="004B14BA"/>
    <w:rsid w:val="004B1F1C"/>
    <w:rsid w:val="004B2307"/>
    <w:rsid w:val="004B2982"/>
    <w:rsid w:val="004B2CE9"/>
    <w:rsid w:val="004B32CB"/>
    <w:rsid w:val="004B3C2E"/>
    <w:rsid w:val="004B43A9"/>
    <w:rsid w:val="004B44C7"/>
    <w:rsid w:val="004B4AAC"/>
    <w:rsid w:val="004B4EDB"/>
    <w:rsid w:val="004B4F90"/>
    <w:rsid w:val="004B524B"/>
    <w:rsid w:val="004B568B"/>
    <w:rsid w:val="004B5751"/>
    <w:rsid w:val="004B5B46"/>
    <w:rsid w:val="004B5BE0"/>
    <w:rsid w:val="004B5C90"/>
    <w:rsid w:val="004B5DB6"/>
    <w:rsid w:val="004B5EC5"/>
    <w:rsid w:val="004B60B2"/>
    <w:rsid w:val="004B61EC"/>
    <w:rsid w:val="004B65E7"/>
    <w:rsid w:val="004B67EF"/>
    <w:rsid w:val="004B7386"/>
    <w:rsid w:val="004B7651"/>
    <w:rsid w:val="004B7C40"/>
    <w:rsid w:val="004B7C67"/>
    <w:rsid w:val="004B7CC3"/>
    <w:rsid w:val="004C0243"/>
    <w:rsid w:val="004C039F"/>
    <w:rsid w:val="004C05B7"/>
    <w:rsid w:val="004C0989"/>
    <w:rsid w:val="004C0AFC"/>
    <w:rsid w:val="004C0B3F"/>
    <w:rsid w:val="004C0B85"/>
    <w:rsid w:val="004C0FC1"/>
    <w:rsid w:val="004C16B8"/>
    <w:rsid w:val="004C1B7A"/>
    <w:rsid w:val="004C1FFA"/>
    <w:rsid w:val="004C2E4D"/>
    <w:rsid w:val="004C2F13"/>
    <w:rsid w:val="004C3111"/>
    <w:rsid w:val="004C31A9"/>
    <w:rsid w:val="004C354C"/>
    <w:rsid w:val="004C4293"/>
    <w:rsid w:val="004C4453"/>
    <w:rsid w:val="004C4785"/>
    <w:rsid w:val="004C5B45"/>
    <w:rsid w:val="004C5FE7"/>
    <w:rsid w:val="004C6D11"/>
    <w:rsid w:val="004C71C7"/>
    <w:rsid w:val="004C73D4"/>
    <w:rsid w:val="004C7787"/>
    <w:rsid w:val="004C77E8"/>
    <w:rsid w:val="004C7853"/>
    <w:rsid w:val="004C7CA8"/>
    <w:rsid w:val="004C7F33"/>
    <w:rsid w:val="004D0144"/>
    <w:rsid w:val="004D08C8"/>
    <w:rsid w:val="004D0C4B"/>
    <w:rsid w:val="004D0D68"/>
    <w:rsid w:val="004D0FF3"/>
    <w:rsid w:val="004D1563"/>
    <w:rsid w:val="004D1586"/>
    <w:rsid w:val="004D18B1"/>
    <w:rsid w:val="004D1913"/>
    <w:rsid w:val="004D1B88"/>
    <w:rsid w:val="004D1C5A"/>
    <w:rsid w:val="004D1F0F"/>
    <w:rsid w:val="004D22A5"/>
    <w:rsid w:val="004D2529"/>
    <w:rsid w:val="004D2E88"/>
    <w:rsid w:val="004D3017"/>
    <w:rsid w:val="004D30B3"/>
    <w:rsid w:val="004D31E2"/>
    <w:rsid w:val="004D3CE6"/>
    <w:rsid w:val="004D3D82"/>
    <w:rsid w:val="004D3E2E"/>
    <w:rsid w:val="004D3FD8"/>
    <w:rsid w:val="004D45BD"/>
    <w:rsid w:val="004D46B8"/>
    <w:rsid w:val="004D4DCC"/>
    <w:rsid w:val="004D4F54"/>
    <w:rsid w:val="004D5839"/>
    <w:rsid w:val="004D5D69"/>
    <w:rsid w:val="004D6855"/>
    <w:rsid w:val="004D7015"/>
    <w:rsid w:val="004D73E3"/>
    <w:rsid w:val="004D7691"/>
    <w:rsid w:val="004D76E6"/>
    <w:rsid w:val="004D7E1D"/>
    <w:rsid w:val="004D7FB0"/>
    <w:rsid w:val="004E03A5"/>
    <w:rsid w:val="004E04C6"/>
    <w:rsid w:val="004E0A73"/>
    <w:rsid w:val="004E0D7B"/>
    <w:rsid w:val="004E0F0A"/>
    <w:rsid w:val="004E0F6E"/>
    <w:rsid w:val="004E12E1"/>
    <w:rsid w:val="004E195F"/>
    <w:rsid w:val="004E19C0"/>
    <w:rsid w:val="004E1E22"/>
    <w:rsid w:val="004E1E38"/>
    <w:rsid w:val="004E215A"/>
    <w:rsid w:val="004E2804"/>
    <w:rsid w:val="004E2D76"/>
    <w:rsid w:val="004E329F"/>
    <w:rsid w:val="004E32E1"/>
    <w:rsid w:val="004E356F"/>
    <w:rsid w:val="004E3C6D"/>
    <w:rsid w:val="004E40C0"/>
    <w:rsid w:val="004E41F9"/>
    <w:rsid w:val="004E41FE"/>
    <w:rsid w:val="004E4509"/>
    <w:rsid w:val="004E45E4"/>
    <w:rsid w:val="004E4919"/>
    <w:rsid w:val="004E4DA1"/>
    <w:rsid w:val="004E5178"/>
    <w:rsid w:val="004E5BDA"/>
    <w:rsid w:val="004E5FC3"/>
    <w:rsid w:val="004E6D9C"/>
    <w:rsid w:val="004E6DAF"/>
    <w:rsid w:val="004E72BB"/>
    <w:rsid w:val="004E75AF"/>
    <w:rsid w:val="004E75B1"/>
    <w:rsid w:val="004E76A6"/>
    <w:rsid w:val="004E7916"/>
    <w:rsid w:val="004E7D2B"/>
    <w:rsid w:val="004F045E"/>
    <w:rsid w:val="004F0E76"/>
    <w:rsid w:val="004F12ED"/>
    <w:rsid w:val="004F143D"/>
    <w:rsid w:val="004F1EAD"/>
    <w:rsid w:val="004F20E6"/>
    <w:rsid w:val="004F2770"/>
    <w:rsid w:val="004F2C3D"/>
    <w:rsid w:val="004F2CA9"/>
    <w:rsid w:val="004F31FF"/>
    <w:rsid w:val="004F36B2"/>
    <w:rsid w:val="004F3716"/>
    <w:rsid w:val="004F3834"/>
    <w:rsid w:val="004F40E3"/>
    <w:rsid w:val="004F4214"/>
    <w:rsid w:val="004F44F6"/>
    <w:rsid w:val="004F46A3"/>
    <w:rsid w:val="004F49FF"/>
    <w:rsid w:val="004F4E37"/>
    <w:rsid w:val="004F500C"/>
    <w:rsid w:val="004F50AF"/>
    <w:rsid w:val="004F51B8"/>
    <w:rsid w:val="004F56D3"/>
    <w:rsid w:val="004F5915"/>
    <w:rsid w:val="004F597E"/>
    <w:rsid w:val="004F59D0"/>
    <w:rsid w:val="004F5C62"/>
    <w:rsid w:val="004F5E96"/>
    <w:rsid w:val="004F605E"/>
    <w:rsid w:val="004F6C2F"/>
    <w:rsid w:val="004F6ED6"/>
    <w:rsid w:val="004F6EDD"/>
    <w:rsid w:val="004F726E"/>
    <w:rsid w:val="004F75AB"/>
    <w:rsid w:val="004F7D62"/>
    <w:rsid w:val="0050015A"/>
    <w:rsid w:val="00500A2A"/>
    <w:rsid w:val="0050164C"/>
    <w:rsid w:val="00501AA0"/>
    <w:rsid w:val="00501C1C"/>
    <w:rsid w:val="005022A4"/>
    <w:rsid w:val="005022F9"/>
    <w:rsid w:val="0050231E"/>
    <w:rsid w:val="005023AC"/>
    <w:rsid w:val="00502BAE"/>
    <w:rsid w:val="00502DFD"/>
    <w:rsid w:val="00503269"/>
    <w:rsid w:val="00503502"/>
    <w:rsid w:val="00503904"/>
    <w:rsid w:val="005039D6"/>
    <w:rsid w:val="00504264"/>
    <w:rsid w:val="005043E0"/>
    <w:rsid w:val="005048B3"/>
    <w:rsid w:val="00504D35"/>
    <w:rsid w:val="00504F38"/>
    <w:rsid w:val="005053F0"/>
    <w:rsid w:val="00505999"/>
    <w:rsid w:val="00505EE3"/>
    <w:rsid w:val="005064B5"/>
    <w:rsid w:val="005066C9"/>
    <w:rsid w:val="00506B1C"/>
    <w:rsid w:val="00506BB1"/>
    <w:rsid w:val="00506CF1"/>
    <w:rsid w:val="00506F59"/>
    <w:rsid w:val="00507099"/>
    <w:rsid w:val="0050710F"/>
    <w:rsid w:val="005075EB"/>
    <w:rsid w:val="00507BEF"/>
    <w:rsid w:val="00507C1D"/>
    <w:rsid w:val="00507D3C"/>
    <w:rsid w:val="00510F28"/>
    <w:rsid w:val="0051120E"/>
    <w:rsid w:val="005115AC"/>
    <w:rsid w:val="0051176C"/>
    <w:rsid w:val="0051193D"/>
    <w:rsid w:val="00511F54"/>
    <w:rsid w:val="00512250"/>
    <w:rsid w:val="005131E4"/>
    <w:rsid w:val="005135EB"/>
    <w:rsid w:val="005138A0"/>
    <w:rsid w:val="00513E44"/>
    <w:rsid w:val="0051402C"/>
    <w:rsid w:val="005140CD"/>
    <w:rsid w:val="0051467B"/>
    <w:rsid w:val="00514D20"/>
    <w:rsid w:val="00514D9E"/>
    <w:rsid w:val="0051502E"/>
    <w:rsid w:val="0051506C"/>
    <w:rsid w:val="0051524D"/>
    <w:rsid w:val="00515682"/>
    <w:rsid w:val="005158C5"/>
    <w:rsid w:val="00515EF6"/>
    <w:rsid w:val="00515F03"/>
    <w:rsid w:val="00516429"/>
    <w:rsid w:val="00516461"/>
    <w:rsid w:val="0051655B"/>
    <w:rsid w:val="00516FD8"/>
    <w:rsid w:val="00517BDC"/>
    <w:rsid w:val="00517D19"/>
    <w:rsid w:val="005208A8"/>
    <w:rsid w:val="00520A44"/>
    <w:rsid w:val="00520C25"/>
    <w:rsid w:val="00520D47"/>
    <w:rsid w:val="00520F91"/>
    <w:rsid w:val="0052101F"/>
    <w:rsid w:val="0052171E"/>
    <w:rsid w:val="00521721"/>
    <w:rsid w:val="00521C55"/>
    <w:rsid w:val="00521FAD"/>
    <w:rsid w:val="00522482"/>
    <w:rsid w:val="005224D6"/>
    <w:rsid w:val="00522575"/>
    <w:rsid w:val="00522676"/>
    <w:rsid w:val="0052294F"/>
    <w:rsid w:val="00522E19"/>
    <w:rsid w:val="00523094"/>
    <w:rsid w:val="005231C7"/>
    <w:rsid w:val="00523514"/>
    <w:rsid w:val="005239A4"/>
    <w:rsid w:val="00523B19"/>
    <w:rsid w:val="00523D26"/>
    <w:rsid w:val="0052434F"/>
    <w:rsid w:val="005245E3"/>
    <w:rsid w:val="00524D6D"/>
    <w:rsid w:val="00525B08"/>
    <w:rsid w:val="00525D1D"/>
    <w:rsid w:val="00525E0D"/>
    <w:rsid w:val="0052600F"/>
    <w:rsid w:val="0052610B"/>
    <w:rsid w:val="00526868"/>
    <w:rsid w:val="00527723"/>
    <w:rsid w:val="00527B29"/>
    <w:rsid w:val="00527C16"/>
    <w:rsid w:val="00530052"/>
    <w:rsid w:val="005300FB"/>
    <w:rsid w:val="0053040F"/>
    <w:rsid w:val="00530A0A"/>
    <w:rsid w:val="00530A45"/>
    <w:rsid w:val="00530DCA"/>
    <w:rsid w:val="00531C9C"/>
    <w:rsid w:val="0053279C"/>
    <w:rsid w:val="005334DB"/>
    <w:rsid w:val="005337B0"/>
    <w:rsid w:val="00533C39"/>
    <w:rsid w:val="005340AD"/>
    <w:rsid w:val="00534381"/>
    <w:rsid w:val="00534828"/>
    <w:rsid w:val="00534B53"/>
    <w:rsid w:val="00534DCE"/>
    <w:rsid w:val="00535847"/>
    <w:rsid w:val="005358C0"/>
    <w:rsid w:val="00536005"/>
    <w:rsid w:val="0053674F"/>
    <w:rsid w:val="00536B4C"/>
    <w:rsid w:val="00536FB8"/>
    <w:rsid w:val="0053747C"/>
    <w:rsid w:val="0053790F"/>
    <w:rsid w:val="005379B0"/>
    <w:rsid w:val="00537B6E"/>
    <w:rsid w:val="00537E70"/>
    <w:rsid w:val="00540322"/>
    <w:rsid w:val="00540335"/>
    <w:rsid w:val="005404F9"/>
    <w:rsid w:val="00540530"/>
    <w:rsid w:val="0054086B"/>
    <w:rsid w:val="00540930"/>
    <w:rsid w:val="00540D01"/>
    <w:rsid w:val="0054112B"/>
    <w:rsid w:val="005416A5"/>
    <w:rsid w:val="00541A21"/>
    <w:rsid w:val="00541A98"/>
    <w:rsid w:val="00541CA5"/>
    <w:rsid w:val="00541E7A"/>
    <w:rsid w:val="005424EE"/>
    <w:rsid w:val="00542615"/>
    <w:rsid w:val="005427D4"/>
    <w:rsid w:val="00542A55"/>
    <w:rsid w:val="00542BC6"/>
    <w:rsid w:val="00542BDA"/>
    <w:rsid w:val="0054364C"/>
    <w:rsid w:val="00543657"/>
    <w:rsid w:val="00543823"/>
    <w:rsid w:val="005439EF"/>
    <w:rsid w:val="00544024"/>
    <w:rsid w:val="0054429A"/>
    <w:rsid w:val="00544402"/>
    <w:rsid w:val="00544417"/>
    <w:rsid w:val="00544730"/>
    <w:rsid w:val="00544A52"/>
    <w:rsid w:val="00544DBF"/>
    <w:rsid w:val="00544FC1"/>
    <w:rsid w:val="00545250"/>
    <w:rsid w:val="00545400"/>
    <w:rsid w:val="005467BF"/>
    <w:rsid w:val="00546E6B"/>
    <w:rsid w:val="00546FEE"/>
    <w:rsid w:val="00547293"/>
    <w:rsid w:val="00547334"/>
    <w:rsid w:val="00547580"/>
    <w:rsid w:val="0055011C"/>
    <w:rsid w:val="0055051C"/>
    <w:rsid w:val="00550CCA"/>
    <w:rsid w:val="005512AE"/>
    <w:rsid w:val="00551412"/>
    <w:rsid w:val="0055143F"/>
    <w:rsid w:val="0055153F"/>
    <w:rsid w:val="0055184D"/>
    <w:rsid w:val="00551BE7"/>
    <w:rsid w:val="00552222"/>
    <w:rsid w:val="00552CF7"/>
    <w:rsid w:val="00552DB6"/>
    <w:rsid w:val="00552EA9"/>
    <w:rsid w:val="00552FF3"/>
    <w:rsid w:val="005535D0"/>
    <w:rsid w:val="0055365B"/>
    <w:rsid w:val="0055368D"/>
    <w:rsid w:val="005537D0"/>
    <w:rsid w:val="00553A27"/>
    <w:rsid w:val="00553B41"/>
    <w:rsid w:val="00553B53"/>
    <w:rsid w:val="00553DEF"/>
    <w:rsid w:val="00553E4F"/>
    <w:rsid w:val="0055431C"/>
    <w:rsid w:val="005546F1"/>
    <w:rsid w:val="00554CE6"/>
    <w:rsid w:val="005552B9"/>
    <w:rsid w:val="005552F6"/>
    <w:rsid w:val="005554A2"/>
    <w:rsid w:val="005554A8"/>
    <w:rsid w:val="005555C3"/>
    <w:rsid w:val="0055560A"/>
    <w:rsid w:val="00555937"/>
    <w:rsid w:val="0055594F"/>
    <w:rsid w:val="00555A65"/>
    <w:rsid w:val="00555EE3"/>
    <w:rsid w:val="00556404"/>
    <w:rsid w:val="0055663B"/>
    <w:rsid w:val="005567DC"/>
    <w:rsid w:val="00556CC3"/>
    <w:rsid w:val="00556D61"/>
    <w:rsid w:val="0055719B"/>
    <w:rsid w:val="00560328"/>
    <w:rsid w:val="005603BF"/>
    <w:rsid w:val="005605CB"/>
    <w:rsid w:val="00560718"/>
    <w:rsid w:val="00560754"/>
    <w:rsid w:val="0056095D"/>
    <w:rsid w:val="005609E5"/>
    <w:rsid w:val="00560AB9"/>
    <w:rsid w:val="00560FCE"/>
    <w:rsid w:val="00561121"/>
    <w:rsid w:val="00561367"/>
    <w:rsid w:val="00561421"/>
    <w:rsid w:val="005615FD"/>
    <w:rsid w:val="00561AEE"/>
    <w:rsid w:val="00561DAF"/>
    <w:rsid w:val="00561FC4"/>
    <w:rsid w:val="00562258"/>
    <w:rsid w:val="005622D9"/>
    <w:rsid w:val="0056232E"/>
    <w:rsid w:val="00562488"/>
    <w:rsid w:val="005626FE"/>
    <w:rsid w:val="00562FB1"/>
    <w:rsid w:val="0056303F"/>
    <w:rsid w:val="00563196"/>
    <w:rsid w:val="005631A6"/>
    <w:rsid w:val="005633EB"/>
    <w:rsid w:val="0056397E"/>
    <w:rsid w:val="00564053"/>
    <w:rsid w:val="00564475"/>
    <w:rsid w:val="00564628"/>
    <w:rsid w:val="00564B75"/>
    <w:rsid w:val="00564F48"/>
    <w:rsid w:val="00564FEE"/>
    <w:rsid w:val="005656F6"/>
    <w:rsid w:val="005657CA"/>
    <w:rsid w:val="00565C39"/>
    <w:rsid w:val="00565DC2"/>
    <w:rsid w:val="00566D94"/>
    <w:rsid w:val="00566F8E"/>
    <w:rsid w:val="0056795C"/>
    <w:rsid w:val="00567D88"/>
    <w:rsid w:val="00570111"/>
    <w:rsid w:val="00570DAF"/>
    <w:rsid w:val="0057105E"/>
    <w:rsid w:val="005712B7"/>
    <w:rsid w:val="00571EF5"/>
    <w:rsid w:val="00573A49"/>
    <w:rsid w:val="00574013"/>
    <w:rsid w:val="00574528"/>
    <w:rsid w:val="0057560B"/>
    <w:rsid w:val="00575B17"/>
    <w:rsid w:val="00575F42"/>
    <w:rsid w:val="00575FAA"/>
    <w:rsid w:val="005767B6"/>
    <w:rsid w:val="00576F2C"/>
    <w:rsid w:val="005775B4"/>
    <w:rsid w:val="005775E7"/>
    <w:rsid w:val="00577791"/>
    <w:rsid w:val="005779F8"/>
    <w:rsid w:val="00577BA9"/>
    <w:rsid w:val="00577C5B"/>
    <w:rsid w:val="00577EED"/>
    <w:rsid w:val="00580071"/>
    <w:rsid w:val="00580281"/>
    <w:rsid w:val="0058030D"/>
    <w:rsid w:val="0058035B"/>
    <w:rsid w:val="00580A9B"/>
    <w:rsid w:val="00581D1F"/>
    <w:rsid w:val="00582E23"/>
    <w:rsid w:val="00582FC3"/>
    <w:rsid w:val="005839AB"/>
    <w:rsid w:val="00583CAE"/>
    <w:rsid w:val="005841AF"/>
    <w:rsid w:val="00584C41"/>
    <w:rsid w:val="00585773"/>
    <w:rsid w:val="005858BF"/>
    <w:rsid w:val="00586176"/>
    <w:rsid w:val="0058621B"/>
    <w:rsid w:val="00586913"/>
    <w:rsid w:val="00586A09"/>
    <w:rsid w:val="00586F14"/>
    <w:rsid w:val="00586F46"/>
    <w:rsid w:val="005874DD"/>
    <w:rsid w:val="00587926"/>
    <w:rsid w:val="00587E66"/>
    <w:rsid w:val="005902F3"/>
    <w:rsid w:val="0059035E"/>
    <w:rsid w:val="00590711"/>
    <w:rsid w:val="005907A4"/>
    <w:rsid w:val="00590885"/>
    <w:rsid w:val="005913C2"/>
    <w:rsid w:val="0059170E"/>
    <w:rsid w:val="00591AF2"/>
    <w:rsid w:val="00591CD9"/>
    <w:rsid w:val="005927D2"/>
    <w:rsid w:val="00592D2E"/>
    <w:rsid w:val="00592DEB"/>
    <w:rsid w:val="0059336A"/>
    <w:rsid w:val="005935BE"/>
    <w:rsid w:val="00593AFA"/>
    <w:rsid w:val="00594032"/>
    <w:rsid w:val="00594430"/>
    <w:rsid w:val="00594707"/>
    <w:rsid w:val="00594833"/>
    <w:rsid w:val="00594ADA"/>
    <w:rsid w:val="00594CFB"/>
    <w:rsid w:val="0059575B"/>
    <w:rsid w:val="00595EFC"/>
    <w:rsid w:val="00596537"/>
    <w:rsid w:val="00596649"/>
    <w:rsid w:val="00596E14"/>
    <w:rsid w:val="0059749C"/>
    <w:rsid w:val="005977B7"/>
    <w:rsid w:val="00597870"/>
    <w:rsid w:val="005978AD"/>
    <w:rsid w:val="0059799B"/>
    <w:rsid w:val="00597D4E"/>
    <w:rsid w:val="005A01C4"/>
    <w:rsid w:val="005A07B3"/>
    <w:rsid w:val="005A091E"/>
    <w:rsid w:val="005A1CE2"/>
    <w:rsid w:val="005A1D03"/>
    <w:rsid w:val="005A2257"/>
    <w:rsid w:val="005A23E2"/>
    <w:rsid w:val="005A29DB"/>
    <w:rsid w:val="005A2D36"/>
    <w:rsid w:val="005A34B4"/>
    <w:rsid w:val="005A351D"/>
    <w:rsid w:val="005A3DBD"/>
    <w:rsid w:val="005A4402"/>
    <w:rsid w:val="005A47A8"/>
    <w:rsid w:val="005A48B5"/>
    <w:rsid w:val="005A4F10"/>
    <w:rsid w:val="005A5065"/>
    <w:rsid w:val="005A50DB"/>
    <w:rsid w:val="005A5754"/>
    <w:rsid w:val="005A5C18"/>
    <w:rsid w:val="005A66B3"/>
    <w:rsid w:val="005A6951"/>
    <w:rsid w:val="005A6AAC"/>
    <w:rsid w:val="005A6DC3"/>
    <w:rsid w:val="005A6E57"/>
    <w:rsid w:val="005A758F"/>
    <w:rsid w:val="005A77C5"/>
    <w:rsid w:val="005A79B3"/>
    <w:rsid w:val="005A7F1F"/>
    <w:rsid w:val="005B0127"/>
    <w:rsid w:val="005B0140"/>
    <w:rsid w:val="005B0455"/>
    <w:rsid w:val="005B0579"/>
    <w:rsid w:val="005B0666"/>
    <w:rsid w:val="005B0AD3"/>
    <w:rsid w:val="005B0D79"/>
    <w:rsid w:val="005B19BD"/>
    <w:rsid w:val="005B202E"/>
    <w:rsid w:val="005B2502"/>
    <w:rsid w:val="005B2791"/>
    <w:rsid w:val="005B2AB7"/>
    <w:rsid w:val="005B2B10"/>
    <w:rsid w:val="005B32FA"/>
    <w:rsid w:val="005B39A7"/>
    <w:rsid w:val="005B39B7"/>
    <w:rsid w:val="005B4FF4"/>
    <w:rsid w:val="005B5309"/>
    <w:rsid w:val="005B5469"/>
    <w:rsid w:val="005B552B"/>
    <w:rsid w:val="005B59B5"/>
    <w:rsid w:val="005B5AE9"/>
    <w:rsid w:val="005B5F7C"/>
    <w:rsid w:val="005B6041"/>
    <w:rsid w:val="005B6885"/>
    <w:rsid w:val="005B6B5F"/>
    <w:rsid w:val="005B6CCC"/>
    <w:rsid w:val="005B6EB1"/>
    <w:rsid w:val="005B6EB7"/>
    <w:rsid w:val="005B70D2"/>
    <w:rsid w:val="005B779E"/>
    <w:rsid w:val="005B7B71"/>
    <w:rsid w:val="005B7B78"/>
    <w:rsid w:val="005B7EDD"/>
    <w:rsid w:val="005C051E"/>
    <w:rsid w:val="005C0707"/>
    <w:rsid w:val="005C0757"/>
    <w:rsid w:val="005C07A2"/>
    <w:rsid w:val="005C14CC"/>
    <w:rsid w:val="005C1636"/>
    <w:rsid w:val="005C1B5D"/>
    <w:rsid w:val="005C1EDE"/>
    <w:rsid w:val="005C2317"/>
    <w:rsid w:val="005C2C41"/>
    <w:rsid w:val="005C2EE4"/>
    <w:rsid w:val="005C3231"/>
    <w:rsid w:val="005C35E7"/>
    <w:rsid w:val="005C39BD"/>
    <w:rsid w:val="005C3C39"/>
    <w:rsid w:val="005C41B8"/>
    <w:rsid w:val="005C4233"/>
    <w:rsid w:val="005C457C"/>
    <w:rsid w:val="005C492E"/>
    <w:rsid w:val="005C4B00"/>
    <w:rsid w:val="005C4D57"/>
    <w:rsid w:val="005C4E6E"/>
    <w:rsid w:val="005C571F"/>
    <w:rsid w:val="005C5745"/>
    <w:rsid w:val="005C57A5"/>
    <w:rsid w:val="005C5A6C"/>
    <w:rsid w:val="005C6145"/>
    <w:rsid w:val="005C6623"/>
    <w:rsid w:val="005C6880"/>
    <w:rsid w:val="005C68A4"/>
    <w:rsid w:val="005C6C84"/>
    <w:rsid w:val="005C73CA"/>
    <w:rsid w:val="005C7625"/>
    <w:rsid w:val="005C7A5B"/>
    <w:rsid w:val="005D0423"/>
    <w:rsid w:val="005D0D02"/>
    <w:rsid w:val="005D0D95"/>
    <w:rsid w:val="005D0DB5"/>
    <w:rsid w:val="005D0F99"/>
    <w:rsid w:val="005D12CF"/>
    <w:rsid w:val="005D1345"/>
    <w:rsid w:val="005D1BC1"/>
    <w:rsid w:val="005D1FD2"/>
    <w:rsid w:val="005D200A"/>
    <w:rsid w:val="005D2091"/>
    <w:rsid w:val="005D293A"/>
    <w:rsid w:val="005D2A61"/>
    <w:rsid w:val="005D2B02"/>
    <w:rsid w:val="005D2E3D"/>
    <w:rsid w:val="005D2FE2"/>
    <w:rsid w:val="005D321D"/>
    <w:rsid w:val="005D40B1"/>
    <w:rsid w:val="005D4528"/>
    <w:rsid w:val="005D45A4"/>
    <w:rsid w:val="005D4700"/>
    <w:rsid w:val="005D53B6"/>
    <w:rsid w:val="005D5604"/>
    <w:rsid w:val="005D5D22"/>
    <w:rsid w:val="005D5D9A"/>
    <w:rsid w:val="005D68ED"/>
    <w:rsid w:val="005D6A6B"/>
    <w:rsid w:val="005D6CE6"/>
    <w:rsid w:val="005D6F03"/>
    <w:rsid w:val="005D6F87"/>
    <w:rsid w:val="005D7797"/>
    <w:rsid w:val="005D784C"/>
    <w:rsid w:val="005D7B4C"/>
    <w:rsid w:val="005D7FC2"/>
    <w:rsid w:val="005E002A"/>
    <w:rsid w:val="005E037C"/>
    <w:rsid w:val="005E0D14"/>
    <w:rsid w:val="005E0F11"/>
    <w:rsid w:val="005E0F42"/>
    <w:rsid w:val="005E1532"/>
    <w:rsid w:val="005E1850"/>
    <w:rsid w:val="005E186F"/>
    <w:rsid w:val="005E18FC"/>
    <w:rsid w:val="005E1BC9"/>
    <w:rsid w:val="005E2340"/>
    <w:rsid w:val="005E2475"/>
    <w:rsid w:val="005E24FB"/>
    <w:rsid w:val="005E2CA4"/>
    <w:rsid w:val="005E2CB4"/>
    <w:rsid w:val="005E33AB"/>
    <w:rsid w:val="005E3A56"/>
    <w:rsid w:val="005E40FB"/>
    <w:rsid w:val="005E44E5"/>
    <w:rsid w:val="005E46F6"/>
    <w:rsid w:val="005E4853"/>
    <w:rsid w:val="005E4D7D"/>
    <w:rsid w:val="005E505B"/>
    <w:rsid w:val="005E519A"/>
    <w:rsid w:val="005E56EF"/>
    <w:rsid w:val="005E58D9"/>
    <w:rsid w:val="005E5959"/>
    <w:rsid w:val="005E5AB9"/>
    <w:rsid w:val="005E7750"/>
    <w:rsid w:val="005E77B9"/>
    <w:rsid w:val="005E79C2"/>
    <w:rsid w:val="005F00EB"/>
    <w:rsid w:val="005F0503"/>
    <w:rsid w:val="005F0734"/>
    <w:rsid w:val="005F0940"/>
    <w:rsid w:val="005F0C6E"/>
    <w:rsid w:val="005F13E8"/>
    <w:rsid w:val="005F1600"/>
    <w:rsid w:val="005F17F1"/>
    <w:rsid w:val="005F1804"/>
    <w:rsid w:val="005F1C2E"/>
    <w:rsid w:val="005F1F60"/>
    <w:rsid w:val="005F2103"/>
    <w:rsid w:val="005F2476"/>
    <w:rsid w:val="005F2765"/>
    <w:rsid w:val="005F2F4B"/>
    <w:rsid w:val="005F308D"/>
    <w:rsid w:val="005F35F4"/>
    <w:rsid w:val="005F38D8"/>
    <w:rsid w:val="005F3BF6"/>
    <w:rsid w:val="005F4864"/>
    <w:rsid w:val="005F4A80"/>
    <w:rsid w:val="005F4DC6"/>
    <w:rsid w:val="005F50E4"/>
    <w:rsid w:val="005F5CCE"/>
    <w:rsid w:val="005F5D1E"/>
    <w:rsid w:val="005F60BB"/>
    <w:rsid w:val="005F6ADE"/>
    <w:rsid w:val="005F6BE1"/>
    <w:rsid w:val="005F6ED9"/>
    <w:rsid w:val="005F72B8"/>
    <w:rsid w:val="005F76F4"/>
    <w:rsid w:val="005F782B"/>
    <w:rsid w:val="00600AE5"/>
    <w:rsid w:val="00600D15"/>
    <w:rsid w:val="00600FCC"/>
    <w:rsid w:val="00601A9F"/>
    <w:rsid w:val="006020D6"/>
    <w:rsid w:val="00602269"/>
    <w:rsid w:val="00602367"/>
    <w:rsid w:val="00602F02"/>
    <w:rsid w:val="00602F32"/>
    <w:rsid w:val="00602F80"/>
    <w:rsid w:val="00603177"/>
    <w:rsid w:val="006034E6"/>
    <w:rsid w:val="00603A66"/>
    <w:rsid w:val="00604021"/>
    <w:rsid w:val="0060481B"/>
    <w:rsid w:val="00604A49"/>
    <w:rsid w:val="006054A1"/>
    <w:rsid w:val="00605CEB"/>
    <w:rsid w:val="00606125"/>
    <w:rsid w:val="0060639B"/>
    <w:rsid w:val="00606A05"/>
    <w:rsid w:val="00607382"/>
    <w:rsid w:val="006074DA"/>
    <w:rsid w:val="00607546"/>
    <w:rsid w:val="00607823"/>
    <w:rsid w:val="00607F97"/>
    <w:rsid w:val="00610053"/>
    <w:rsid w:val="0061039C"/>
    <w:rsid w:val="006104F9"/>
    <w:rsid w:val="0061083F"/>
    <w:rsid w:val="00610BFB"/>
    <w:rsid w:val="00610FA2"/>
    <w:rsid w:val="00610FB9"/>
    <w:rsid w:val="006113C6"/>
    <w:rsid w:val="0061140F"/>
    <w:rsid w:val="006115DC"/>
    <w:rsid w:val="006117ED"/>
    <w:rsid w:val="00611820"/>
    <w:rsid w:val="00611CE4"/>
    <w:rsid w:val="006123F5"/>
    <w:rsid w:val="0061276F"/>
    <w:rsid w:val="006127B1"/>
    <w:rsid w:val="0061285D"/>
    <w:rsid w:val="00612BFE"/>
    <w:rsid w:val="00612E90"/>
    <w:rsid w:val="00612EBD"/>
    <w:rsid w:val="00613297"/>
    <w:rsid w:val="00613C7B"/>
    <w:rsid w:val="0061539C"/>
    <w:rsid w:val="00615563"/>
    <w:rsid w:val="00615875"/>
    <w:rsid w:val="00615BC1"/>
    <w:rsid w:val="00615CAE"/>
    <w:rsid w:val="00615D85"/>
    <w:rsid w:val="00615FCB"/>
    <w:rsid w:val="00616127"/>
    <w:rsid w:val="00616190"/>
    <w:rsid w:val="00616551"/>
    <w:rsid w:val="00616817"/>
    <w:rsid w:val="00616C91"/>
    <w:rsid w:val="00616D15"/>
    <w:rsid w:val="006174A9"/>
    <w:rsid w:val="00617A30"/>
    <w:rsid w:val="00617CF8"/>
    <w:rsid w:val="006200C6"/>
    <w:rsid w:val="006201D6"/>
    <w:rsid w:val="006205D9"/>
    <w:rsid w:val="00620F2D"/>
    <w:rsid w:val="00621064"/>
    <w:rsid w:val="00621A2A"/>
    <w:rsid w:val="00621A39"/>
    <w:rsid w:val="00621C1C"/>
    <w:rsid w:val="00621EFA"/>
    <w:rsid w:val="00621F33"/>
    <w:rsid w:val="006221F3"/>
    <w:rsid w:val="00622436"/>
    <w:rsid w:val="00622795"/>
    <w:rsid w:val="00622836"/>
    <w:rsid w:val="00622E86"/>
    <w:rsid w:val="00623037"/>
    <w:rsid w:val="0062323D"/>
    <w:rsid w:val="006233FD"/>
    <w:rsid w:val="00623467"/>
    <w:rsid w:val="006234C9"/>
    <w:rsid w:val="006236F9"/>
    <w:rsid w:val="00623951"/>
    <w:rsid w:val="00624048"/>
    <w:rsid w:val="0062407B"/>
    <w:rsid w:val="006241EF"/>
    <w:rsid w:val="0062476A"/>
    <w:rsid w:val="00625553"/>
    <w:rsid w:val="00625671"/>
    <w:rsid w:val="006256D9"/>
    <w:rsid w:val="00625849"/>
    <w:rsid w:val="006259F7"/>
    <w:rsid w:val="006262B9"/>
    <w:rsid w:val="00626639"/>
    <w:rsid w:val="00626671"/>
    <w:rsid w:val="006266E6"/>
    <w:rsid w:val="006269BD"/>
    <w:rsid w:val="00626EDC"/>
    <w:rsid w:val="006272D0"/>
    <w:rsid w:val="006277AE"/>
    <w:rsid w:val="0062783C"/>
    <w:rsid w:val="00627AF5"/>
    <w:rsid w:val="00627E26"/>
    <w:rsid w:val="00627FA1"/>
    <w:rsid w:val="00630232"/>
    <w:rsid w:val="0063030E"/>
    <w:rsid w:val="006306BF"/>
    <w:rsid w:val="00630834"/>
    <w:rsid w:val="00630937"/>
    <w:rsid w:val="0063093F"/>
    <w:rsid w:val="00630D32"/>
    <w:rsid w:val="00631118"/>
    <w:rsid w:val="0063124F"/>
    <w:rsid w:val="006319F4"/>
    <w:rsid w:val="00631DE2"/>
    <w:rsid w:val="00631F46"/>
    <w:rsid w:val="006321AE"/>
    <w:rsid w:val="0063287F"/>
    <w:rsid w:val="00632D9C"/>
    <w:rsid w:val="00632F07"/>
    <w:rsid w:val="00633B16"/>
    <w:rsid w:val="00633B84"/>
    <w:rsid w:val="00633C9C"/>
    <w:rsid w:val="00634328"/>
    <w:rsid w:val="00634520"/>
    <w:rsid w:val="00634B0E"/>
    <w:rsid w:val="006354EA"/>
    <w:rsid w:val="006356F7"/>
    <w:rsid w:val="00635BB2"/>
    <w:rsid w:val="00635EB2"/>
    <w:rsid w:val="00636012"/>
    <w:rsid w:val="00636298"/>
    <w:rsid w:val="006366F1"/>
    <w:rsid w:val="00637FB9"/>
    <w:rsid w:val="00637FF0"/>
    <w:rsid w:val="0064032C"/>
    <w:rsid w:val="0064033C"/>
    <w:rsid w:val="00640428"/>
    <w:rsid w:val="006407F5"/>
    <w:rsid w:val="00640F4C"/>
    <w:rsid w:val="00641478"/>
    <w:rsid w:val="006416E7"/>
    <w:rsid w:val="00641983"/>
    <w:rsid w:val="006426D8"/>
    <w:rsid w:val="006429A7"/>
    <w:rsid w:val="00643A32"/>
    <w:rsid w:val="00643E65"/>
    <w:rsid w:val="00644B88"/>
    <w:rsid w:val="00645243"/>
    <w:rsid w:val="00645910"/>
    <w:rsid w:val="00645D18"/>
    <w:rsid w:val="00645FEF"/>
    <w:rsid w:val="00646411"/>
    <w:rsid w:val="00646492"/>
    <w:rsid w:val="00646757"/>
    <w:rsid w:val="00646AB1"/>
    <w:rsid w:val="00646D4F"/>
    <w:rsid w:val="006470A3"/>
    <w:rsid w:val="006471EE"/>
    <w:rsid w:val="0064722E"/>
    <w:rsid w:val="006475E2"/>
    <w:rsid w:val="0064763A"/>
    <w:rsid w:val="00647E9D"/>
    <w:rsid w:val="006500B1"/>
    <w:rsid w:val="006503A6"/>
    <w:rsid w:val="006506C4"/>
    <w:rsid w:val="006506ED"/>
    <w:rsid w:val="00650767"/>
    <w:rsid w:val="00650A7C"/>
    <w:rsid w:val="00650F69"/>
    <w:rsid w:val="00651364"/>
    <w:rsid w:val="006518AA"/>
    <w:rsid w:val="00651A29"/>
    <w:rsid w:val="00651BFF"/>
    <w:rsid w:val="00652A7F"/>
    <w:rsid w:val="00652D48"/>
    <w:rsid w:val="00652E77"/>
    <w:rsid w:val="00652FBC"/>
    <w:rsid w:val="006530ED"/>
    <w:rsid w:val="00653496"/>
    <w:rsid w:val="00653698"/>
    <w:rsid w:val="00653A90"/>
    <w:rsid w:val="00653EFF"/>
    <w:rsid w:val="0065435C"/>
    <w:rsid w:val="0065436D"/>
    <w:rsid w:val="006543B7"/>
    <w:rsid w:val="00654486"/>
    <w:rsid w:val="00654798"/>
    <w:rsid w:val="0065508E"/>
    <w:rsid w:val="00655614"/>
    <w:rsid w:val="00655703"/>
    <w:rsid w:val="0065577B"/>
    <w:rsid w:val="00655BE4"/>
    <w:rsid w:val="00655EE2"/>
    <w:rsid w:val="00655FB5"/>
    <w:rsid w:val="006564DB"/>
    <w:rsid w:val="00656D53"/>
    <w:rsid w:val="00656D88"/>
    <w:rsid w:val="00656E64"/>
    <w:rsid w:val="00657071"/>
    <w:rsid w:val="00657822"/>
    <w:rsid w:val="00657E1C"/>
    <w:rsid w:val="00660016"/>
    <w:rsid w:val="006602E5"/>
    <w:rsid w:val="0066034A"/>
    <w:rsid w:val="0066075F"/>
    <w:rsid w:val="00660C9B"/>
    <w:rsid w:val="00660CCE"/>
    <w:rsid w:val="00660E96"/>
    <w:rsid w:val="006613E9"/>
    <w:rsid w:val="0066165E"/>
    <w:rsid w:val="0066172B"/>
    <w:rsid w:val="00661DEF"/>
    <w:rsid w:val="0066215B"/>
    <w:rsid w:val="006622EF"/>
    <w:rsid w:val="006623BC"/>
    <w:rsid w:val="006624D2"/>
    <w:rsid w:val="00662774"/>
    <w:rsid w:val="00662F6B"/>
    <w:rsid w:val="0066404F"/>
    <w:rsid w:val="006646C8"/>
    <w:rsid w:val="006646F6"/>
    <w:rsid w:val="00664A6A"/>
    <w:rsid w:val="00664B7D"/>
    <w:rsid w:val="00664C06"/>
    <w:rsid w:val="006650E8"/>
    <w:rsid w:val="00665103"/>
    <w:rsid w:val="0066525E"/>
    <w:rsid w:val="0066528A"/>
    <w:rsid w:val="0066537A"/>
    <w:rsid w:val="0066538B"/>
    <w:rsid w:val="006655E3"/>
    <w:rsid w:val="0066578F"/>
    <w:rsid w:val="00665EE2"/>
    <w:rsid w:val="00666C4C"/>
    <w:rsid w:val="00666D09"/>
    <w:rsid w:val="00666DBD"/>
    <w:rsid w:val="00666E5D"/>
    <w:rsid w:val="00666FE4"/>
    <w:rsid w:val="00667151"/>
    <w:rsid w:val="006673FC"/>
    <w:rsid w:val="006702B8"/>
    <w:rsid w:val="00670651"/>
    <w:rsid w:val="006709DC"/>
    <w:rsid w:val="00670BC3"/>
    <w:rsid w:val="00670F96"/>
    <w:rsid w:val="0067112B"/>
    <w:rsid w:val="00671363"/>
    <w:rsid w:val="006716A9"/>
    <w:rsid w:val="00671CFC"/>
    <w:rsid w:val="0067202D"/>
    <w:rsid w:val="0067225B"/>
    <w:rsid w:val="006723E5"/>
    <w:rsid w:val="006725B6"/>
    <w:rsid w:val="00672850"/>
    <w:rsid w:val="00673052"/>
    <w:rsid w:val="006732DB"/>
    <w:rsid w:val="00673498"/>
    <w:rsid w:val="006739C5"/>
    <w:rsid w:val="006739D6"/>
    <w:rsid w:val="00673A81"/>
    <w:rsid w:val="00674973"/>
    <w:rsid w:val="00674A1D"/>
    <w:rsid w:val="00674ADD"/>
    <w:rsid w:val="00674D8F"/>
    <w:rsid w:val="006756A7"/>
    <w:rsid w:val="00675D57"/>
    <w:rsid w:val="00676165"/>
    <w:rsid w:val="00676287"/>
    <w:rsid w:val="006765D4"/>
    <w:rsid w:val="006765FB"/>
    <w:rsid w:val="0067673F"/>
    <w:rsid w:val="00676C4D"/>
    <w:rsid w:val="00676D55"/>
    <w:rsid w:val="00680162"/>
    <w:rsid w:val="00680629"/>
    <w:rsid w:val="00680AC3"/>
    <w:rsid w:val="00680B7E"/>
    <w:rsid w:val="00680B8C"/>
    <w:rsid w:val="006815FA"/>
    <w:rsid w:val="00681B03"/>
    <w:rsid w:val="00681E1F"/>
    <w:rsid w:val="006821BF"/>
    <w:rsid w:val="0068245A"/>
    <w:rsid w:val="00682696"/>
    <w:rsid w:val="00682749"/>
    <w:rsid w:val="00682803"/>
    <w:rsid w:val="00683948"/>
    <w:rsid w:val="006840A7"/>
    <w:rsid w:val="00684294"/>
    <w:rsid w:val="0068496D"/>
    <w:rsid w:val="006849F2"/>
    <w:rsid w:val="00684C29"/>
    <w:rsid w:val="00685330"/>
    <w:rsid w:val="00685559"/>
    <w:rsid w:val="0068595D"/>
    <w:rsid w:val="00685D82"/>
    <w:rsid w:val="00685DB8"/>
    <w:rsid w:val="006860A2"/>
    <w:rsid w:val="006862CB"/>
    <w:rsid w:val="006871FA"/>
    <w:rsid w:val="00687B68"/>
    <w:rsid w:val="00687C41"/>
    <w:rsid w:val="00690328"/>
    <w:rsid w:val="0069067B"/>
    <w:rsid w:val="0069070D"/>
    <w:rsid w:val="0069071A"/>
    <w:rsid w:val="00690AD6"/>
    <w:rsid w:val="00690E64"/>
    <w:rsid w:val="00690E65"/>
    <w:rsid w:val="00691D56"/>
    <w:rsid w:val="00692654"/>
    <w:rsid w:val="00693023"/>
    <w:rsid w:val="00693924"/>
    <w:rsid w:val="00693CEB"/>
    <w:rsid w:val="006940DE"/>
    <w:rsid w:val="006945D4"/>
    <w:rsid w:val="00694663"/>
    <w:rsid w:val="00694852"/>
    <w:rsid w:val="006948C7"/>
    <w:rsid w:val="00694900"/>
    <w:rsid w:val="00694901"/>
    <w:rsid w:val="00694BB5"/>
    <w:rsid w:val="00694C8A"/>
    <w:rsid w:val="00694D81"/>
    <w:rsid w:val="006951F0"/>
    <w:rsid w:val="006954A3"/>
    <w:rsid w:val="006954C6"/>
    <w:rsid w:val="00697049"/>
    <w:rsid w:val="00697063"/>
    <w:rsid w:val="00697208"/>
    <w:rsid w:val="0069767D"/>
    <w:rsid w:val="00697953"/>
    <w:rsid w:val="00697F0B"/>
    <w:rsid w:val="006A0045"/>
    <w:rsid w:val="006A00F1"/>
    <w:rsid w:val="006A048A"/>
    <w:rsid w:val="006A0A23"/>
    <w:rsid w:val="006A0D0F"/>
    <w:rsid w:val="006A0E01"/>
    <w:rsid w:val="006A240F"/>
    <w:rsid w:val="006A2BEB"/>
    <w:rsid w:val="006A2D0D"/>
    <w:rsid w:val="006A2FF2"/>
    <w:rsid w:val="006A39EC"/>
    <w:rsid w:val="006A3B90"/>
    <w:rsid w:val="006A3BCB"/>
    <w:rsid w:val="006A4465"/>
    <w:rsid w:val="006A47B9"/>
    <w:rsid w:val="006A48DE"/>
    <w:rsid w:val="006A4B0C"/>
    <w:rsid w:val="006A4E85"/>
    <w:rsid w:val="006A5618"/>
    <w:rsid w:val="006A5AEF"/>
    <w:rsid w:val="006A6054"/>
    <w:rsid w:val="006A69B6"/>
    <w:rsid w:val="006A70C9"/>
    <w:rsid w:val="006A746A"/>
    <w:rsid w:val="006A7541"/>
    <w:rsid w:val="006A7675"/>
    <w:rsid w:val="006A7F6B"/>
    <w:rsid w:val="006A7FFA"/>
    <w:rsid w:val="006B007E"/>
    <w:rsid w:val="006B054C"/>
    <w:rsid w:val="006B0552"/>
    <w:rsid w:val="006B0683"/>
    <w:rsid w:val="006B075C"/>
    <w:rsid w:val="006B09AB"/>
    <w:rsid w:val="006B14DE"/>
    <w:rsid w:val="006B15BD"/>
    <w:rsid w:val="006B189A"/>
    <w:rsid w:val="006B1B7B"/>
    <w:rsid w:val="006B1C28"/>
    <w:rsid w:val="006B1D0D"/>
    <w:rsid w:val="006B22C2"/>
    <w:rsid w:val="006B2418"/>
    <w:rsid w:val="006B26D5"/>
    <w:rsid w:val="006B28A9"/>
    <w:rsid w:val="006B303A"/>
    <w:rsid w:val="006B3117"/>
    <w:rsid w:val="006B390A"/>
    <w:rsid w:val="006B42AD"/>
    <w:rsid w:val="006B46B3"/>
    <w:rsid w:val="006B47ED"/>
    <w:rsid w:val="006B4A63"/>
    <w:rsid w:val="006B4D9C"/>
    <w:rsid w:val="006B4DFA"/>
    <w:rsid w:val="006B4E18"/>
    <w:rsid w:val="006B56F0"/>
    <w:rsid w:val="006B61E3"/>
    <w:rsid w:val="006B66BB"/>
    <w:rsid w:val="006B66FF"/>
    <w:rsid w:val="006B6AA9"/>
    <w:rsid w:val="006B6B7D"/>
    <w:rsid w:val="006B6DDC"/>
    <w:rsid w:val="006B6EA7"/>
    <w:rsid w:val="006B7001"/>
    <w:rsid w:val="006B70E0"/>
    <w:rsid w:val="006B713A"/>
    <w:rsid w:val="006B71BA"/>
    <w:rsid w:val="006B7499"/>
    <w:rsid w:val="006B754F"/>
    <w:rsid w:val="006B787E"/>
    <w:rsid w:val="006B798F"/>
    <w:rsid w:val="006B7B9C"/>
    <w:rsid w:val="006C024C"/>
    <w:rsid w:val="006C02A7"/>
    <w:rsid w:val="006C044C"/>
    <w:rsid w:val="006C07F5"/>
    <w:rsid w:val="006C103E"/>
    <w:rsid w:val="006C14D6"/>
    <w:rsid w:val="006C1885"/>
    <w:rsid w:val="006C1AEB"/>
    <w:rsid w:val="006C1C31"/>
    <w:rsid w:val="006C2326"/>
    <w:rsid w:val="006C2886"/>
    <w:rsid w:val="006C290B"/>
    <w:rsid w:val="006C2D37"/>
    <w:rsid w:val="006C2E3E"/>
    <w:rsid w:val="006C3118"/>
    <w:rsid w:val="006C3421"/>
    <w:rsid w:val="006C3464"/>
    <w:rsid w:val="006C35B5"/>
    <w:rsid w:val="006C4118"/>
    <w:rsid w:val="006C4D1B"/>
    <w:rsid w:val="006C4D3C"/>
    <w:rsid w:val="006C4FFC"/>
    <w:rsid w:val="006C524A"/>
    <w:rsid w:val="006C5584"/>
    <w:rsid w:val="006C5EDC"/>
    <w:rsid w:val="006C5F83"/>
    <w:rsid w:val="006C5FAE"/>
    <w:rsid w:val="006C60A0"/>
    <w:rsid w:val="006C65F1"/>
    <w:rsid w:val="006C6E74"/>
    <w:rsid w:val="006C71F7"/>
    <w:rsid w:val="006C7526"/>
    <w:rsid w:val="006C75DA"/>
    <w:rsid w:val="006C79D2"/>
    <w:rsid w:val="006C7B17"/>
    <w:rsid w:val="006C7F5D"/>
    <w:rsid w:val="006D03FB"/>
    <w:rsid w:val="006D0AFC"/>
    <w:rsid w:val="006D0B05"/>
    <w:rsid w:val="006D1627"/>
    <w:rsid w:val="006D1A5E"/>
    <w:rsid w:val="006D1BC8"/>
    <w:rsid w:val="006D1C4C"/>
    <w:rsid w:val="006D1DC4"/>
    <w:rsid w:val="006D1FFA"/>
    <w:rsid w:val="006D2176"/>
    <w:rsid w:val="006D21E8"/>
    <w:rsid w:val="006D231A"/>
    <w:rsid w:val="006D236A"/>
    <w:rsid w:val="006D2721"/>
    <w:rsid w:val="006D2777"/>
    <w:rsid w:val="006D2F53"/>
    <w:rsid w:val="006D3418"/>
    <w:rsid w:val="006D4122"/>
    <w:rsid w:val="006D42BA"/>
    <w:rsid w:val="006D453F"/>
    <w:rsid w:val="006D4D04"/>
    <w:rsid w:val="006D4D63"/>
    <w:rsid w:val="006D4EC2"/>
    <w:rsid w:val="006D53E7"/>
    <w:rsid w:val="006D544A"/>
    <w:rsid w:val="006D5673"/>
    <w:rsid w:val="006D598F"/>
    <w:rsid w:val="006D5FC5"/>
    <w:rsid w:val="006D66C4"/>
    <w:rsid w:val="006D695E"/>
    <w:rsid w:val="006D6BDF"/>
    <w:rsid w:val="006D6CDB"/>
    <w:rsid w:val="006D70D6"/>
    <w:rsid w:val="006D76ED"/>
    <w:rsid w:val="006D7AA9"/>
    <w:rsid w:val="006D7AB9"/>
    <w:rsid w:val="006E00E8"/>
    <w:rsid w:val="006E048D"/>
    <w:rsid w:val="006E0E6E"/>
    <w:rsid w:val="006E18F0"/>
    <w:rsid w:val="006E19B5"/>
    <w:rsid w:val="006E1F5F"/>
    <w:rsid w:val="006E225C"/>
    <w:rsid w:val="006E2C43"/>
    <w:rsid w:val="006E3877"/>
    <w:rsid w:val="006E398A"/>
    <w:rsid w:val="006E3C9B"/>
    <w:rsid w:val="006E3CD4"/>
    <w:rsid w:val="006E4292"/>
    <w:rsid w:val="006E43C1"/>
    <w:rsid w:val="006E4BE4"/>
    <w:rsid w:val="006E54B8"/>
    <w:rsid w:val="006E601C"/>
    <w:rsid w:val="006E6126"/>
    <w:rsid w:val="006E614D"/>
    <w:rsid w:val="006E63F1"/>
    <w:rsid w:val="006E6410"/>
    <w:rsid w:val="006E64E9"/>
    <w:rsid w:val="006E69A0"/>
    <w:rsid w:val="006E6AE2"/>
    <w:rsid w:val="006E6E7A"/>
    <w:rsid w:val="006E70A0"/>
    <w:rsid w:val="006E7249"/>
    <w:rsid w:val="006E7293"/>
    <w:rsid w:val="006E7531"/>
    <w:rsid w:val="006E7A35"/>
    <w:rsid w:val="006E7D65"/>
    <w:rsid w:val="006E7D90"/>
    <w:rsid w:val="006E7F67"/>
    <w:rsid w:val="006F074C"/>
    <w:rsid w:val="006F09EB"/>
    <w:rsid w:val="006F0FFE"/>
    <w:rsid w:val="006F140A"/>
    <w:rsid w:val="006F1A5E"/>
    <w:rsid w:val="006F228E"/>
    <w:rsid w:val="006F24DC"/>
    <w:rsid w:val="006F254E"/>
    <w:rsid w:val="006F2686"/>
    <w:rsid w:val="006F2891"/>
    <w:rsid w:val="006F2F81"/>
    <w:rsid w:val="006F3096"/>
    <w:rsid w:val="006F3314"/>
    <w:rsid w:val="006F33E0"/>
    <w:rsid w:val="006F3732"/>
    <w:rsid w:val="006F3EA0"/>
    <w:rsid w:val="006F425B"/>
    <w:rsid w:val="006F4AEB"/>
    <w:rsid w:val="006F4F3F"/>
    <w:rsid w:val="006F5986"/>
    <w:rsid w:val="006F608E"/>
    <w:rsid w:val="006F6822"/>
    <w:rsid w:val="006F6C64"/>
    <w:rsid w:val="006F7016"/>
    <w:rsid w:val="006F787D"/>
    <w:rsid w:val="0070003C"/>
    <w:rsid w:val="00700325"/>
    <w:rsid w:val="00700393"/>
    <w:rsid w:val="00700E98"/>
    <w:rsid w:val="0070137F"/>
    <w:rsid w:val="0070161D"/>
    <w:rsid w:val="007017B3"/>
    <w:rsid w:val="007019EA"/>
    <w:rsid w:val="00702286"/>
    <w:rsid w:val="007022A0"/>
    <w:rsid w:val="007024A0"/>
    <w:rsid w:val="0070278E"/>
    <w:rsid w:val="00702E22"/>
    <w:rsid w:val="007033B6"/>
    <w:rsid w:val="007034E5"/>
    <w:rsid w:val="00703551"/>
    <w:rsid w:val="00703580"/>
    <w:rsid w:val="0070394E"/>
    <w:rsid w:val="00703C00"/>
    <w:rsid w:val="00703CEA"/>
    <w:rsid w:val="00703FA4"/>
    <w:rsid w:val="00704546"/>
    <w:rsid w:val="007053B5"/>
    <w:rsid w:val="00705669"/>
    <w:rsid w:val="007057EE"/>
    <w:rsid w:val="00705812"/>
    <w:rsid w:val="00706861"/>
    <w:rsid w:val="00706DC5"/>
    <w:rsid w:val="00706EA4"/>
    <w:rsid w:val="00707596"/>
    <w:rsid w:val="007076AE"/>
    <w:rsid w:val="007078DE"/>
    <w:rsid w:val="00707F6C"/>
    <w:rsid w:val="00710048"/>
    <w:rsid w:val="00710066"/>
    <w:rsid w:val="0071102F"/>
    <w:rsid w:val="007113CF"/>
    <w:rsid w:val="00711601"/>
    <w:rsid w:val="00711901"/>
    <w:rsid w:val="00711DD7"/>
    <w:rsid w:val="00712215"/>
    <w:rsid w:val="0071371E"/>
    <w:rsid w:val="00713DA0"/>
    <w:rsid w:val="007147C7"/>
    <w:rsid w:val="00714A2D"/>
    <w:rsid w:val="00714F95"/>
    <w:rsid w:val="007155CD"/>
    <w:rsid w:val="007157A3"/>
    <w:rsid w:val="00715A5D"/>
    <w:rsid w:val="00715B1C"/>
    <w:rsid w:val="00715DBB"/>
    <w:rsid w:val="00715E36"/>
    <w:rsid w:val="00716076"/>
    <w:rsid w:val="007163A9"/>
    <w:rsid w:val="007167D5"/>
    <w:rsid w:val="00716B11"/>
    <w:rsid w:val="00716B7B"/>
    <w:rsid w:val="00716C37"/>
    <w:rsid w:val="007170E9"/>
    <w:rsid w:val="00717163"/>
    <w:rsid w:val="00717269"/>
    <w:rsid w:val="0071730F"/>
    <w:rsid w:val="00717F3F"/>
    <w:rsid w:val="007202DB"/>
    <w:rsid w:val="007202FC"/>
    <w:rsid w:val="007205F5"/>
    <w:rsid w:val="00720816"/>
    <w:rsid w:val="0072160E"/>
    <w:rsid w:val="00721671"/>
    <w:rsid w:val="00721B29"/>
    <w:rsid w:val="00721BE6"/>
    <w:rsid w:val="00722097"/>
    <w:rsid w:val="0072209E"/>
    <w:rsid w:val="0072242D"/>
    <w:rsid w:val="00722577"/>
    <w:rsid w:val="00722AB2"/>
    <w:rsid w:val="00722BA6"/>
    <w:rsid w:val="00722ED5"/>
    <w:rsid w:val="007231B8"/>
    <w:rsid w:val="00723293"/>
    <w:rsid w:val="007232A8"/>
    <w:rsid w:val="00723396"/>
    <w:rsid w:val="0072345D"/>
    <w:rsid w:val="007234E5"/>
    <w:rsid w:val="00723A9B"/>
    <w:rsid w:val="00724199"/>
    <w:rsid w:val="007244A4"/>
    <w:rsid w:val="00724A12"/>
    <w:rsid w:val="007251E6"/>
    <w:rsid w:val="0072523E"/>
    <w:rsid w:val="00725421"/>
    <w:rsid w:val="00725736"/>
    <w:rsid w:val="00725767"/>
    <w:rsid w:val="00726603"/>
    <w:rsid w:val="00726CEA"/>
    <w:rsid w:val="00726FFD"/>
    <w:rsid w:val="00727576"/>
    <w:rsid w:val="00727888"/>
    <w:rsid w:val="007279D0"/>
    <w:rsid w:val="007279E5"/>
    <w:rsid w:val="00727A1D"/>
    <w:rsid w:val="007307FF"/>
    <w:rsid w:val="00730827"/>
    <w:rsid w:val="0073106D"/>
    <w:rsid w:val="007312B7"/>
    <w:rsid w:val="0073180E"/>
    <w:rsid w:val="00731C4E"/>
    <w:rsid w:val="0073224C"/>
    <w:rsid w:val="0073233A"/>
    <w:rsid w:val="007324C3"/>
    <w:rsid w:val="00732542"/>
    <w:rsid w:val="007329A4"/>
    <w:rsid w:val="00732D4E"/>
    <w:rsid w:val="00733233"/>
    <w:rsid w:val="007332B6"/>
    <w:rsid w:val="007334CA"/>
    <w:rsid w:val="007344A6"/>
    <w:rsid w:val="007346A7"/>
    <w:rsid w:val="00734976"/>
    <w:rsid w:val="0073499B"/>
    <w:rsid w:val="00734D31"/>
    <w:rsid w:val="00734EEB"/>
    <w:rsid w:val="00735657"/>
    <w:rsid w:val="00735C7A"/>
    <w:rsid w:val="00735E31"/>
    <w:rsid w:val="007365A6"/>
    <w:rsid w:val="007365C4"/>
    <w:rsid w:val="00736692"/>
    <w:rsid w:val="007367E7"/>
    <w:rsid w:val="00736A62"/>
    <w:rsid w:val="00736AE3"/>
    <w:rsid w:val="00736C7C"/>
    <w:rsid w:val="00736C92"/>
    <w:rsid w:val="00737862"/>
    <w:rsid w:val="00737F7A"/>
    <w:rsid w:val="00740260"/>
    <w:rsid w:val="007404F4"/>
    <w:rsid w:val="00740B00"/>
    <w:rsid w:val="00740D24"/>
    <w:rsid w:val="00740D57"/>
    <w:rsid w:val="00740DA6"/>
    <w:rsid w:val="00740EF4"/>
    <w:rsid w:val="007412D5"/>
    <w:rsid w:val="007413A1"/>
    <w:rsid w:val="0074156B"/>
    <w:rsid w:val="00741753"/>
    <w:rsid w:val="00741761"/>
    <w:rsid w:val="007419C6"/>
    <w:rsid w:val="00741C30"/>
    <w:rsid w:val="00741EF3"/>
    <w:rsid w:val="007423E8"/>
    <w:rsid w:val="0074293A"/>
    <w:rsid w:val="00742980"/>
    <w:rsid w:val="00742C61"/>
    <w:rsid w:val="00743440"/>
    <w:rsid w:val="007437C2"/>
    <w:rsid w:val="00743858"/>
    <w:rsid w:val="00743A53"/>
    <w:rsid w:val="00743C2E"/>
    <w:rsid w:val="007449DA"/>
    <w:rsid w:val="00745008"/>
    <w:rsid w:val="007450BE"/>
    <w:rsid w:val="007450D7"/>
    <w:rsid w:val="00745A08"/>
    <w:rsid w:val="00745EBD"/>
    <w:rsid w:val="007463AB"/>
    <w:rsid w:val="007469E2"/>
    <w:rsid w:val="00746DC1"/>
    <w:rsid w:val="007477D7"/>
    <w:rsid w:val="0074790E"/>
    <w:rsid w:val="00747B0E"/>
    <w:rsid w:val="00747CFE"/>
    <w:rsid w:val="00747D66"/>
    <w:rsid w:val="00747DF2"/>
    <w:rsid w:val="0075019B"/>
    <w:rsid w:val="00750495"/>
    <w:rsid w:val="007505B7"/>
    <w:rsid w:val="00750666"/>
    <w:rsid w:val="00750B4A"/>
    <w:rsid w:val="00750D4B"/>
    <w:rsid w:val="0075148F"/>
    <w:rsid w:val="007514C3"/>
    <w:rsid w:val="00751A3F"/>
    <w:rsid w:val="00751B57"/>
    <w:rsid w:val="00751BF9"/>
    <w:rsid w:val="00752BBE"/>
    <w:rsid w:val="00752CF1"/>
    <w:rsid w:val="00753D7A"/>
    <w:rsid w:val="0075400E"/>
    <w:rsid w:val="007543C9"/>
    <w:rsid w:val="00754F04"/>
    <w:rsid w:val="0075539B"/>
    <w:rsid w:val="007553DF"/>
    <w:rsid w:val="007555F0"/>
    <w:rsid w:val="007558B4"/>
    <w:rsid w:val="00755A49"/>
    <w:rsid w:val="00756511"/>
    <w:rsid w:val="0075667A"/>
    <w:rsid w:val="00756783"/>
    <w:rsid w:val="0075681F"/>
    <w:rsid w:val="00756E56"/>
    <w:rsid w:val="00756F2A"/>
    <w:rsid w:val="00756FBD"/>
    <w:rsid w:val="00757119"/>
    <w:rsid w:val="007578DC"/>
    <w:rsid w:val="0076035E"/>
    <w:rsid w:val="00760639"/>
    <w:rsid w:val="007608D1"/>
    <w:rsid w:val="00760CC1"/>
    <w:rsid w:val="00760EBE"/>
    <w:rsid w:val="00760F42"/>
    <w:rsid w:val="007610DF"/>
    <w:rsid w:val="00761FD7"/>
    <w:rsid w:val="0076217F"/>
    <w:rsid w:val="007623C1"/>
    <w:rsid w:val="00762426"/>
    <w:rsid w:val="007627F8"/>
    <w:rsid w:val="00762CBA"/>
    <w:rsid w:val="007632C4"/>
    <w:rsid w:val="00763A06"/>
    <w:rsid w:val="00763F8B"/>
    <w:rsid w:val="00764644"/>
    <w:rsid w:val="007648D1"/>
    <w:rsid w:val="007652C0"/>
    <w:rsid w:val="007658B9"/>
    <w:rsid w:val="00765BC9"/>
    <w:rsid w:val="007663F4"/>
    <w:rsid w:val="00766430"/>
    <w:rsid w:val="007665D2"/>
    <w:rsid w:val="007666B5"/>
    <w:rsid w:val="00766906"/>
    <w:rsid w:val="00766C14"/>
    <w:rsid w:val="00767A0E"/>
    <w:rsid w:val="00767ABF"/>
    <w:rsid w:val="00767BCA"/>
    <w:rsid w:val="00767F89"/>
    <w:rsid w:val="00770091"/>
    <w:rsid w:val="007702BA"/>
    <w:rsid w:val="0077080A"/>
    <w:rsid w:val="00770AD4"/>
    <w:rsid w:val="007712D3"/>
    <w:rsid w:val="007713C8"/>
    <w:rsid w:val="00771433"/>
    <w:rsid w:val="007715EB"/>
    <w:rsid w:val="00771C35"/>
    <w:rsid w:val="00771CB6"/>
    <w:rsid w:val="00771F9D"/>
    <w:rsid w:val="0077200E"/>
    <w:rsid w:val="007721F6"/>
    <w:rsid w:val="0077224A"/>
    <w:rsid w:val="00772360"/>
    <w:rsid w:val="00772F06"/>
    <w:rsid w:val="007753DE"/>
    <w:rsid w:val="00775432"/>
    <w:rsid w:val="007756DB"/>
    <w:rsid w:val="00775751"/>
    <w:rsid w:val="00775C51"/>
    <w:rsid w:val="007762C3"/>
    <w:rsid w:val="00776753"/>
    <w:rsid w:val="00776959"/>
    <w:rsid w:val="00776B55"/>
    <w:rsid w:val="007772D9"/>
    <w:rsid w:val="007776A1"/>
    <w:rsid w:val="007778CF"/>
    <w:rsid w:val="0078018D"/>
    <w:rsid w:val="00780983"/>
    <w:rsid w:val="00780D3B"/>
    <w:rsid w:val="00780E06"/>
    <w:rsid w:val="00781221"/>
    <w:rsid w:val="007814DA"/>
    <w:rsid w:val="00781622"/>
    <w:rsid w:val="007816D6"/>
    <w:rsid w:val="00781B96"/>
    <w:rsid w:val="00781E6F"/>
    <w:rsid w:val="0078245F"/>
    <w:rsid w:val="00782E35"/>
    <w:rsid w:val="00783343"/>
    <w:rsid w:val="00783CB4"/>
    <w:rsid w:val="00784013"/>
    <w:rsid w:val="007842DA"/>
    <w:rsid w:val="00784813"/>
    <w:rsid w:val="0078482F"/>
    <w:rsid w:val="007848B7"/>
    <w:rsid w:val="00784D81"/>
    <w:rsid w:val="007859D0"/>
    <w:rsid w:val="00785A5A"/>
    <w:rsid w:val="00785CAA"/>
    <w:rsid w:val="007860DD"/>
    <w:rsid w:val="00786BA5"/>
    <w:rsid w:val="00786EA2"/>
    <w:rsid w:val="0078702E"/>
    <w:rsid w:val="007872FF"/>
    <w:rsid w:val="00787982"/>
    <w:rsid w:val="00787BC7"/>
    <w:rsid w:val="00787C2C"/>
    <w:rsid w:val="007905F9"/>
    <w:rsid w:val="00790645"/>
    <w:rsid w:val="007907F4"/>
    <w:rsid w:val="00790915"/>
    <w:rsid w:val="00790BBD"/>
    <w:rsid w:val="00790C50"/>
    <w:rsid w:val="00790C6A"/>
    <w:rsid w:val="00791EE6"/>
    <w:rsid w:val="00791F30"/>
    <w:rsid w:val="00791FE5"/>
    <w:rsid w:val="007926D1"/>
    <w:rsid w:val="007929DC"/>
    <w:rsid w:val="00792EC7"/>
    <w:rsid w:val="007930E0"/>
    <w:rsid w:val="00793456"/>
    <w:rsid w:val="00793643"/>
    <w:rsid w:val="007936D9"/>
    <w:rsid w:val="00793F6B"/>
    <w:rsid w:val="00794B12"/>
    <w:rsid w:val="00794FDA"/>
    <w:rsid w:val="00795074"/>
    <w:rsid w:val="0079567D"/>
    <w:rsid w:val="007957D1"/>
    <w:rsid w:val="00795931"/>
    <w:rsid w:val="00796050"/>
    <w:rsid w:val="00796060"/>
    <w:rsid w:val="00796577"/>
    <w:rsid w:val="00797B43"/>
    <w:rsid w:val="007A03A1"/>
    <w:rsid w:val="007A06F0"/>
    <w:rsid w:val="007A081A"/>
    <w:rsid w:val="007A08AC"/>
    <w:rsid w:val="007A091B"/>
    <w:rsid w:val="007A0B99"/>
    <w:rsid w:val="007A0FB2"/>
    <w:rsid w:val="007A10AC"/>
    <w:rsid w:val="007A11F4"/>
    <w:rsid w:val="007A1316"/>
    <w:rsid w:val="007A17D6"/>
    <w:rsid w:val="007A19C6"/>
    <w:rsid w:val="007A22B3"/>
    <w:rsid w:val="007A2C75"/>
    <w:rsid w:val="007A2E36"/>
    <w:rsid w:val="007A30F7"/>
    <w:rsid w:val="007A3290"/>
    <w:rsid w:val="007A334E"/>
    <w:rsid w:val="007A346B"/>
    <w:rsid w:val="007A3951"/>
    <w:rsid w:val="007A3E2F"/>
    <w:rsid w:val="007A4AC5"/>
    <w:rsid w:val="007A4E67"/>
    <w:rsid w:val="007A5947"/>
    <w:rsid w:val="007A6646"/>
    <w:rsid w:val="007A6653"/>
    <w:rsid w:val="007A6D84"/>
    <w:rsid w:val="007A6F34"/>
    <w:rsid w:val="007A731A"/>
    <w:rsid w:val="007A74D2"/>
    <w:rsid w:val="007A7ABB"/>
    <w:rsid w:val="007A7B9B"/>
    <w:rsid w:val="007A7D21"/>
    <w:rsid w:val="007B00A2"/>
    <w:rsid w:val="007B0DC5"/>
    <w:rsid w:val="007B0F8B"/>
    <w:rsid w:val="007B16FC"/>
    <w:rsid w:val="007B1FAF"/>
    <w:rsid w:val="007B21FC"/>
    <w:rsid w:val="007B252F"/>
    <w:rsid w:val="007B291C"/>
    <w:rsid w:val="007B33F5"/>
    <w:rsid w:val="007B35FA"/>
    <w:rsid w:val="007B3606"/>
    <w:rsid w:val="007B3609"/>
    <w:rsid w:val="007B37A2"/>
    <w:rsid w:val="007B3822"/>
    <w:rsid w:val="007B3CEB"/>
    <w:rsid w:val="007B44DB"/>
    <w:rsid w:val="007B48E9"/>
    <w:rsid w:val="007B4A6F"/>
    <w:rsid w:val="007B5014"/>
    <w:rsid w:val="007B541A"/>
    <w:rsid w:val="007B54B9"/>
    <w:rsid w:val="007B5974"/>
    <w:rsid w:val="007B5A31"/>
    <w:rsid w:val="007B5BF0"/>
    <w:rsid w:val="007B6228"/>
    <w:rsid w:val="007B690D"/>
    <w:rsid w:val="007B6B85"/>
    <w:rsid w:val="007B7206"/>
    <w:rsid w:val="007B7430"/>
    <w:rsid w:val="007B7D65"/>
    <w:rsid w:val="007B7E25"/>
    <w:rsid w:val="007C008D"/>
    <w:rsid w:val="007C00FE"/>
    <w:rsid w:val="007C029A"/>
    <w:rsid w:val="007C06A6"/>
    <w:rsid w:val="007C0D26"/>
    <w:rsid w:val="007C1184"/>
    <w:rsid w:val="007C12D5"/>
    <w:rsid w:val="007C17CC"/>
    <w:rsid w:val="007C17E5"/>
    <w:rsid w:val="007C18E8"/>
    <w:rsid w:val="007C1DD9"/>
    <w:rsid w:val="007C22D5"/>
    <w:rsid w:val="007C2DD5"/>
    <w:rsid w:val="007C3289"/>
    <w:rsid w:val="007C3FD7"/>
    <w:rsid w:val="007C4421"/>
    <w:rsid w:val="007C456E"/>
    <w:rsid w:val="007C473B"/>
    <w:rsid w:val="007C4A9A"/>
    <w:rsid w:val="007C4C5F"/>
    <w:rsid w:val="007C510A"/>
    <w:rsid w:val="007C54BD"/>
    <w:rsid w:val="007C5C35"/>
    <w:rsid w:val="007C5C72"/>
    <w:rsid w:val="007C5D4C"/>
    <w:rsid w:val="007C6503"/>
    <w:rsid w:val="007C697C"/>
    <w:rsid w:val="007C6FCA"/>
    <w:rsid w:val="007C70D1"/>
    <w:rsid w:val="007C77AA"/>
    <w:rsid w:val="007C7FC3"/>
    <w:rsid w:val="007C7FF3"/>
    <w:rsid w:val="007D0813"/>
    <w:rsid w:val="007D0996"/>
    <w:rsid w:val="007D0E5F"/>
    <w:rsid w:val="007D108C"/>
    <w:rsid w:val="007D1629"/>
    <w:rsid w:val="007D1952"/>
    <w:rsid w:val="007D204F"/>
    <w:rsid w:val="007D2324"/>
    <w:rsid w:val="007D249F"/>
    <w:rsid w:val="007D2CE4"/>
    <w:rsid w:val="007D31CF"/>
    <w:rsid w:val="007D32E4"/>
    <w:rsid w:val="007D3423"/>
    <w:rsid w:val="007D359B"/>
    <w:rsid w:val="007D3653"/>
    <w:rsid w:val="007D3984"/>
    <w:rsid w:val="007D3A4C"/>
    <w:rsid w:val="007D3C54"/>
    <w:rsid w:val="007D4185"/>
    <w:rsid w:val="007D456D"/>
    <w:rsid w:val="007D4839"/>
    <w:rsid w:val="007D4A12"/>
    <w:rsid w:val="007D4BCD"/>
    <w:rsid w:val="007D4F90"/>
    <w:rsid w:val="007D532D"/>
    <w:rsid w:val="007D549A"/>
    <w:rsid w:val="007D5A51"/>
    <w:rsid w:val="007D60C3"/>
    <w:rsid w:val="007D64C0"/>
    <w:rsid w:val="007D64DF"/>
    <w:rsid w:val="007D672C"/>
    <w:rsid w:val="007D75AC"/>
    <w:rsid w:val="007D776B"/>
    <w:rsid w:val="007D78F9"/>
    <w:rsid w:val="007E04D8"/>
    <w:rsid w:val="007E04FE"/>
    <w:rsid w:val="007E0693"/>
    <w:rsid w:val="007E0BF3"/>
    <w:rsid w:val="007E0DDA"/>
    <w:rsid w:val="007E11E0"/>
    <w:rsid w:val="007E196F"/>
    <w:rsid w:val="007E198C"/>
    <w:rsid w:val="007E1EC3"/>
    <w:rsid w:val="007E209B"/>
    <w:rsid w:val="007E2234"/>
    <w:rsid w:val="007E2AD8"/>
    <w:rsid w:val="007E328B"/>
    <w:rsid w:val="007E3726"/>
    <w:rsid w:val="007E3B46"/>
    <w:rsid w:val="007E3BAC"/>
    <w:rsid w:val="007E4393"/>
    <w:rsid w:val="007E46D1"/>
    <w:rsid w:val="007E4A14"/>
    <w:rsid w:val="007E51EA"/>
    <w:rsid w:val="007E59C6"/>
    <w:rsid w:val="007E5E71"/>
    <w:rsid w:val="007E5F23"/>
    <w:rsid w:val="007E6BF8"/>
    <w:rsid w:val="007E7008"/>
    <w:rsid w:val="007E7B3A"/>
    <w:rsid w:val="007F02D8"/>
    <w:rsid w:val="007F045A"/>
    <w:rsid w:val="007F06F4"/>
    <w:rsid w:val="007F0C2A"/>
    <w:rsid w:val="007F0CB0"/>
    <w:rsid w:val="007F14BA"/>
    <w:rsid w:val="007F1A8F"/>
    <w:rsid w:val="007F1B05"/>
    <w:rsid w:val="007F1FB3"/>
    <w:rsid w:val="007F2478"/>
    <w:rsid w:val="007F268B"/>
    <w:rsid w:val="007F278E"/>
    <w:rsid w:val="007F2C2D"/>
    <w:rsid w:val="007F2D77"/>
    <w:rsid w:val="007F2F1E"/>
    <w:rsid w:val="007F31B9"/>
    <w:rsid w:val="007F3D9B"/>
    <w:rsid w:val="007F3E47"/>
    <w:rsid w:val="007F3FA6"/>
    <w:rsid w:val="007F408B"/>
    <w:rsid w:val="007F40B1"/>
    <w:rsid w:val="007F4397"/>
    <w:rsid w:val="007F48AF"/>
    <w:rsid w:val="007F4ABE"/>
    <w:rsid w:val="007F50DB"/>
    <w:rsid w:val="007F5A5D"/>
    <w:rsid w:val="007F5C11"/>
    <w:rsid w:val="007F5C4F"/>
    <w:rsid w:val="007F6D82"/>
    <w:rsid w:val="007F7011"/>
    <w:rsid w:val="007F7469"/>
    <w:rsid w:val="007F7A01"/>
    <w:rsid w:val="008000E8"/>
    <w:rsid w:val="0080010B"/>
    <w:rsid w:val="00800700"/>
    <w:rsid w:val="00800F31"/>
    <w:rsid w:val="00801036"/>
    <w:rsid w:val="0080112C"/>
    <w:rsid w:val="00801138"/>
    <w:rsid w:val="00801B00"/>
    <w:rsid w:val="008021DB"/>
    <w:rsid w:val="008022A0"/>
    <w:rsid w:val="008023F2"/>
    <w:rsid w:val="00802BB6"/>
    <w:rsid w:val="00802BBE"/>
    <w:rsid w:val="008033BA"/>
    <w:rsid w:val="00803970"/>
    <w:rsid w:val="008039BD"/>
    <w:rsid w:val="00803AFA"/>
    <w:rsid w:val="00803CF6"/>
    <w:rsid w:val="00803D48"/>
    <w:rsid w:val="008043AD"/>
    <w:rsid w:val="0080483F"/>
    <w:rsid w:val="008049BC"/>
    <w:rsid w:val="00804AD4"/>
    <w:rsid w:val="00804B62"/>
    <w:rsid w:val="00805043"/>
    <w:rsid w:val="0080596B"/>
    <w:rsid w:val="008060E8"/>
    <w:rsid w:val="00806196"/>
    <w:rsid w:val="00806381"/>
    <w:rsid w:val="00806715"/>
    <w:rsid w:val="008067D6"/>
    <w:rsid w:val="00806905"/>
    <w:rsid w:val="00806BAB"/>
    <w:rsid w:val="00806E8E"/>
    <w:rsid w:val="00807076"/>
    <w:rsid w:val="0080764F"/>
    <w:rsid w:val="008100C6"/>
    <w:rsid w:val="00810150"/>
    <w:rsid w:val="0081020F"/>
    <w:rsid w:val="00810294"/>
    <w:rsid w:val="008103DD"/>
    <w:rsid w:val="0081071F"/>
    <w:rsid w:val="0081096E"/>
    <w:rsid w:val="008109F8"/>
    <w:rsid w:val="00810A76"/>
    <w:rsid w:val="00810AE9"/>
    <w:rsid w:val="00810B40"/>
    <w:rsid w:val="00810F23"/>
    <w:rsid w:val="00811969"/>
    <w:rsid w:val="00812025"/>
    <w:rsid w:val="00812063"/>
    <w:rsid w:val="0081215D"/>
    <w:rsid w:val="00812850"/>
    <w:rsid w:val="00812E66"/>
    <w:rsid w:val="00812E75"/>
    <w:rsid w:val="00812EAF"/>
    <w:rsid w:val="008130A9"/>
    <w:rsid w:val="0081375F"/>
    <w:rsid w:val="008139A4"/>
    <w:rsid w:val="00813FEA"/>
    <w:rsid w:val="00814441"/>
    <w:rsid w:val="008145FA"/>
    <w:rsid w:val="008146BA"/>
    <w:rsid w:val="008148EA"/>
    <w:rsid w:val="008152FE"/>
    <w:rsid w:val="00816408"/>
    <w:rsid w:val="008168CF"/>
    <w:rsid w:val="00816B9E"/>
    <w:rsid w:val="00816DA8"/>
    <w:rsid w:val="008171E9"/>
    <w:rsid w:val="008177AF"/>
    <w:rsid w:val="00817ABD"/>
    <w:rsid w:val="00817C3A"/>
    <w:rsid w:val="00817DFD"/>
    <w:rsid w:val="00820596"/>
    <w:rsid w:val="00820812"/>
    <w:rsid w:val="00820DC9"/>
    <w:rsid w:val="00821172"/>
    <w:rsid w:val="008215BA"/>
    <w:rsid w:val="00821851"/>
    <w:rsid w:val="0082200C"/>
    <w:rsid w:val="00822019"/>
    <w:rsid w:val="00822206"/>
    <w:rsid w:val="008222F0"/>
    <w:rsid w:val="00822E50"/>
    <w:rsid w:val="0082387E"/>
    <w:rsid w:val="0082395C"/>
    <w:rsid w:val="008239F5"/>
    <w:rsid w:val="00823AA6"/>
    <w:rsid w:val="008241ED"/>
    <w:rsid w:val="0082428C"/>
    <w:rsid w:val="00824672"/>
    <w:rsid w:val="008247F9"/>
    <w:rsid w:val="00824B40"/>
    <w:rsid w:val="0082502C"/>
    <w:rsid w:val="00825294"/>
    <w:rsid w:val="00825455"/>
    <w:rsid w:val="00825E18"/>
    <w:rsid w:val="008264F0"/>
    <w:rsid w:val="0082669B"/>
    <w:rsid w:val="008267EC"/>
    <w:rsid w:val="00826F54"/>
    <w:rsid w:val="008274A7"/>
    <w:rsid w:val="0082777B"/>
    <w:rsid w:val="008279CA"/>
    <w:rsid w:val="00827C39"/>
    <w:rsid w:val="00827E71"/>
    <w:rsid w:val="00830038"/>
    <w:rsid w:val="008302A1"/>
    <w:rsid w:val="00830488"/>
    <w:rsid w:val="008304EF"/>
    <w:rsid w:val="00830739"/>
    <w:rsid w:val="00831A6F"/>
    <w:rsid w:val="00831AEC"/>
    <w:rsid w:val="00832B57"/>
    <w:rsid w:val="00832D00"/>
    <w:rsid w:val="0083333D"/>
    <w:rsid w:val="008333AE"/>
    <w:rsid w:val="008339FA"/>
    <w:rsid w:val="008341FF"/>
    <w:rsid w:val="0083427E"/>
    <w:rsid w:val="00834677"/>
    <w:rsid w:val="00834B49"/>
    <w:rsid w:val="00834E29"/>
    <w:rsid w:val="008353BE"/>
    <w:rsid w:val="00835543"/>
    <w:rsid w:val="00835B39"/>
    <w:rsid w:val="00836037"/>
    <w:rsid w:val="0083660E"/>
    <w:rsid w:val="00836788"/>
    <w:rsid w:val="00836FDE"/>
    <w:rsid w:val="00837082"/>
    <w:rsid w:val="008372BE"/>
    <w:rsid w:val="00840036"/>
    <w:rsid w:val="00840541"/>
    <w:rsid w:val="008406D1"/>
    <w:rsid w:val="00840D21"/>
    <w:rsid w:val="00841023"/>
    <w:rsid w:val="00841103"/>
    <w:rsid w:val="0084164B"/>
    <w:rsid w:val="00841725"/>
    <w:rsid w:val="00841CF8"/>
    <w:rsid w:val="00842827"/>
    <w:rsid w:val="008428AF"/>
    <w:rsid w:val="00842B12"/>
    <w:rsid w:val="00842CFF"/>
    <w:rsid w:val="00843053"/>
    <w:rsid w:val="008433BD"/>
    <w:rsid w:val="008433C9"/>
    <w:rsid w:val="0084373E"/>
    <w:rsid w:val="00844328"/>
    <w:rsid w:val="00844B28"/>
    <w:rsid w:val="00844B8C"/>
    <w:rsid w:val="00844F3A"/>
    <w:rsid w:val="00845919"/>
    <w:rsid w:val="00845B8F"/>
    <w:rsid w:val="00846669"/>
    <w:rsid w:val="008468E7"/>
    <w:rsid w:val="008469D8"/>
    <w:rsid w:val="00846DE1"/>
    <w:rsid w:val="00847509"/>
    <w:rsid w:val="008500FC"/>
    <w:rsid w:val="008501E2"/>
    <w:rsid w:val="00850269"/>
    <w:rsid w:val="0085027C"/>
    <w:rsid w:val="00850571"/>
    <w:rsid w:val="0085097C"/>
    <w:rsid w:val="00850AA0"/>
    <w:rsid w:val="00850B36"/>
    <w:rsid w:val="00850BB0"/>
    <w:rsid w:val="00851184"/>
    <w:rsid w:val="00851618"/>
    <w:rsid w:val="00851705"/>
    <w:rsid w:val="008518BE"/>
    <w:rsid w:val="008519C2"/>
    <w:rsid w:val="00851B74"/>
    <w:rsid w:val="00851D96"/>
    <w:rsid w:val="00852C1A"/>
    <w:rsid w:val="00852CFC"/>
    <w:rsid w:val="00853143"/>
    <w:rsid w:val="008531AB"/>
    <w:rsid w:val="0085335B"/>
    <w:rsid w:val="008534D2"/>
    <w:rsid w:val="008536C5"/>
    <w:rsid w:val="008537B9"/>
    <w:rsid w:val="0085392D"/>
    <w:rsid w:val="008540DA"/>
    <w:rsid w:val="00854954"/>
    <w:rsid w:val="00855509"/>
    <w:rsid w:val="0085584F"/>
    <w:rsid w:val="00855FD5"/>
    <w:rsid w:val="00856305"/>
    <w:rsid w:val="008568B3"/>
    <w:rsid w:val="00856A62"/>
    <w:rsid w:val="00856D8C"/>
    <w:rsid w:val="00856E0E"/>
    <w:rsid w:val="0085716F"/>
    <w:rsid w:val="008575C4"/>
    <w:rsid w:val="00857D19"/>
    <w:rsid w:val="00857EF2"/>
    <w:rsid w:val="0086009E"/>
    <w:rsid w:val="008603DF"/>
    <w:rsid w:val="008609C4"/>
    <w:rsid w:val="00860D60"/>
    <w:rsid w:val="00860FC0"/>
    <w:rsid w:val="00860FC8"/>
    <w:rsid w:val="00861484"/>
    <w:rsid w:val="008614EA"/>
    <w:rsid w:val="00861E0F"/>
    <w:rsid w:val="0086222C"/>
    <w:rsid w:val="00862C24"/>
    <w:rsid w:val="008631CD"/>
    <w:rsid w:val="00863491"/>
    <w:rsid w:val="008634D3"/>
    <w:rsid w:val="00863682"/>
    <w:rsid w:val="008637D8"/>
    <w:rsid w:val="0086456B"/>
    <w:rsid w:val="00864B7C"/>
    <w:rsid w:val="00864CDA"/>
    <w:rsid w:val="008650D6"/>
    <w:rsid w:val="00865166"/>
    <w:rsid w:val="008656ED"/>
    <w:rsid w:val="00865916"/>
    <w:rsid w:val="00865D1C"/>
    <w:rsid w:val="00866178"/>
    <w:rsid w:val="00866236"/>
    <w:rsid w:val="00866303"/>
    <w:rsid w:val="00866A8B"/>
    <w:rsid w:val="00866B8C"/>
    <w:rsid w:val="00866E24"/>
    <w:rsid w:val="00866E84"/>
    <w:rsid w:val="0086724A"/>
    <w:rsid w:val="00867B2C"/>
    <w:rsid w:val="008701BF"/>
    <w:rsid w:val="00870A55"/>
    <w:rsid w:val="00871970"/>
    <w:rsid w:val="0087248D"/>
    <w:rsid w:val="008725CC"/>
    <w:rsid w:val="008726D8"/>
    <w:rsid w:val="0087335B"/>
    <w:rsid w:val="00873979"/>
    <w:rsid w:val="00873A46"/>
    <w:rsid w:val="0087432C"/>
    <w:rsid w:val="00874510"/>
    <w:rsid w:val="0087472D"/>
    <w:rsid w:val="00874941"/>
    <w:rsid w:val="00874FA9"/>
    <w:rsid w:val="0087500C"/>
    <w:rsid w:val="00875BCE"/>
    <w:rsid w:val="00875C47"/>
    <w:rsid w:val="00875D5D"/>
    <w:rsid w:val="00876939"/>
    <w:rsid w:val="00876F8F"/>
    <w:rsid w:val="00877097"/>
    <w:rsid w:val="0087729C"/>
    <w:rsid w:val="008776AD"/>
    <w:rsid w:val="008802D6"/>
    <w:rsid w:val="00880543"/>
    <w:rsid w:val="00880701"/>
    <w:rsid w:val="008808E5"/>
    <w:rsid w:val="00880D8D"/>
    <w:rsid w:val="0088149E"/>
    <w:rsid w:val="008815CE"/>
    <w:rsid w:val="008819BA"/>
    <w:rsid w:val="00882046"/>
    <w:rsid w:val="008820B6"/>
    <w:rsid w:val="00882412"/>
    <w:rsid w:val="00882468"/>
    <w:rsid w:val="008827E3"/>
    <w:rsid w:val="008828FC"/>
    <w:rsid w:val="00882BEE"/>
    <w:rsid w:val="00882C44"/>
    <w:rsid w:val="00882CDE"/>
    <w:rsid w:val="008831BF"/>
    <w:rsid w:val="00883206"/>
    <w:rsid w:val="0088418B"/>
    <w:rsid w:val="008846A3"/>
    <w:rsid w:val="0088470A"/>
    <w:rsid w:val="00884B42"/>
    <w:rsid w:val="0088532E"/>
    <w:rsid w:val="00885348"/>
    <w:rsid w:val="00885376"/>
    <w:rsid w:val="00885696"/>
    <w:rsid w:val="00885756"/>
    <w:rsid w:val="00885B62"/>
    <w:rsid w:val="00885C68"/>
    <w:rsid w:val="00885D66"/>
    <w:rsid w:val="00885DBA"/>
    <w:rsid w:val="008860CA"/>
    <w:rsid w:val="00886842"/>
    <w:rsid w:val="00886AC0"/>
    <w:rsid w:val="00887349"/>
    <w:rsid w:val="00887450"/>
    <w:rsid w:val="008876FA"/>
    <w:rsid w:val="00887BE7"/>
    <w:rsid w:val="00887BF0"/>
    <w:rsid w:val="00887E49"/>
    <w:rsid w:val="00890040"/>
    <w:rsid w:val="008908E1"/>
    <w:rsid w:val="00890D6B"/>
    <w:rsid w:val="00891092"/>
    <w:rsid w:val="008911CD"/>
    <w:rsid w:val="0089129C"/>
    <w:rsid w:val="008914C0"/>
    <w:rsid w:val="00891A2F"/>
    <w:rsid w:val="00891A58"/>
    <w:rsid w:val="00891AE3"/>
    <w:rsid w:val="0089203C"/>
    <w:rsid w:val="0089234F"/>
    <w:rsid w:val="0089249C"/>
    <w:rsid w:val="008924DB"/>
    <w:rsid w:val="008925C0"/>
    <w:rsid w:val="008926FB"/>
    <w:rsid w:val="00893F83"/>
    <w:rsid w:val="008940C6"/>
    <w:rsid w:val="008941D9"/>
    <w:rsid w:val="0089426E"/>
    <w:rsid w:val="008949B0"/>
    <w:rsid w:val="008949BA"/>
    <w:rsid w:val="00894C12"/>
    <w:rsid w:val="00894FD4"/>
    <w:rsid w:val="008953AA"/>
    <w:rsid w:val="00895972"/>
    <w:rsid w:val="00895A6A"/>
    <w:rsid w:val="00895BFE"/>
    <w:rsid w:val="0089627A"/>
    <w:rsid w:val="008965D1"/>
    <w:rsid w:val="00896FB0"/>
    <w:rsid w:val="00897A10"/>
    <w:rsid w:val="008A00D0"/>
    <w:rsid w:val="008A037E"/>
    <w:rsid w:val="008A03CA"/>
    <w:rsid w:val="008A051E"/>
    <w:rsid w:val="008A0B57"/>
    <w:rsid w:val="008A11AD"/>
    <w:rsid w:val="008A150B"/>
    <w:rsid w:val="008A219A"/>
    <w:rsid w:val="008A22B6"/>
    <w:rsid w:val="008A25CE"/>
    <w:rsid w:val="008A2783"/>
    <w:rsid w:val="008A28E9"/>
    <w:rsid w:val="008A2E72"/>
    <w:rsid w:val="008A309C"/>
    <w:rsid w:val="008A387F"/>
    <w:rsid w:val="008A3980"/>
    <w:rsid w:val="008A3982"/>
    <w:rsid w:val="008A3B2C"/>
    <w:rsid w:val="008A3BF7"/>
    <w:rsid w:val="008A442C"/>
    <w:rsid w:val="008A480B"/>
    <w:rsid w:val="008A4B86"/>
    <w:rsid w:val="008A4BC6"/>
    <w:rsid w:val="008A4C08"/>
    <w:rsid w:val="008A5BB2"/>
    <w:rsid w:val="008A5C9D"/>
    <w:rsid w:val="008A5E3E"/>
    <w:rsid w:val="008A61DC"/>
    <w:rsid w:val="008A6357"/>
    <w:rsid w:val="008A6514"/>
    <w:rsid w:val="008A651E"/>
    <w:rsid w:val="008A77BD"/>
    <w:rsid w:val="008A791D"/>
    <w:rsid w:val="008A79F0"/>
    <w:rsid w:val="008A7B50"/>
    <w:rsid w:val="008A7D0E"/>
    <w:rsid w:val="008A7E57"/>
    <w:rsid w:val="008B043D"/>
    <w:rsid w:val="008B0546"/>
    <w:rsid w:val="008B05BB"/>
    <w:rsid w:val="008B0E72"/>
    <w:rsid w:val="008B158C"/>
    <w:rsid w:val="008B16F7"/>
    <w:rsid w:val="008B171F"/>
    <w:rsid w:val="008B1B7E"/>
    <w:rsid w:val="008B1EF1"/>
    <w:rsid w:val="008B2113"/>
    <w:rsid w:val="008B2958"/>
    <w:rsid w:val="008B2A2F"/>
    <w:rsid w:val="008B2A34"/>
    <w:rsid w:val="008B2B54"/>
    <w:rsid w:val="008B2EED"/>
    <w:rsid w:val="008B31BA"/>
    <w:rsid w:val="008B356F"/>
    <w:rsid w:val="008B3618"/>
    <w:rsid w:val="008B366B"/>
    <w:rsid w:val="008B3A87"/>
    <w:rsid w:val="008B3FE0"/>
    <w:rsid w:val="008B41B4"/>
    <w:rsid w:val="008B41C9"/>
    <w:rsid w:val="008B43E5"/>
    <w:rsid w:val="008B46D7"/>
    <w:rsid w:val="008B4D8F"/>
    <w:rsid w:val="008B548C"/>
    <w:rsid w:val="008B5E4F"/>
    <w:rsid w:val="008B5EBA"/>
    <w:rsid w:val="008B5FE8"/>
    <w:rsid w:val="008B6569"/>
    <w:rsid w:val="008B6930"/>
    <w:rsid w:val="008B6D89"/>
    <w:rsid w:val="008B7145"/>
    <w:rsid w:val="008B7308"/>
    <w:rsid w:val="008B7CE6"/>
    <w:rsid w:val="008C05EA"/>
    <w:rsid w:val="008C0A0D"/>
    <w:rsid w:val="008C0F0B"/>
    <w:rsid w:val="008C0F86"/>
    <w:rsid w:val="008C0FE8"/>
    <w:rsid w:val="008C12C0"/>
    <w:rsid w:val="008C1477"/>
    <w:rsid w:val="008C17D4"/>
    <w:rsid w:val="008C219E"/>
    <w:rsid w:val="008C299D"/>
    <w:rsid w:val="008C2EF3"/>
    <w:rsid w:val="008C3A06"/>
    <w:rsid w:val="008C3AFA"/>
    <w:rsid w:val="008C3B87"/>
    <w:rsid w:val="008C3D63"/>
    <w:rsid w:val="008C4875"/>
    <w:rsid w:val="008C489B"/>
    <w:rsid w:val="008C4986"/>
    <w:rsid w:val="008C4AB7"/>
    <w:rsid w:val="008C59C0"/>
    <w:rsid w:val="008C68A7"/>
    <w:rsid w:val="008C69BA"/>
    <w:rsid w:val="008C6B46"/>
    <w:rsid w:val="008C7EA6"/>
    <w:rsid w:val="008D110A"/>
    <w:rsid w:val="008D184E"/>
    <w:rsid w:val="008D1C69"/>
    <w:rsid w:val="008D1D78"/>
    <w:rsid w:val="008D24EE"/>
    <w:rsid w:val="008D2D0F"/>
    <w:rsid w:val="008D3C53"/>
    <w:rsid w:val="008D3D1C"/>
    <w:rsid w:val="008D3F5A"/>
    <w:rsid w:val="008D44F4"/>
    <w:rsid w:val="008D4B84"/>
    <w:rsid w:val="008D4DC7"/>
    <w:rsid w:val="008D50EC"/>
    <w:rsid w:val="008D52E3"/>
    <w:rsid w:val="008D55ED"/>
    <w:rsid w:val="008D58BF"/>
    <w:rsid w:val="008D58F8"/>
    <w:rsid w:val="008D5E4D"/>
    <w:rsid w:val="008D62E9"/>
    <w:rsid w:val="008D632E"/>
    <w:rsid w:val="008D63B2"/>
    <w:rsid w:val="008D665C"/>
    <w:rsid w:val="008D6A27"/>
    <w:rsid w:val="008D6A82"/>
    <w:rsid w:val="008D6FD3"/>
    <w:rsid w:val="008D70AF"/>
    <w:rsid w:val="008D70E3"/>
    <w:rsid w:val="008D7465"/>
    <w:rsid w:val="008D7CE5"/>
    <w:rsid w:val="008E0174"/>
    <w:rsid w:val="008E02C8"/>
    <w:rsid w:val="008E06F3"/>
    <w:rsid w:val="008E090D"/>
    <w:rsid w:val="008E0D36"/>
    <w:rsid w:val="008E0F1B"/>
    <w:rsid w:val="008E171C"/>
    <w:rsid w:val="008E1E14"/>
    <w:rsid w:val="008E2122"/>
    <w:rsid w:val="008E2A55"/>
    <w:rsid w:val="008E2D3B"/>
    <w:rsid w:val="008E2F36"/>
    <w:rsid w:val="008E2FCD"/>
    <w:rsid w:val="008E311F"/>
    <w:rsid w:val="008E3DBC"/>
    <w:rsid w:val="008E3EDD"/>
    <w:rsid w:val="008E40BD"/>
    <w:rsid w:val="008E4232"/>
    <w:rsid w:val="008E4436"/>
    <w:rsid w:val="008E4A69"/>
    <w:rsid w:val="008E4BC7"/>
    <w:rsid w:val="008E4E71"/>
    <w:rsid w:val="008E4FEC"/>
    <w:rsid w:val="008E519F"/>
    <w:rsid w:val="008E547B"/>
    <w:rsid w:val="008E5505"/>
    <w:rsid w:val="008E5901"/>
    <w:rsid w:val="008E5E06"/>
    <w:rsid w:val="008E6502"/>
    <w:rsid w:val="008E65DE"/>
    <w:rsid w:val="008E6D99"/>
    <w:rsid w:val="008E78B7"/>
    <w:rsid w:val="008F02D3"/>
    <w:rsid w:val="008F081F"/>
    <w:rsid w:val="008F0F5B"/>
    <w:rsid w:val="008F136B"/>
    <w:rsid w:val="008F14C6"/>
    <w:rsid w:val="008F14E1"/>
    <w:rsid w:val="008F14F8"/>
    <w:rsid w:val="008F16F8"/>
    <w:rsid w:val="008F192F"/>
    <w:rsid w:val="008F1ADB"/>
    <w:rsid w:val="008F2080"/>
    <w:rsid w:val="008F2683"/>
    <w:rsid w:val="008F270C"/>
    <w:rsid w:val="008F2C9E"/>
    <w:rsid w:val="008F2F22"/>
    <w:rsid w:val="008F2F3F"/>
    <w:rsid w:val="008F31D0"/>
    <w:rsid w:val="008F376F"/>
    <w:rsid w:val="008F37F7"/>
    <w:rsid w:val="008F3EE1"/>
    <w:rsid w:val="008F4125"/>
    <w:rsid w:val="008F46A3"/>
    <w:rsid w:val="008F4E5F"/>
    <w:rsid w:val="008F4E83"/>
    <w:rsid w:val="008F5269"/>
    <w:rsid w:val="008F5959"/>
    <w:rsid w:val="008F59F5"/>
    <w:rsid w:val="008F6C87"/>
    <w:rsid w:val="008F6DDD"/>
    <w:rsid w:val="008F7547"/>
    <w:rsid w:val="008F7BD8"/>
    <w:rsid w:val="00900630"/>
    <w:rsid w:val="00900905"/>
    <w:rsid w:val="009009E8"/>
    <w:rsid w:val="00900BE7"/>
    <w:rsid w:val="0090138E"/>
    <w:rsid w:val="00901CB3"/>
    <w:rsid w:val="00901D75"/>
    <w:rsid w:val="00902892"/>
    <w:rsid w:val="00902956"/>
    <w:rsid w:val="00902EE8"/>
    <w:rsid w:val="009030E5"/>
    <w:rsid w:val="00903672"/>
    <w:rsid w:val="00903DA4"/>
    <w:rsid w:val="00903F26"/>
    <w:rsid w:val="009043B2"/>
    <w:rsid w:val="00904739"/>
    <w:rsid w:val="009048AA"/>
    <w:rsid w:val="00904A11"/>
    <w:rsid w:val="00905471"/>
    <w:rsid w:val="00905483"/>
    <w:rsid w:val="009055BE"/>
    <w:rsid w:val="009055E0"/>
    <w:rsid w:val="00905B26"/>
    <w:rsid w:val="0090607A"/>
    <w:rsid w:val="009066A2"/>
    <w:rsid w:val="00906E9D"/>
    <w:rsid w:val="00907AF7"/>
    <w:rsid w:val="00907F99"/>
    <w:rsid w:val="009101DA"/>
    <w:rsid w:val="009105DE"/>
    <w:rsid w:val="00910AAC"/>
    <w:rsid w:val="00910D76"/>
    <w:rsid w:val="00911652"/>
    <w:rsid w:val="0091175A"/>
    <w:rsid w:val="00911999"/>
    <w:rsid w:val="00911D9D"/>
    <w:rsid w:val="00912092"/>
    <w:rsid w:val="009121F3"/>
    <w:rsid w:val="009125BF"/>
    <w:rsid w:val="009125C1"/>
    <w:rsid w:val="00912886"/>
    <w:rsid w:val="00912947"/>
    <w:rsid w:val="00912F0E"/>
    <w:rsid w:val="00913213"/>
    <w:rsid w:val="0091342B"/>
    <w:rsid w:val="009134A3"/>
    <w:rsid w:val="00913660"/>
    <w:rsid w:val="00913AAC"/>
    <w:rsid w:val="00913BFB"/>
    <w:rsid w:val="00913C76"/>
    <w:rsid w:val="00913D5A"/>
    <w:rsid w:val="009146AF"/>
    <w:rsid w:val="009148FA"/>
    <w:rsid w:val="0091521A"/>
    <w:rsid w:val="0091578E"/>
    <w:rsid w:val="009159EA"/>
    <w:rsid w:val="00915C59"/>
    <w:rsid w:val="00915E19"/>
    <w:rsid w:val="00915ED5"/>
    <w:rsid w:val="00916330"/>
    <w:rsid w:val="00916A98"/>
    <w:rsid w:val="00916CDC"/>
    <w:rsid w:val="00916FEE"/>
    <w:rsid w:val="0091708C"/>
    <w:rsid w:val="00917381"/>
    <w:rsid w:val="00917AA5"/>
    <w:rsid w:val="00917CFA"/>
    <w:rsid w:val="00917D74"/>
    <w:rsid w:val="009202F0"/>
    <w:rsid w:val="00920439"/>
    <w:rsid w:val="00920726"/>
    <w:rsid w:val="00920A30"/>
    <w:rsid w:val="00920D5F"/>
    <w:rsid w:val="009218DD"/>
    <w:rsid w:val="00921998"/>
    <w:rsid w:val="00921F6C"/>
    <w:rsid w:val="00922136"/>
    <w:rsid w:val="00922E22"/>
    <w:rsid w:val="00922F8E"/>
    <w:rsid w:val="009231CF"/>
    <w:rsid w:val="009232E7"/>
    <w:rsid w:val="0092335E"/>
    <w:rsid w:val="00923C7B"/>
    <w:rsid w:val="00924075"/>
    <w:rsid w:val="00924978"/>
    <w:rsid w:val="009249BD"/>
    <w:rsid w:val="009252E1"/>
    <w:rsid w:val="009257FD"/>
    <w:rsid w:val="00925AD0"/>
    <w:rsid w:val="00925DAB"/>
    <w:rsid w:val="00925E83"/>
    <w:rsid w:val="009262AA"/>
    <w:rsid w:val="00926435"/>
    <w:rsid w:val="009266CB"/>
    <w:rsid w:val="00926B5F"/>
    <w:rsid w:val="00926E5B"/>
    <w:rsid w:val="00927422"/>
    <w:rsid w:val="00927601"/>
    <w:rsid w:val="009276A0"/>
    <w:rsid w:val="00927AF9"/>
    <w:rsid w:val="00927BC6"/>
    <w:rsid w:val="00927CFD"/>
    <w:rsid w:val="00927E30"/>
    <w:rsid w:val="00927FB4"/>
    <w:rsid w:val="009300A9"/>
    <w:rsid w:val="00930145"/>
    <w:rsid w:val="009307E4"/>
    <w:rsid w:val="009308EE"/>
    <w:rsid w:val="00930D79"/>
    <w:rsid w:val="00930FEF"/>
    <w:rsid w:val="009318BC"/>
    <w:rsid w:val="00931931"/>
    <w:rsid w:val="00931988"/>
    <w:rsid w:val="00931B0E"/>
    <w:rsid w:val="00931FEA"/>
    <w:rsid w:val="00932449"/>
    <w:rsid w:val="00932A27"/>
    <w:rsid w:val="00932AB3"/>
    <w:rsid w:val="00932B6C"/>
    <w:rsid w:val="00932FA1"/>
    <w:rsid w:val="00933491"/>
    <w:rsid w:val="00933C08"/>
    <w:rsid w:val="00933DB8"/>
    <w:rsid w:val="00933F26"/>
    <w:rsid w:val="009345FE"/>
    <w:rsid w:val="00934DD3"/>
    <w:rsid w:val="00935179"/>
    <w:rsid w:val="0093539F"/>
    <w:rsid w:val="00935417"/>
    <w:rsid w:val="0093566B"/>
    <w:rsid w:val="00935950"/>
    <w:rsid w:val="009360B4"/>
    <w:rsid w:val="009361A4"/>
    <w:rsid w:val="00936DC7"/>
    <w:rsid w:val="00936F5D"/>
    <w:rsid w:val="00937095"/>
    <w:rsid w:val="009374E6"/>
    <w:rsid w:val="00937E5D"/>
    <w:rsid w:val="00937F06"/>
    <w:rsid w:val="0094119D"/>
    <w:rsid w:val="0094164B"/>
    <w:rsid w:val="009418A2"/>
    <w:rsid w:val="00941E6C"/>
    <w:rsid w:val="00941FC2"/>
    <w:rsid w:val="00942115"/>
    <w:rsid w:val="0094225C"/>
    <w:rsid w:val="0094241B"/>
    <w:rsid w:val="009425F1"/>
    <w:rsid w:val="0094281F"/>
    <w:rsid w:val="0094296D"/>
    <w:rsid w:val="009429B2"/>
    <w:rsid w:val="00942F42"/>
    <w:rsid w:val="00943708"/>
    <w:rsid w:val="00943954"/>
    <w:rsid w:val="00943F53"/>
    <w:rsid w:val="00944273"/>
    <w:rsid w:val="00944695"/>
    <w:rsid w:val="009446F0"/>
    <w:rsid w:val="00944987"/>
    <w:rsid w:val="00944B65"/>
    <w:rsid w:val="00944BC5"/>
    <w:rsid w:val="00944F59"/>
    <w:rsid w:val="009452DD"/>
    <w:rsid w:val="00945918"/>
    <w:rsid w:val="009459D3"/>
    <w:rsid w:val="00945E2C"/>
    <w:rsid w:val="00946270"/>
    <w:rsid w:val="00946634"/>
    <w:rsid w:val="00946CDF"/>
    <w:rsid w:val="00947018"/>
    <w:rsid w:val="009473B0"/>
    <w:rsid w:val="00947458"/>
    <w:rsid w:val="00947733"/>
    <w:rsid w:val="009477B3"/>
    <w:rsid w:val="009477B4"/>
    <w:rsid w:val="009504A5"/>
    <w:rsid w:val="00950748"/>
    <w:rsid w:val="009509B7"/>
    <w:rsid w:val="00950B0C"/>
    <w:rsid w:val="00950C1B"/>
    <w:rsid w:val="00950D03"/>
    <w:rsid w:val="00951567"/>
    <w:rsid w:val="009515EE"/>
    <w:rsid w:val="00952843"/>
    <w:rsid w:val="00952D75"/>
    <w:rsid w:val="009530AC"/>
    <w:rsid w:val="009531ED"/>
    <w:rsid w:val="0095360F"/>
    <w:rsid w:val="00953793"/>
    <w:rsid w:val="00953A22"/>
    <w:rsid w:val="00954358"/>
    <w:rsid w:val="009543D5"/>
    <w:rsid w:val="009544B4"/>
    <w:rsid w:val="009548DF"/>
    <w:rsid w:val="00954CAB"/>
    <w:rsid w:val="00955097"/>
    <w:rsid w:val="009550A8"/>
    <w:rsid w:val="00955659"/>
    <w:rsid w:val="00955C94"/>
    <w:rsid w:val="00955C95"/>
    <w:rsid w:val="00955EEC"/>
    <w:rsid w:val="00956121"/>
    <w:rsid w:val="0095687A"/>
    <w:rsid w:val="00957A7F"/>
    <w:rsid w:val="00957D67"/>
    <w:rsid w:val="00960218"/>
    <w:rsid w:val="0096058B"/>
    <w:rsid w:val="009609E6"/>
    <w:rsid w:val="00960CB9"/>
    <w:rsid w:val="00961195"/>
    <w:rsid w:val="009611C0"/>
    <w:rsid w:val="009616C4"/>
    <w:rsid w:val="00961C4E"/>
    <w:rsid w:val="00961E6C"/>
    <w:rsid w:val="00962044"/>
    <w:rsid w:val="00962287"/>
    <w:rsid w:val="00962784"/>
    <w:rsid w:val="00962BD5"/>
    <w:rsid w:val="009633D1"/>
    <w:rsid w:val="00963401"/>
    <w:rsid w:val="00963DF9"/>
    <w:rsid w:val="0096427A"/>
    <w:rsid w:val="009644F3"/>
    <w:rsid w:val="00964655"/>
    <w:rsid w:val="00965AC3"/>
    <w:rsid w:val="00965FD7"/>
    <w:rsid w:val="00966276"/>
    <w:rsid w:val="009669AE"/>
    <w:rsid w:val="00966B64"/>
    <w:rsid w:val="00966EB5"/>
    <w:rsid w:val="00967622"/>
    <w:rsid w:val="0096766E"/>
    <w:rsid w:val="00967726"/>
    <w:rsid w:val="00967E62"/>
    <w:rsid w:val="009708B4"/>
    <w:rsid w:val="009708BD"/>
    <w:rsid w:val="00970F62"/>
    <w:rsid w:val="00971A48"/>
    <w:rsid w:val="00971A7A"/>
    <w:rsid w:val="00972216"/>
    <w:rsid w:val="00972A0B"/>
    <w:rsid w:val="0097335F"/>
    <w:rsid w:val="0097344D"/>
    <w:rsid w:val="009735C7"/>
    <w:rsid w:val="00973AF3"/>
    <w:rsid w:val="009743A9"/>
    <w:rsid w:val="009744DC"/>
    <w:rsid w:val="009749BD"/>
    <w:rsid w:val="00975627"/>
    <w:rsid w:val="009760D2"/>
    <w:rsid w:val="0097650C"/>
    <w:rsid w:val="0097666B"/>
    <w:rsid w:val="00976F8E"/>
    <w:rsid w:val="0097724C"/>
    <w:rsid w:val="00977337"/>
    <w:rsid w:val="0097760B"/>
    <w:rsid w:val="009804FD"/>
    <w:rsid w:val="00980B6C"/>
    <w:rsid w:val="00980D19"/>
    <w:rsid w:val="00980FE8"/>
    <w:rsid w:val="009813A0"/>
    <w:rsid w:val="009814AB"/>
    <w:rsid w:val="00981843"/>
    <w:rsid w:val="00981D97"/>
    <w:rsid w:val="00981F08"/>
    <w:rsid w:val="00982675"/>
    <w:rsid w:val="00982A41"/>
    <w:rsid w:val="00982B28"/>
    <w:rsid w:val="00982DA8"/>
    <w:rsid w:val="00982E5E"/>
    <w:rsid w:val="0098338E"/>
    <w:rsid w:val="009833A5"/>
    <w:rsid w:val="009835A2"/>
    <w:rsid w:val="009837C3"/>
    <w:rsid w:val="0098391D"/>
    <w:rsid w:val="0098469E"/>
    <w:rsid w:val="0098477B"/>
    <w:rsid w:val="00984CDE"/>
    <w:rsid w:val="009853D6"/>
    <w:rsid w:val="00985407"/>
    <w:rsid w:val="009854F3"/>
    <w:rsid w:val="00985612"/>
    <w:rsid w:val="0098566A"/>
    <w:rsid w:val="00985778"/>
    <w:rsid w:val="00986151"/>
    <w:rsid w:val="00986549"/>
    <w:rsid w:val="00986613"/>
    <w:rsid w:val="00986889"/>
    <w:rsid w:val="00986B94"/>
    <w:rsid w:val="00987761"/>
    <w:rsid w:val="009877BB"/>
    <w:rsid w:val="00987910"/>
    <w:rsid w:val="00987DBE"/>
    <w:rsid w:val="00990059"/>
    <w:rsid w:val="009900FF"/>
    <w:rsid w:val="0099035B"/>
    <w:rsid w:val="009905CE"/>
    <w:rsid w:val="00990C6A"/>
    <w:rsid w:val="009910D5"/>
    <w:rsid w:val="009911D1"/>
    <w:rsid w:val="0099122D"/>
    <w:rsid w:val="009913A5"/>
    <w:rsid w:val="00991706"/>
    <w:rsid w:val="00991F33"/>
    <w:rsid w:val="0099239B"/>
    <w:rsid w:val="0099249E"/>
    <w:rsid w:val="00992EFE"/>
    <w:rsid w:val="009937FC"/>
    <w:rsid w:val="00993B9D"/>
    <w:rsid w:val="00993D13"/>
    <w:rsid w:val="00994071"/>
    <w:rsid w:val="009948B4"/>
    <w:rsid w:val="009950CE"/>
    <w:rsid w:val="00995544"/>
    <w:rsid w:val="00995E1E"/>
    <w:rsid w:val="00995F02"/>
    <w:rsid w:val="00995F8C"/>
    <w:rsid w:val="0099631C"/>
    <w:rsid w:val="0099665D"/>
    <w:rsid w:val="00996854"/>
    <w:rsid w:val="00996A44"/>
    <w:rsid w:val="00996D70"/>
    <w:rsid w:val="00997510"/>
    <w:rsid w:val="0099768D"/>
    <w:rsid w:val="009A00EC"/>
    <w:rsid w:val="009A0191"/>
    <w:rsid w:val="009A12ED"/>
    <w:rsid w:val="009A1597"/>
    <w:rsid w:val="009A1803"/>
    <w:rsid w:val="009A2617"/>
    <w:rsid w:val="009A2C49"/>
    <w:rsid w:val="009A2C4B"/>
    <w:rsid w:val="009A3038"/>
    <w:rsid w:val="009A3179"/>
    <w:rsid w:val="009A31E6"/>
    <w:rsid w:val="009A33C5"/>
    <w:rsid w:val="009A3473"/>
    <w:rsid w:val="009A3752"/>
    <w:rsid w:val="009A3BA8"/>
    <w:rsid w:val="009A3D53"/>
    <w:rsid w:val="009A3F96"/>
    <w:rsid w:val="009A3FF4"/>
    <w:rsid w:val="009A4039"/>
    <w:rsid w:val="009A4902"/>
    <w:rsid w:val="009A559F"/>
    <w:rsid w:val="009A569C"/>
    <w:rsid w:val="009A5843"/>
    <w:rsid w:val="009A5AF5"/>
    <w:rsid w:val="009A5F61"/>
    <w:rsid w:val="009A65D9"/>
    <w:rsid w:val="009A6755"/>
    <w:rsid w:val="009A722D"/>
    <w:rsid w:val="009A7994"/>
    <w:rsid w:val="009B0222"/>
    <w:rsid w:val="009B1021"/>
    <w:rsid w:val="009B11E1"/>
    <w:rsid w:val="009B12F5"/>
    <w:rsid w:val="009B1644"/>
    <w:rsid w:val="009B1886"/>
    <w:rsid w:val="009B261F"/>
    <w:rsid w:val="009B30B9"/>
    <w:rsid w:val="009B322A"/>
    <w:rsid w:val="009B32AA"/>
    <w:rsid w:val="009B34A2"/>
    <w:rsid w:val="009B3894"/>
    <w:rsid w:val="009B49B5"/>
    <w:rsid w:val="009B4A30"/>
    <w:rsid w:val="009B52F3"/>
    <w:rsid w:val="009B5D34"/>
    <w:rsid w:val="009B5E24"/>
    <w:rsid w:val="009B6261"/>
    <w:rsid w:val="009B692E"/>
    <w:rsid w:val="009B6AAC"/>
    <w:rsid w:val="009B7209"/>
    <w:rsid w:val="009B75DD"/>
    <w:rsid w:val="009B76A0"/>
    <w:rsid w:val="009B7B57"/>
    <w:rsid w:val="009B7B65"/>
    <w:rsid w:val="009B7D76"/>
    <w:rsid w:val="009C003C"/>
    <w:rsid w:val="009C00B7"/>
    <w:rsid w:val="009C013B"/>
    <w:rsid w:val="009C0322"/>
    <w:rsid w:val="009C08BF"/>
    <w:rsid w:val="009C0E76"/>
    <w:rsid w:val="009C11D3"/>
    <w:rsid w:val="009C191E"/>
    <w:rsid w:val="009C1AA7"/>
    <w:rsid w:val="009C1D97"/>
    <w:rsid w:val="009C1E9E"/>
    <w:rsid w:val="009C1FE4"/>
    <w:rsid w:val="009C24B7"/>
    <w:rsid w:val="009C2706"/>
    <w:rsid w:val="009C2B02"/>
    <w:rsid w:val="009C2B25"/>
    <w:rsid w:val="009C2CE9"/>
    <w:rsid w:val="009C3530"/>
    <w:rsid w:val="009C38C3"/>
    <w:rsid w:val="009C4104"/>
    <w:rsid w:val="009C4538"/>
    <w:rsid w:val="009C465A"/>
    <w:rsid w:val="009C4809"/>
    <w:rsid w:val="009C4A31"/>
    <w:rsid w:val="009C4CC6"/>
    <w:rsid w:val="009C4D25"/>
    <w:rsid w:val="009C4FF7"/>
    <w:rsid w:val="009C523F"/>
    <w:rsid w:val="009C543F"/>
    <w:rsid w:val="009C5A5C"/>
    <w:rsid w:val="009C5ADD"/>
    <w:rsid w:val="009C6457"/>
    <w:rsid w:val="009C64E1"/>
    <w:rsid w:val="009C673D"/>
    <w:rsid w:val="009C7159"/>
    <w:rsid w:val="009C76D5"/>
    <w:rsid w:val="009C7AE5"/>
    <w:rsid w:val="009C7B30"/>
    <w:rsid w:val="009C7DCF"/>
    <w:rsid w:val="009D0597"/>
    <w:rsid w:val="009D07A6"/>
    <w:rsid w:val="009D07B1"/>
    <w:rsid w:val="009D0EDF"/>
    <w:rsid w:val="009D0F4F"/>
    <w:rsid w:val="009D1ACB"/>
    <w:rsid w:val="009D2078"/>
    <w:rsid w:val="009D2135"/>
    <w:rsid w:val="009D29EA"/>
    <w:rsid w:val="009D2A7F"/>
    <w:rsid w:val="009D2DB4"/>
    <w:rsid w:val="009D4409"/>
    <w:rsid w:val="009D4827"/>
    <w:rsid w:val="009D5CA9"/>
    <w:rsid w:val="009D5E17"/>
    <w:rsid w:val="009D652C"/>
    <w:rsid w:val="009D6D19"/>
    <w:rsid w:val="009D6DC2"/>
    <w:rsid w:val="009D707A"/>
    <w:rsid w:val="009D7150"/>
    <w:rsid w:val="009D7797"/>
    <w:rsid w:val="009D7956"/>
    <w:rsid w:val="009D7D88"/>
    <w:rsid w:val="009E0D16"/>
    <w:rsid w:val="009E0FAC"/>
    <w:rsid w:val="009E1299"/>
    <w:rsid w:val="009E14D5"/>
    <w:rsid w:val="009E1714"/>
    <w:rsid w:val="009E186B"/>
    <w:rsid w:val="009E1D34"/>
    <w:rsid w:val="009E1F69"/>
    <w:rsid w:val="009E1FFC"/>
    <w:rsid w:val="009E2058"/>
    <w:rsid w:val="009E2377"/>
    <w:rsid w:val="009E2435"/>
    <w:rsid w:val="009E2500"/>
    <w:rsid w:val="009E2B44"/>
    <w:rsid w:val="009E2C41"/>
    <w:rsid w:val="009E2C87"/>
    <w:rsid w:val="009E36B0"/>
    <w:rsid w:val="009E378C"/>
    <w:rsid w:val="009E3967"/>
    <w:rsid w:val="009E3A4C"/>
    <w:rsid w:val="009E3ACC"/>
    <w:rsid w:val="009E3C79"/>
    <w:rsid w:val="009E3DA8"/>
    <w:rsid w:val="009E437A"/>
    <w:rsid w:val="009E4772"/>
    <w:rsid w:val="009E4804"/>
    <w:rsid w:val="009E4868"/>
    <w:rsid w:val="009E486E"/>
    <w:rsid w:val="009E4969"/>
    <w:rsid w:val="009E4DD6"/>
    <w:rsid w:val="009E55F5"/>
    <w:rsid w:val="009E5664"/>
    <w:rsid w:val="009E56C7"/>
    <w:rsid w:val="009E5D1B"/>
    <w:rsid w:val="009E63F9"/>
    <w:rsid w:val="009E6938"/>
    <w:rsid w:val="009E6974"/>
    <w:rsid w:val="009E6FA4"/>
    <w:rsid w:val="009E7FBD"/>
    <w:rsid w:val="009F05B0"/>
    <w:rsid w:val="009F060B"/>
    <w:rsid w:val="009F07C1"/>
    <w:rsid w:val="009F09F3"/>
    <w:rsid w:val="009F0B49"/>
    <w:rsid w:val="009F0D7A"/>
    <w:rsid w:val="009F0E71"/>
    <w:rsid w:val="009F115E"/>
    <w:rsid w:val="009F1566"/>
    <w:rsid w:val="009F16E0"/>
    <w:rsid w:val="009F1ADC"/>
    <w:rsid w:val="009F26E5"/>
    <w:rsid w:val="009F2829"/>
    <w:rsid w:val="009F357B"/>
    <w:rsid w:val="009F3DB9"/>
    <w:rsid w:val="009F40C8"/>
    <w:rsid w:val="009F42F3"/>
    <w:rsid w:val="009F49B2"/>
    <w:rsid w:val="009F49B7"/>
    <w:rsid w:val="009F4A0F"/>
    <w:rsid w:val="009F4BD0"/>
    <w:rsid w:val="009F52A5"/>
    <w:rsid w:val="009F5F5D"/>
    <w:rsid w:val="009F6119"/>
    <w:rsid w:val="009F62FF"/>
    <w:rsid w:val="009F6741"/>
    <w:rsid w:val="009F75EB"/>
    <w:rsid w:val="009F770F"/>
    <w:rsid w:val="009F784D"/>
    <w:rsid w:val="00A00090"/>
    <w:rsid w:val="00A00259"/>
    <w:rsid w:val="00A009A6"/>
    <w:rsid w:val="00A00CCF"/>
    <w:rsid w:val="00A00DC2"/>
    <w:rsid w:val="00A010E5"/>
    <w:rsid w:val="00A013E9"/>
    <w:rsid w:val="00A01986"/>
    <w:rsid w:val="00A01CEC"/>
    <w:rsid w:val="00A01FFB"/>
    <w:rsid w:val="00A0233B"/>
    <w:rsid w:val="00A03345"/>
    <w:rsid w:val="00A03465"/>
    <w:rsid w:val="00A04455"/>
    <w:rsid w:val="00A04925"/>
    <w:rsid w:val="00A04C08"/>
    <w:rsid w:val="00A04C63"/>
    <w:rsid w:val="00A054F9"/>
    <w:rsid w:val="00A05528"/>
    <w:rsid w:val="00A0555C"/>
    <w:rsid w:val="00A05722"/>
    <w:rsid w:val="00A05CC2"/>
    <w:rsid w:val="00A062A0"/>
    <w:rsid w:val="00A0658E"/>
    <w:rsid w:val="00A07089"/>
    <w:rsid w:val="00A073E3"/>
    <w:rsid w:val="00A07541"/>
    <w:rsid w:val="00A0796B"/>
    <w:rsid w:val="00A07DB9"/>
    <w:rsid w:val="00A1004A"/>
    <w:rsid w:val="00A103CD"/>
    <w:rsid w:val="00A10445"/>
    <w:rsid w:val="00A10654"/>
    <w:rsid w:val="00A10702"/>
    <w:rsid w:val="00A10730"/>
    <w:rsid w:val="00A107C8"/>
    <w:rsid w:val="00A10B42"/>
    <w:rsid w:val="00A10C97"/>
    <w:rsid w:val="00A11162"/>
    <w:rsid w:val="00A1118F"/>
    <w:rsid w:val="00A11352"/>
    <w:rsid w:val="00A12460"/>
    <w:rsid w:val="00A1249B"/>
    <w:rsid w:val="00A12916"/>
    <w:rsid w:val="00A133AB"/>
    <w:rsid w:val="00A1378C"/>
    <w:rsid w:val="00A138B7"/>
    <w:rsid w:val="00A13CE6"/>
    <w:rsid w:val="00A13DBC"/>
    <w:rsid w:val="00A140E0"/>
    <w:rsid w:val="00A14DF0"/>
    <w:rsid w:val="00A15245"/>
    <w:rsid w:val="00A15DB9"/>
    <w:rsid w:val="00A16C2B"/>
    <w:rsid w:val="00A17202"/>
    <w:rsid w:val="00A1740D"/>
    <w:rsid w:val="00A174C2"/>
    <w:rsid w:val="00A17C51"/>
    <w:rsid w:val="00A17D37"/>
    <w:rsid w:val="00A17E99"/>
    <w:rsid w:val="00A204E4"/>
    <w:rsid w:val="00A20584"/>
    <w:rsid w:val="00A20905"/>
    <w:rsid w:val="00A21062"/>
    <w:rsid w:val="00A21081"/>
    <w:rsid w:val="00A2203D"/>
    <w:rsid w:val="00A22910"/>
    <w:rsid w:val="00A22AB4"/>
    <w:rsid w:val="00A22C25"/>
    <w:rsid w:val="00A22CB5"/>
    <w:rsid w:val="00A22F0D"/>
    <w:rsid w:val="00A239ED"/>
    <w:rsid w:val="00A241A0"/>
    <w:rsid w:val="00A24CCD"/>
    <w:rsid w:val="00A24F75"/>
    <w:rsid w:val="00A2505C"/>
    <w:rsid w:val="00A254DB"/>
    <w:rsid w:val="00A258FC"/>
    <w:rsid w:val="00A25F0F"/>
    <w:rsid w:val="00A25F86"/>
    <w:rsid w:val="00A268D3"/>
    <w:rsid w:val="00A26B06"/>
    <w:rsid w:val="00A27026"/>
    <w:rsid w:val="00A275F8"/>
    <w:rsid w:val="00A2774B"/>
    <w:rsid w:val="00A301C1"/>
    <w:rsid w:val="00A30F7A"/>
    <w:rsid w:val="00A314D3"/>
    <w:rsid w:val="00A31CFD"/>
    <w:rsid w:val="00A32180"/>
    <w:rsid w:val="00A321D3"/>
    <w:rsid w:val="00A323F1"/>
    <w:rsid w:val="00A32641"/>
    <w:rsid w:val="00A328B3"/>
    <w:rsid w:val="00A32942"/>
    <w:rsid w:val="00A32EF9"/>
    <w:rsid w:val="00A33675"/>
    <w:rsid w:val="00A338D8"/>
    <w:rsid w:val="00A33C6B"/>
    <w:rsid w:val="00A34094"/>
    <w:rsid w:val="00A3417C"/>
    <w:rsid w:val="00A34241"/>
    <w:rsid w:val="00A34947"/>
    <w:rsid w:val="00A34CFD"/>
    <w:rsid w:val="00A35064"/>
    <w:rsid w:val="00A35146"/>
    <w:rsid w:val="00A3518F"/>
    <w:rsid w:val="00A35376"/>
    <w:rsid w:val="00A3546B"/>
    <w:rsid w:val="00A354F0"/>
    <w:rsid w:val="00A35B38"/>
    <w:rsid w:val="00A364AB"/>
    <w:rsid w:val="00A364CF"/>
    <w:rsid w:val="00A366C3"/>
    <w:rsid w:val="00A36768"/>
    <w:rsid w:val="00A36A40"/>
    <w:rsid w:val="00A36AA1"/>
    <w:rsid w:val="00A4041A"/>
    <w:rsid w:val="00A405AC"/>
    <w:rsid w:val="00A406CF"/>
    <w:rsid w:val="00A40B35"/>
    <w:rsid w:val="00A4110A"/>
    <w:rsid w:val="00A41175"/>
    <w:rsid w:val="00A41F45"/>
    <w:rsid w:val="00A41F6F"/>
    <w:rsid w:val="00A420D0"/>
    <w:rsid w:val="00A424C7"/>
    <w:rsid w:val="00A425A8"/>
    <w:rsid w:val="00A428D9"/>
    <w:rsid w:val="00A429C7"/>
    <w:rsid w:val="00A42A7A"/>
    <w:rsid w:val="00A42AAB"/>
    <w:rsid w:val="00A42E79"/>
    <w:rsid w:val="00A43490"/>
    <w:rsid w:val="00A437C4"/>
    <w:rsid w:val="00A43B20"/>
    <w:rsid w:val="00A440C9"/>
    <w:rsid w:val="00A44246"/>
    <w:rsid w:val="00A44340"/>
    <w:rsid w:val="00A448C0"/>
    <w:rsid w:val="00A44DC9"/>
    <w:rsid w:val="00A4517C"/>
    <w:rsid w:val="00A451DF"/>
    <w:rsid w:val="00A4546A"/>
    <w:rsid w:val="00A456CD"/>
    <w:rsid w:val="00A45C6C"/>
    <w:rsid w:val="00A463AD"/>
    <w:rsid w:val="00A464C6"/>
    <w:rsid w:val="00A466EB"/>
    <w:rsid w:val="00A46B55"/>
    <w:rsid w:val="00A46EE3"/>
    <w:rsid w:val="00A47066"/>
    <w:rsid w:val="00A475D8"/>
    <w:rsid w:val="00A47A51"/>
    <w:rsid w:val="00A47BB9"/>
    <w:rsid w:val="00A501B7"/>
    <w:rsid w:val="00A50473"/>
    <w:rsid w:val="00A50877"/>
    <w:rsid w:val="00A51178"/>
    <w:rsid w:val="00A5133C"/>
    <w:rsid w:val="00A51467"/>
    <w:rsid w:val="00A51538"/>
    <w:rsid w:val="00A51FBC"/>
    <w:rsid w:val="00A52717"/>
    <w:rsid w:val="00A5297B"/>
    <w:rsid w:val="00A52F95"/>
    <w:rsid w:val="00A531D7"/>
    <w:rsid w:val="00A54960"/>
    <w:rsid w:val="00A54E8A"/>
    <w:rsid w:val="00A55063"/>
    <w:rsid w:val="00A55AFB"/>
    <w:rsid w:val="00A55B5F"/>
    <w:rsid w:val="00A5620D"/>
    <w:rsid w:val="00A56300"/>
    <w:rsid w:val="00A56AFF"/>
    <w:rsid w:val="00A56D1C"/>
    <w:rsid w:val="00A56FB4"/>
    <w:rsid w:val="00A57219"/>
    <w:rsid w:val="00A57373"/>
    <w:rsid w:val="00A57579"/>
    <w:rsid w:val="00A57735"/>
    <w:rsid w:val="00A5781D"/>
    <w:rsid w:val="00A57CB2"/>
    <w:rsid w:val="00A60061"/>
    <w:rsid w:val="00A60239"/>
    <w:rsid w:val="00A607C0"/>
    <w:rsid w:val="00A60E38"/>
    <w:rsid w:val="00A6111C"/>
    <w:rsid w:val="00A6158E"/>
    <w:rsid w:val="00A61919"/>
    <w:rsid w:val="00A61C83"/>
    <w:rsid w:val="00A61FB3"/>
    <w:rsid w:val="00A62826"/>
    <w:rsid w:val="00A62E8E"/>
    <w:rsid w:val="00A63090"/>
    <w:rsid w:val="00A630FB"/>
    <w:rsid w:val="00A6325F"/>
    <w:rsid w:val="00A633F5"/>
    <w:rsid w:val="00A6355F"/>
    <w:rsid w:val="00A63751"/>
    <w:rsid w:val="00A638D5"/>
    <w:rsid w:val="00A63FE9"/>
    <w:rsid w:val="00A64059"/>
    <w:rsid w:val="00A64217"/>
    <w:rsid w:val="00A649C8"/>
    <w:rsid w:val="00A64ECC"/>
    <w:rsid w:val="00A65394"/>
    <w:rsid w:val="00A65497"/>
    <w:rsid w:val="00A65538"/>
    <w:rsid w:val="00A65BE0"/>
    <w:rsid w:val="00A65BF1"/>
    <w:rsid w:val="00A65C26"/>
    <w:rsid w:val="00A65DAD"/>
    <w:rsid w:val="00A66220"/>
    <w:rsid w:val="00A66A53"/>
    <w:rsid w:val="00A66B3D"/>
    <w:rsid w:val="00A66C16"/>
    <w:rsid w:val="00A66C7C"/>
    <w:rsid w:val="00A6789F"/>
    <w:rsid w:val="00A67AA6"/>
    <w:rsid w:val="00A67B2F"/>
    <w:rsid w:val="00A67C1F"/>
    <w:rsid w:val="00A67CA0"/>
    <w:rsid w:val="00A67CC2"/>
    <w:rsid w:val="00A67F72"/>
    <w:rsid w:val="00A70278"/>
    <w:rsid w:val="00A702BF"/>
    <w:rsid w:val="00A703FE"/>
    <w:rsid w:val="00A70F4D"/>
    <w:rsid w:val="00A712C1"/>
    <w:rsid w:val="00A712F5"/>
    <w:rsid w:val="00A7169B"/>
    <w:rsid w:val="00A71B5A"/>
    <w:rsid w:val="00A71CC2"/>
    <w:rsid w:val="00A71D25"/>
    <w:rsid w:val="00A72897"/>
    <w:rsid w:val="00A7297C"/>
    <w:rsid w:val="00A729EF"/>
    <w:rsid w:val="00A73610"/>
    <w:rsid w:val="00A73614"/>
    <w:rsid w:val="00A7364A"/>
    <w:rsid w:val="00A73A3F"/>
    <w:rsid w:val="00A73AE4"/>
    <w:rsid w:val="00A73EC6"/>
    <w:rsid w:val="00A73EDD"/>
    <w:rsid w:val="00A7401E"/>
    <w:rsid w:val="00A74099"/>
    <w:rsid w:val="00A742F8"/>
    <w:rsid w:val="00A745C3"/>
    <w:rsid w:val="00A74A6B"/>
    <w:rsid w:val="00A74B63"/>
    <w:rsid w:val="00A75A46"/>
    <w:rsid w:val="00A75BCE"/>
    <w:rsid w:val="00A75DB6"/>
    <w:rsid w:val="00A75DDC"/>
    <w:rsid w:val="00A7602B"/>
    <w:rsid w:val="00A76372"/>
    <w:rsid w:val="00A76F1D"/>
    <w:rsid w:val="00A7724B"/>
    <w:rsid w:val="00A77E33"/>
    <w:rsid w:val="00A77E3E"/>
    <w:rsid w:val="00A80459"/>
    <w:rsid w:val="00A80475"/>
    <w:rsid w:val="00A80514"/>
    <w:rsid w:val="00A80676"/>
    <w:rsid w:val="00A80728"/>
    <w:rsid w:val="00A80943"/>
    <w:rsid w:val="00A81225"/>
    <w:rsid w:val="00A81CE4"/>
    <w:rsid w:val="00A820A4"/>
    <w:rsid w:val="00A82616"/>
    <w:rsid w:val="00A826EA"/>
    <w:rsid w:val="00A8284F"/>
    <w:rsid w:val="00A829FB"/>
    <w:rsid w:val="00A82C6B"/>
    <w:rsid w:val="00A8327A"/>
    <w:rsid w:val="00A8338D"/>
    <w:rsid w:val="00A837D1"/>
    <w:rsid w:val="00A83967"/>
    <w:rsid w:val="00A83AFA"/>
    <w:rsid w:val="00A83D0F"/>
    <w:rsid w:val="00A84048"/>
    <w:rsid w:val="00A849CD"/>
    <w:rsid w:val="00A84D36"/>
    <w:rsid w:val="00A85FB1"/>
    <w:rsid w:val="00A870C9"/>
    <w:rsid w:val="00A87554"/>
    <w:rsid w:val="00A876E5"/>
    <w:rsid w:val="00A87D73"/>
    <w:rsid w:val="00A9070C"/>
    <w:rsid w:val="00A9074F"/>
    <w:rsid w:val="00A911FC"/>
    <w:rsid w:val="00A91697"/>
    <w:rsid w:val="00A91AB6"/>
    <w:rsid w:val="00A91CFB"/>
    <w:rsid w:val="00A91E11"/>
    <w:rsid w:val="00A927EB"/>
    <w:rsid w:val="00A927F6"/>
    <w:rsid w:val="00A92BE5"/>
    <w:rsid w:val="00A931CA"/>
    <w:rsid w:val="00A93843"/>
    <w:rsid w:val="00A94044"/>
    <w:rsid w:val="00A9439F"/>
    <w:rsid w:val="00A94BA5"/>
    <w:rsid w:val="00A94CB3"/>
    <w:rsid w:val="00A94CE9"/>
    <w:rsid w:val="00A94D53"/>
    <w:rsid w:val="00A950C5"/>
    <w:rsid w:val="00A95124"/>
    <w:rsid w:val="00A9541D"/>
    <w:rsid w:val="00A97259"/>
    <w:rsid w:val="00A972B6"/>
    <w:rsid w:val="00A97692"/>
    <w:rsid w:val="00A97B9A"/>
    <w:rsid w:val="00A97FCE"/>
    <w:rsid w:val="00AA01D5"/>
    <w:rsid w:val="00AA075A"/>
    <w:rsid w:val="00AA0761"/>
    <w:rsid w:val="00AA0855"/>
    <w:rsid w:val="00AA10F6"/>
    <w:rsid w:val="00AA14D0"/>
    <w:rsid w:val="00AA17D0"/>
    <w:rsid w:val="00AA1899"/>
    <w:rsid w:val="00AA1A39"/>
    <w:rsid w:val="00AA1CC1"/>
    <w:rsid w:val="00AA1E25"/>
    <w:rsid w:val="00AA1E55"/>
    <w:rsid w:val="00AA22A2"/>
    <w:rsid w:val="00AA243F"/>
    <w:rsid w:val="00AA25B6"/>
    <w:rsid w:val="00AA2D7E"/>
    <w:rsid w:val="00AA3306"/>
    <w:rsid w:val="00AA3BB3"/>
    <w:rsid w:val="00AA3C9D"/>
    <w:rsid w:val="00AA3F23"/>
    <w:rsid w:val="00AA4777"/>
    <w:rsid w:val="00AA4970"/>
    <w:rsid w:val="00AA4D3F"/>
    <w:rsid w:val="00AA4F5C"/>
    <w:rsid w:val="00AA5151"/>
    <w:rsid w:val="00AA52D5"/>
    <w:rsid w:val="00AA54AD"/>
    <w:rsid w:val="00AA5710"/>
    <w:rsid w:val="00AA5980"/>
    <w:rsid w:val="00AA5FF0"/>
    <w:rsid w:val="00AA65A9"/>
    <w:rsid w:val="00AA6F7D"/>
    <w:rsid w:val="00AA6FC3"/>
    <w:rsid w:val="00AA7027"/>
    <w:rsid w:val="00AA7295"/>
    <w:rsid w:val="00AA73B8"/>
    <w:rsid w:val="00AA7476"/>
    <w:rsid w:val="00AA7526"/>
    <w:rsid w:val="00AA7679"/>
    <w:rsid w:val="00AA7717"/>
    <w:rsid w:val="00AA78B0"/>
    <w:rsid w:val="00AB000C"/>
    <w:rsid w:val="00AB04C1"/>
    <w:rsid w:val="00AB05B6"/>
    <w:rsid w:val="00AB0C4B"/>
    <w:rsid w:val="00AB15E5"/>
    <w:rsid w:val="00AB1E2C"/>
    <w:rsid w:val="00AB1EF9"/>
    <w:rsid w:val="00AB3354"/>
    <w:rsid w:val="00AB33BE"/>
    <w:rsid w:val="00AB3403"/>
    <w:rsid w:val="00AB341D"/>
    <w:rsid w:val="00AB3722"/>
    <w:rsid w:val="00AB3862"/>
    <w:rsid w:val="00AB442C"/>
    <w:rsid w:val="00AB45FE"/>
    <w:rsid w:val="00AB4640"/>
    <w:rsid w:val="00AB478E"/>
    <w:rsid w:val="00AB4BE1"/>
    <w:rsid w:val="00AB4BF6"/>
    <w:rsid w:val="00AB6CED"/>
    <w:rsid w:val="00AB6D98"/>
    <w:rsid w:val="00AB6E34"/>
    <w:rsid w:val="00AB6EC5"/>
    <w:rsid w:val="00AB76D1"/>
    <w:rsid w:val="00AB7E6B"/>
    <w:rsid w:val="00AC00AC"/>
    <w:rsid w:val="00AC03FC"/>
    <w:rsid w:val="00AC047D"/>
    <w:rsid w:val="00AC0571"/>
    <w:rsid w:val="00AC0B12"/>
    <w:rsid w:val="00AC0E12"/>
    <w:rsid w:val="00AC1487"/>
    <w:rsid w:val="00AC16AE"/>
    <w:rsid w:val="00AC1C65"/>
    <w:rsid w:val="00AC1D9A"/>
    <w:rsid w:val="00AC1F80"/>
    <w:rsid w:val="00AC2265"/>
    <w:rsid w:val="00AC2530"/>
    <w:rsid w:val="00AC257F"/>
    <w:rsid w:val="00AC284E"/>
    <w:rsid w:val="00AC2ADF"/>
    <w:rsid w:val="00AC2B33"/>
    <w:rsid w:val="00AC2B9B"/>
    <w:rsid w:val="00AC2BC1"/>
    <w:rsid w:val="00AC2E6F"/>
    <w:rsid w:val="00AC3159"/>
    <w:rsid w:val="00AC3205"/>
    <w:rsid w:val="00AC322F"/>
    <w:rsid w:val="00AC3ED3"/>
    <w:rsid w:val="00AC404F"/>
    <w:rsid w:val="00AC4056"/>
    <w:rsid w:val="00AC41F4"/>
    <w:rsid w:val="00AC4257"/>
    <w:rsid w:val="00AC4322"/>
    <w:rsid w:val="00AC4942"/>
    <w:rsid w:val="00AC50B1"/>
    <w:rsid w:val="00AC55D6"/>
    <w:rsid w:val="00AC5611"/>
    <w:rsid w:val="00AC5C42"/>
    <w:rsid w:val="00AC62F0"/>
    <w:rsid w:val="00AC65FE"/>
    <w:rsid w:val="00AC6974"/>
    <w:rsid w:val="00AC72F3"/>
    <w:rsid w:val="00AC74B7"/>
    <w:rsid w:val="00AC79A7"/>
    <w:rsid w:val="00AC7E21"/>
    <w:rsid w:val="00AD0AB3"/>
    <w:rsid w:val="00AD0E8F"/>
    <w:rsid w:val="00AD1CCA"/>
    <w:rsid w:val="00AD223E"/>
    <w:rsid w:val="00AD244F"/>
    <w:rsid w:val="00AD25AE"/>
    <w:rsid w:val="00AD2B8B"/>
    <w:rsid w:val="00AD3CD9"/>
    <w:rsid w:val="00AD4802"/>
    <w:rsid w:val="00AD4AC4"/>
    <w:rsid w:val="00AD4FF1"/>
    <w:rsid w:val="00AD52B7"/>
    <w:rsid w:val="00AD58EF"/>
    <w:rsid w:val="00AD594C"/>
    <w:rsid w:val="00AD5B6E"/>
    <w:rsid w:val="00AD5DFB"/>
    <w:rsid w:val="00AD5DFC"/>
    <w:rsid w:val="00AD6287"/>
    <w:rsid w:val="00AD6413"/>
    <w:rsid w:val="00AD6454"/>
    <w:rsid w:val="00AD64BA"/>
    <w:rsid w:val="00AD67B5"/>
    <w:rsid w:val="00AD67DD"/>
    <w:rsid w:val="00AD6B72"/>
    <w:rsid w:val="00AD6E1E"/>
    <w:rsid w:val="00AD76E6"/>
    <w:rsid w:val="00AD7794"/>
    <w:rsid w:val="00AE00EE"/>
    <w:rsid w:val="00AE0B06"/>
    <w:rsid w:val="00AE0D59"/>
    <w:rsid w:val="00AE11BC"/>
    <w:rsid w:val="00AE1CE0"/>
    <w:rsid w:val="00AE1E15"/>
    <w:rsid w:val="00AE1F63"/>
    <w:rsid w:val="00AE2088"/>
    <w:rsid w:val="00AE25A5"/>
    <w:rsid w:val="00AE2CCA"/>
    <w:rsid w:val="00AE2DA7"/>
    <w:rsid w:val="00AE32D0"/>
    <w:rsid w:val="00AE3616"/>
    <w:rsid w:val="00AE368C"/>
    <w:rsid w:val="00AE3B64"/>
    <w:rsid w:val="00AE3BC7"/>
    <w:rsid w:val="00AE3D20"/>
    <w:rsid w:val="00AE3EE7"/>
    <w:rsid w:val="00AE401B"/>
    <w:rsid w:val="00AE4272"/>
    <w:rsid w:val="00AE44B5"/>
    <w:rsid w:val="00AE45CB"/>
    <w:rsid w:val="00AE4AEA"/>
    <w:rsid w:val="00AE4E02"/>
    <w:rsid w:val="00AE532F"/>
    <w:rsid w:val="00AE556F"/>
    <w:rsid w:val="00AE5BD4"/>
    <w:rsid w:val="00AE5BF2"/>
    <w:rsid w:val="00AE6054"/>
    <w:rsid w:val="00AE62B5"/>
    <w:rsid w:val="00AE665E"/>
    <w:rsid w:val="00AE6D07"/>
    <w:rsid w:val="00AE6EBA"/>
    <w:rsid w:val="00AE7224"/>
    <w:rsid w:val="00AE7795"/>
    <w:rsid w:val="00AE7835"/>
    <w:rsid w:val="00AE7A07"/>
    <w:rsid w:val="00AE7ABF"/>
    <w:rsid w:val="00AE7C52"/>
    <w:rsid w:val="00AF01A8"/>
    <w:rsid w:val="00AF04CE"/>
    <w:rsid w:val="00AF08F1"/>
    <w:rsid w:val="00AF0966"/>
    <w:rsid w:val="00AF0E69"/>
    <w:rsid w:val="00AF0FC3"/>
    <w:rsid w:val="00AF11AA"/>
    <w:rsid w:val="00AF1371"/>
    <w:rsid w:val="00AF1629"/>
    <w:rsid w:val="00AF1FEF"/>
    <w:rsid w:val="00AF2631"/>
    <w:rsid w:val="00AF274E"/>
    <w:rsid w:val="00AF293A"/>
    <w:rsid w:val="00AF2B58"/>
    <w:rsid w:val="00AF2C51"/>
    <w:rsid w:val="00AF2D4B"/>
    <w:rsid w:val="00AF2E86"/>
    <w:rsid w:val="00AF319E"/>
    <w:rsid w:val="00AF3334"/>
    <w:rsid w:val="00AF3358"/>
    <w:rsid w:val="00AF339E"/>
    <w:rsid w:val="00AF3ED4"/>
    <w:rsid w:val="00AF4039"/>
    <w:rsid w:val="00AF42F0"/>
    <w:rsid w:val="00AF44BF"/>
    <w:rsid w:val="00AF49BF"/>
    <w:rsid w:val="00AF52BE"/>
    <w:rsid w:val="00AF55A0"/>
    <w:rsid w:val="00AF5C31"/>
    <w:rsid w:val="00AF61D5"/>
    <w:rsid w:val="00AF693C"/>
    <w:rsid w:val="00AF6A99"/>
    <w:rsid w:val="00AF6AA6"/>
    <w:rsid w:val="00AF6FF9"/>
    <w:rsid w:val="00AF758B"/>
    <w:rsid w:val="00AF79E3"/>
    <w:rsid w:val="00B0074A"/>
    <w:rsid w:val="00B00C18"/>
    <w:rsid w:val="00B00C81"/>
    <w:rsid w:val="00B0131C"/>
    <w:rsid w:val="00B016C4"/>
    <w:rsid w:val="00B024C2"/>
    <w:rsid w:val="00B02529"/>
    <w:rsid w:val="00B02CF1"/>
    <w:rsid w:val="00B02E60"/>
    <w:rsid w:val="00B03555"/>
    <w:rsid w:val="00B0362C"/>
    <w:rsid w:val="00B03674"/>
    <w:rsid w:val="00B037B7"/>
    <w:rsid w:val="00B039E9"/>
    <w:rsid w:val="00B03F82"/>
    <w:rsid w:val="00B040FC"/>
    <w:rsid w:val="00B0411B"/>
    <w:rsid w:val="00B04632"/>
    <w:rsid w:val="00B04A51"/>
    <w:rsid w:val="00B05162"/>
    <w:rsid w:val="00B0566D"/>
    <w:rsid w:val="00B056A4"/>
    <w:rsid w:val="00B06536"/>
    <w:rsid w:val="00B065E2"/>
    <w:rsid w:val="00B069B9"/>
    <w:rsid w:val="00B06B5F"/>
    <w:rsid w:val="00B06BCD"/>
    <w:rsid w:val="00B0712A"/>
    <w:rsid w:val="00B0735B"/>
    <w:rsid w:val="00B07387"/>
    <w:rsid w:val="00B0770D"/>
    <w:rsid w:val="00B07914"/>
    <w:rsid w:val="00B07972"/>
    <w:rsid w:val="00B07BE1"/>
    <w:rsid w:val="00B1013E"/>
    <w:rsid w:val="00B10232"/>
    <w:rsid w:val="00B1046B"/>
    <w:rsid w:val="00B1067A"/>
    <w:rsid w:val="00B106BF"/>
    <w:rsid w:val="00B11272"/>
    <w:rsid w:val="00B115AC"/>
    <w:rsid w:val="00B11987"/>
    <w:rsid w:val="00B11AC9"/>
    <w:rsid w:val="00B122A4"/>
    <w:rsid w:val="00B12388"/>
    <w:rsid w:val="00B12C3C"/>
    <w:rsid w:val="00B12CAE"/>
    <w:rsid w:val="00B12D0D"/>
    <w:rsid w:val="00B12DBE"/>
    <w:rsid w:val="00B14043"/>
    <w:rsid w:val="00B1454A"/>
    <w:rsid w:val="00B14628"/>
    <w:rsid w:val="00B147E2"/>
    <w:rsid w:val="00B14831"/>
    <w:rsid w:val="00B14D87"/>
    <w:rsid w:val="00B15125"/>
    <w:rsid w:val="00B1518A"/>
    <w:rsid w:val="00B156B6"/>
    <w:rsid w:val="00B15939"/>
    <w:rsid w:val="00B15E31"/>
    <w:rsid w:val="00B15E46"/>
    <w:rsid w:val="00B15F03"/>
    <w:rsid w:val="00B16013"/>
    <w:rsid w:val="00B168BD"/>
    <w:rsid w:val="00B171E4"/>
    <w:rsid w:val="00B2017A"/>
    <w:rsid w:val="00B20680"/>
    <w:rsid w:val="00B20BCB"/>
    <w:rsid w:val="00B20C4D"/>
    <w:rsid w:val="00B20E6A"/>
    <w:rsid w:val="00B21233"/>
    <w:rsid w:val="00B213B0"/>
    <w:rsid w:val="00B2148C"/>
    <w:rsid w:val="00B21A1C"/>
    <w:rsid w:val="00B2201F"/>
    <w:rsid w:val="00B2214D"/>
    <w:rsid w:val="00B221EA"/>
    <w:rsid w:val="00B22545"/>
    <w:rsid w:val="00B228B9"/>
    <w:rsid w:val="00B23252"/>
    <w:rsid w:val="00B23420"/>
    <w:rsid w:val="00B2363F"/>
    <w:rsid w:val="00B239BF"/>
    <w:rsid w:val="00B23EA9"/>
    <w:rsid w:val="00B240E6"/>
    <w:rsid w:val="00B247B6"/>
    <w:rsid w:val="00B24835"/>
    <w:rsid w:val="00B24944"/>
    <w:rsid w:val="00B24A78"/>
    <w:rsid w:val="00B24C98"/>
    <w:rsid w:val="00B24DC6"/>
    <w:rsid w:val="00B24FD0"/>
    <w:rsid w:val="00B24FFD"/>
    <w:rsid w:val="00B25190"/>
    <w:rsid w:val="00B25493"/>
    <w:rsid w:val="00B25498"/>
    <w:rsid w:val="00B255A6"/>
    <w:rsid w:val="00B25E4F"/>
    <w:rsid w:val="00B26037"/>
    <w:rsid w:val="00B26241"/>
    <w:rsid w:val="00B266E2"/>
    <w:rsid w:val="00B26C0C"/>
    <w:rsid w:val="00B26C21"/>
    <w:rsid w:val="00B26EBA"/>
    <w:rsid w:val="00B27197"/>
    <w:rsid w:val="00B27354"/>
    <w:rsid w:val="00B2797B"/>
    <w:rsid w:val="00B279EC"/>
    <w:rsid w:val="00B27BA8"/>
    <w:rsid w:val="00B27DA4"/>
    <w:rsid w:val="00B27EBB"/>
    <w:rsid w:val="00B3017E"/>
    <w:rsid w:val="00B30B55"/>
    <w:rsid w:val="00B30F22"/>
    <w:rsid w:val="00B31467"/>
    <w:rsid w:val="00B314F1"/>
    <w:rsid w:val="00B3195C"/>
    <w:rsid w:val="00B31BA3"/>
    <w:rsid w:val="00B31C55"/>
    <w:rsid w:val="00B31D6F"/>
    <w:rsid w:val="00B31F9E"/>
    <w:rsid w:val="00B3239D"/>
    <w:rsid w:val="00B331D1"/>
    <w:rsid w:val="00B335B2"/>
    <w:rsid w:val="00B33F73"/>
    <w:rsid w:val="00B34516"/>
    <w:rsid w:val="00B346CE"/>
    <w:rsid w:val="00B349C4"/>
    <w:rsid w:val="00B351C3"/>
    <w:rsid w:val="00B3538E"/>
    <w:rsid w:val="00B357C5"/>
    <w:rsid w:val="00B36A84"/>
    <w:rsid w:val="00B36EEE"/>
    <w:rsid w:val="00B376B9"/>
    <w:rsid w:val="00B378E4"/>
    <w:rsid w:val="00B37A07"/>
    <w:rsid w:val="00B37C3B"/>
    <w:rsid w:val="00B37D9D"/>
    <w:rsid w:val="00B403B8"/>
    <w:rsid w:val="00B4088F"/>
    <w:rsid w:val="00B40FC1"/>
    <w:rsid w:val="00B415D3"/>
    <w:rsid w:val="00B41774"/>
    <w:rsid w:val="00B41BE5"/>
    <w:rsid w:val="00B423FB"/>
    <w:rsid w:val="00B4256A"/>
    <w:rsid w:val="00B427D3"/>
    <w:rsid w:val="00B42A44"/>
    <w:rsid w:val="00B42A86"/>
    <w:rsid w:val="00B42D5B"/>
    <w:rsid w:val="00B4311C"/>
    <w:rsid w:val="00B43389"/>
    <w:rsid w:val="00B435C0"/>
    <w:rsid w:val="00B4389A"/>
    <w:rsid w:val="00B4394D"/>
    <w:rsid w:val="00B44566"/>
    <w:rsid w:val="00B44706"/>
    <w:rsid w:val="00B447B2"/>
    <w:rsid w:val="00B44ED0"/>
    <w:rsid w:val="00B451D9"/>
    <w:rsid w:val="00B45477"/>
    <w:rsid w:val="00B459EF"/>
    <w:rsid w:val="00B45CB4"/>
    <w:rsid w:val="00B463FD"/>
    <w:rsid w:val="00B46D28"/>
    <w:rsid w:val="00B47428"/>
    <w:rsid w:val="00B4780A"/>
    <w:rsid w:val="00B47AA7"/>
    <w:rsid w:val="00B47E7E"/>
    <w:rsid w:val="00B504AF"/>
    <w:rsid w:val="00B505AF"/>
    <w:rsid w:val="00B519CC"/>
    <w:rsid w:val="00B51B19"/>
    <w:rsid w:val="00B51C5E"/>
    <w:rsid w:val="00B51FCC"/>
    <w:rsid w:val="00B524FB"/>
    <w:rsid w:val="00B52A0D"/>
    <w:rsid w:val="00B52D20"/>
    <w:rsid w:val="00B52F7C"/>
    <w:rsid w:val="00B5394A"/>
    <w:rsid w:val="00B54535"/>
    <w:rsid w:val="00B545B1"/>
    <w:rsid w:val="00B54E04"/>
    <w:rsid w:val="00B54FF1"/>
    <w:rsid w:val="00B550D0"/>
    <w:rsid w:val="00B5528A"/>
    <w:rsid w:val="00B55590"/>
    <w:rsid w:val="00B558E7"/>
    <w:rsid w:val="00B55B12"/>
    <w:rsid w:val="00B55DC3"/>
    <w:rsid w:val="00B55F43"/>
    <w:rsid w:val="00B56460"/>
    <w:rsid w:val="00B6029C"/>
    <w:rsid w:val="00B61D0F"/>
    <w:rsid w:val="00B61DB2"/>
    <w:rsid w:val="00B620EC"/>
    <w:rsid w:val="00B62213"/>
    <w:rsid w:val="00B625BB"/>
    <w:rsid w:val="00B631A1"/>
    <w:rsid w:val="00B63205"/>
    <w:rsid w:val="00B63BD5"/>
    <w:rsid w:val="00B64610"/>
    <w:rsid w:val="00B64A88"/>
    <w:rsid w:val="00B64CD1"/>
    <w:rsid w:val="00B64F9A"/>
    <w:rsid w:val="00B65A14"/>
    <w:rsid w:val="00B65BE6"/>
    <w:rsid w:val="00B66902"/>
    <w:rsid w:val="00B66938"/>
    <w:rsid w:val="00B66CBD"/>
    <w:rsid w:val="00B672BB"/>
    <w:rsid w:val="00B673F5"/>
    <w:rsid w:val="00B679A9"/>
    <w:rsid w:val="00B70302"/>
    <w:rsid w:val="00B70549"/>
    <w:rsid w:val="00B70610"/>
    <w:rsid w:val="00B70702"/>
    <w:rsid w:val="00B7092E"/>
    <w:rsid w:val="00B70A53"/>
    <w:rsid w:val="00B70B14"/>
    <w:rsid w:val="00B70BDC"/>
    <w:rsid w:val="00B70BDF"/>
    <w:rsid w:val="00B70E34"/>
    <w:rsid w:val="00B71014"/>
    <w:rsid w:val="00B71A50"/>
    <w:rsid w:val="00B71DCC"/>
    <w:rsid w:val="00B7239C"/>
    <w:rsid w:val="00B7275B"/>
    <w:rsid w:val="00B732AE"/>
    <w:rsid w:val="00B735CF"/>
    <w:rsid w:val="00B7373D"/>
    <w:rsid w:val="00B73AE3"/>
    <w:rsid w:val="00B73F23"/>
    <w:rsid w:val="00B746A9"/>
    <w:rsid w:val="00B749BF"/>
    <w:rsid w:val="00B74B06"/>
    <w:rsid w:val="00B758F3"/>
    <w:rsid w:val="00B76BCE"/>
    <w:rsid w:val="00B7720C"/>
    <w:rsid w:val="00B77308"/>
    <w:rsid w:val="00B802CD"/>
    <w:rsid w:val="00B8059B"/>
    <w:rsid w:val="00B80CC5"/>
    <w:rsid w:val="00B80EBB"/>
    <w:rsid w:val="00B80F5B"/>
    <w:rsid w:val="00B8115A"/>
    <w:rsid w:val="00B8175B"/>
    <w:rsid w:val="00B81C2F"/>
    <w:rsid w:val="00B81C99"/>
    <w:rsid w:val="00B8306A"/>
    <w:rsid w:val="00B83212"/>
    <w:rsid w:val="00B8331E"/>
    <w:rsid w:val="00B8369A"/>
    <w:rsid w:val="00B83BF4"/>
    <w:rsid w:val="00B84286"/>
    <w:rsid w:val="00B8429A"/>
    <w:rsid w:val="00B8429B"/>
    <w:rsid w:val="00B8468D"/>
    <w:rsid w:val="00B8470C"/>
    <w:rsid w:val="00B8531A"/>
    <w:rsid w:val="00B8569B"/>
    <w:rsid w:val="00B8594C"/>
    <w:rsid w:val="00B85B91"/>
    <w:rsid w:val="00B85D94"/>
    <w:rsid w:val="00B86085"/>
    <w:rsid w:val="00B86119"/>
    <w:rsid w:val="00B861FD"/>
    <w:rsid w:val="00B86669"/>
    <w:rsid w:val="00B86B5C"/>
    <w:rsid w:val="00B87AF5"/>
    <w:rsid w:val="00B87C9E"/>
    <w:rsid w:val="00B87CA9"/>
    <w:rsid w:val="00B87D75"/>
    <w:rsid w:val="00B90A54"/>
    <w:rsid w:val="00B912EA"/>
    <w:rsid w:val="00B918B7"/>
    <w:rsid w:val="00B91E5F"/>
    <w:rsid w:val="00B9234F"/>
    <w:rsid w:val="00B928EB"/>
    <w:rsid w:val="00B9291F"/>
    <w:rsid w:val="00B92D04"/>
    <w:rsid w:val="00B93641"/>
    <w:rsid w:val="00B93D87"/>
    <w:rsid w:val="00B94028"/>
    <w:rsid w:val="00B941C3"/>
    <w:rsid w:val="00B9449F"/>
    <w:rsid w:val="00B94590"/>
    <w:rsid w:val="00B94AF9"/>
    <w:rsid w:val="00B95061"/>
    <w:rsid w:val="00B95595"/>
    <w:rsid w:val="00B95E46"/>
    <w:rsid w:val="00B9677C"/>
    <w:rsid w:val="00B96B64"/>
    <w:rsid w:val="00B96DEB"/>
    <w:rsid w:val="00B970E8"/>
    <w:rsid w:val="00B97233"/>
    <w:rsid w:val="00B9769F"/>
    <w:rsid w:val="00B97959"/>
    <w:rsid w:val="00BA0015"/>
    <w:rsid w:val="00BA06A0"/>
    <w:rsid w:val="00BA09A5"/>
    <w:rsid w:val="00BA0A78"/>
    <w:rsid w:val="00BA0AA7"/>
    <w:rsid w:val="00BA0C35"/>
    <w:rsid w:val="00BA0F48"/>
    <w:rsid w:val="00BA118B"/>
    <w:rsid w:val="00BA15A0"/>
    <w:rsid w:val="00BA1B28"/>
    <w:rsid w:val="00BA31B4"/>
    <w:rsid w:val="00BA36AB"/>
    <w:rsid w:val="00BA3942"/>
    <w:rsid w:val="00BA3B65"/>
    <w:rsid w:val="00BA3C10"/>
    <w:rsid w:val="00BA3D81"/>
    <w:rsid w:val="00BA3DF9"/>
    <w:rsid w:val="00BA481C"/>
    <w:rsid w:val="00BA4C3E"/>
    <w:rsid w:val="00BA4CA4"/>
    <w:rsid w:val="00BA4D9B"/>
    <w:rsid w:val="00BA542B"/>
    <w:rsid w:val="00BA566D"/>
    <w:rsid w:val="00BA5741"/>
    <w:rsid w:val="00BA589E"/>
    <w:rsid w:val="00BA5945"/>
    <w:rsid w:val="00BA59F1"/>
    <w:rsid w:val="00BA5CCF"/>
    <w:rsid w:val="00BA5F65"/>
    <w:rsid w:val="00BA62E2"/>
    <w:rsid w:val="00BA75F2"/>
    <w:rsid w:val="00BA7C56"/>
    <w:rsid w:val="00BA7ED9"/>
    <w:rsid w:val="00BB0160"/>
    <w:rsid w:val="00BB0213"/>
    <w:rsid w:val="00BB0318"/>
    <w:rsid w:val="00BB0586"/>
    <w:rsid w:val="00BB0E5D"/>
    <w:rsid w:val="00BB15E3"/>
    <w:rsid w:val="00BB17E2"/>
    <w:rsid w:val="00BB1875"/>
    <w:rsid w:val="00BB27AB"/>
    <w:rsid w:val="00BB29B3"/>
    <w:rsid w:val="00BB29B6"/>
    <w:rsid w:val="00BB30DB"/>
    <w:rsid w:val="00BB31F0"/>
    <w:rsid w:val="00BB3353"/>
    <w:rsid w:val="00BB3615"/>
    <w:rsid w:val="00BB3717"/>
    <w:rsid w:val="00BB3936"/>
    <w:rsid w:val="00BB3B37"/>
    <w:rsid w:val="00BB3B6C"/>
    <w:rsid w:val="00BB3D98"/>
    <w:rsid w:val="00BB44D1"/>
    <w:rsid w:val="00BB4595"/>
    <w:rsid w:val="00BB4BB1"/>
    <w:rsid w:val="00BB4E11"/>
    <w:rsid w:val="00BB50F0"/>
    <w:rsid w:val="00BB55B2"/>
    <w:rsid w:val="00BB58F3"/>
    <w:rsid w:val="00BB5D35"/>
    <w:rsid w:val="00BB5D66"/>
    <w:rsid w:val="00BB623A"/>
    <w:rsid w:val="00BB65E7"/>
    <w:rsid w:val="00BB6820"/>
    <w:rsid w:val="00BB75B5"/>
    <w:rsid w:val="00BB7849"/>
    <w:rsid w:val="00BB7D9D"/>
    <w:rsid w:val="00BB7EBF"/>
    <w:rsid w:val="00BC085D"/>
    <w:rsid w:val="00BC0E8B"/>
    <w:rsid w:val="00BC1003"/>
    <w:rsid w:val="00BC1A3C"/>
    <w:rsid w:val="00BC1D35"/>
    <w:rsid w:val="00BC1E68"/>
    <w:rsid w:val="00BC208D"/>
    <w:rsid w:val="00BC21C1"/>
    <w:rsid w:val="00BC26AD"/>
    <w:rsid w:val="00BC2C24"/>
    <w:rsid w:val="00BC2E80"/>
    <w:rsid w:val="00BC32CC"/>
    <w:rsid w:val="00BC33E3"/>
    <w:rsid w:val="00BC3567"/>
    <w:rsid w:val="00BC3D9D"/>
    <w:rsid w:val="00BC3EB5"/>
    <w:rsid w:val="00BC3F59"/>
    <w:rsid w:val="00BC4545"/>
    <w:rsid w:val="00BC47A6"/>
    <w:rsid w:val="00BC48C6"/>
    <w:rsid w:val="00BC5050"/>
    <w:rsid w:val="00BC5138"/>
    <w:rsid w:val="00BC5389"/>
    <w:rsid w:val="00BC595C"/>
    <w:rsid w:val="00BC5992"/>
    <w:rsid w:val="00BC59B5"/>
    <w:rsid w:val="00BC6565"/>
    <w:rsid w:val="00BC703F"/>
    <w:rsid w:val="00BC7102"/>
    <w:rsid w:val="00BC728E"/>
    <w:rsid w:val="00BC7ADD"/>
    <w:rsid w:val="00BC7E01"/>
    <w:rsid w:val="00BC7E0A"/>
    <w:rsid w:val="00BD03F9"/>
    <w:rsid w:val="00BD0958"/>
    <w:rsid w:val="00BD12A2"/>
    <w:rsid w:val="00BD165D"/>
    <w:rsid w:val="00BD1A13"/>
    <w:rsid w:val="00BD1A32"/>
    <w:rsid w:val="00BD1EF2"/>
    <w:rsid w:val="00BD2136"/>
    <w:rsid w:val="00BD242B"/>
    <w:rsid w:val="00BD302F"/>
    <w:rsid w:val="00BD360F"/>
    <w:rsid w:val="00BD3B60"/>
    <w:rsid w:val="00BD3C06"/>
    <w:rsid w:val="00BD3F66"/>
    <w:rsid w:val="00BD43C4"/>
    <w:rsid w:val="00BD49AB"/>
    <w:rsid w:val="00BD4A36"/>
    <w:rsid w:val="00BD4C4A"/>
    <w:rsid w:val="00BD550A"/>
    <w:rsid w:val="00BD5595"/>
    <w:rsid w:val="00BD56BA"/>
    <w:rsid w:val="00BD601F"/>
    <w:rsid w:val="00BD6425"/>
    <w:rsid w:val="00BD67FC"/>
    <w:rsid w:val="00BD6D3C"/>
    <w:rsid w:val="00BD7230"/>
    <w:rsid w:val="00BD785B"/>
    <w:rsid w:val="00BD78B7"/>
    <w:rsid w:val="00BD7DE9"/>
    <w:rsid w:val="00BE017A"/>
    <w:rsid w:val="00BE05E6"/>
    <w:rsid w:val="00BE09DB"/>
    <w:rsid w:val="00BE0B21"/>
    <w:rsid w:val="00BE0C8E"/>
    <w:rsid w:val="00BE0ED9"/>
    <w:rsid w:val="00BE0FD7"/>
    <w:rsid w:val="00BE1727"/>
    <w:rsid w:val="00BE1731"/>
    <w:rsid w:val="00BE1AA4"/>
    <w:rsid w:val="00BE1E9E"/>
    <w:rsid w:val="00BE2344"/>
    <w:rsid w:val="00BE25CE"/>
    <w:rsid w:val="00BE2709"/>
    <w:rsid w:val="00BE27C8"/>
    <w:rsid w:val="00BE280D"/>
    <w:rsid w:val="00BE2C87"/>
    <w:rsid w:val="00BE2CAC"/>
    <w:rsid w:val="00BE368D"/>
    <w:rsid w:val="00BE3A1D"/>
    <w:rsid w:val="00BE3B96"/>
    <w:rsid w:val="00BE3C52"/>
    <w:rsid w:val="00BE3EA4"/>
    <w:rsid w:val="00BE4013"/>
    <w:rsid w:val="00BE42B2"/>
    <w:rsid w:val="00BE5938"/>
    <w:rsid w:val="00BE5A58"/>
    <w:rsid w:val="00BE5B30"/>
    <w:rsid w:val="00BE5C5E"/>
    <w:rsid w:val="00BE5E0A"/>
    <w:rsid w:val="00BE5EC2"/>
    <w:rsid w:val="00BE5F58"/>
    <w:rsid w:val="00BE6263"/>
    <w:rsid w:val="00BE6490"/>
    <w:rsid w:val="00BE6674"/>
    <w:rsid w:val="00BE6739"/>
    <w:rsid w:val="00BE6AD2"/>
    <w:rsid w:val="00BE6DE3"/>
    <w:rsid w:val="00BE7319"/>
    <w:rsid w:val="00BE740F"/>
    <w:rsid w:val="00BE74CE"/>
    <w:rsid w:val="00BE76F4"/>
    <w:rsid w:val="00BE79D4"/>
    <w:rsid w:val="00BF09CC"/>
    <w:rsid w:val="00BF0D98"/>
    <w:rsid w:val="00BF0E65"/>
    <w:rsid w:val="00BF0F73"/>
    <w:rsid w:val="00BF1293"/>
    <w:rsid w:val="00BF12D2"/>
    <w:rsid w:val="00BF190A"/>
    <w:rsid w:val="00BF1B63"/>
    <w:rsid w:val="00BF1E24"/>
    <w:rsid w:val="00BF2649"/>
    <w:rsid w:val="00BF272C"/>
    <w:rsid w:val="00BF2A64"/>
    <w:rsid w:val="00BF2B95"/>
    <w:rsid w:val="00BF304E"/>
    <w:rsid w:val="00BF327D"/>
    <w:rsid w:val="00BF37CB"/>
    <w:rsid w:val="00BF3BF6"/>
    <w:rsid w:val="00BF422D"/>
    <w:rsid w:val="00BF42AC"/>
    <w:rsid w:val="00BF4348"/>
    <w:rsid w:val="00BF4402"/>
    <w:rsid w:val="00BF45D4"/>
    <w:rsid w:val="00BF4BC0"/>
    <w:rsid w:val="00BF4F8D"/>
    <w:rsid w:val="00BF5538"/>
    <w:rsid w:val="00BF56DB"/>
    <w:rsid w:val="00BF5A15"/>
    <w:rsid w:val="00BF5B07"/>
    <w:rsid w:val="00BF5BE2"/>
    <w:rsid w:val="00BF5E92"/>
    <w:rsid w:val="00BF6B5E"/>
    <w:rsid w:val="00BF6F7B"/>
    <w:rsid w:val="00BF7313"/>
    <w:rsid w:val="00BF763F"/>
    <w:rsid w:val="00BF7A34"/>
    <w:rsid w:val="00C002F1"/>
    <w:rsid w:val="00C00420"/>
    <w:rsid w:val="00C00654"/>
    <w:rsid w:val="00C0095E"/>
    <w:rsid w:val="00C00D32"/>
    <w:rsid w:val="00C01098"/>
    <w:rsid w:val="00C010BB"/>
    <w:rsid w:val="00C013E8"/>
    <w:rsid w:val="00C01905"/>
    <w:rsid w:val="00C02305"/>
    <w:rsid w:val="00C024C3"/>
    <w:rsid w:val="00C02683"/>
    <w:rsid w:val="00C0277C"/>
    <w:rsid w:val="00C02829"/>
    <w:rsid w:val="00C02FCB"/>
    <w:rsid w:val="00C034CA"/>
    <w:rsid w:val="00C03ADD"/>
    <w:rsid w:val="00C03F9E"/>
    <w:rsid w:val="00C04750"/>
    <w:rsid w:val="00C04B28"/>
    <w:rsid w:val="00C04B99"/>
    <w:rsid w:val="00C04CEB"/>
    <w:rsid w:val="00C0534B"/>
    <w:rsid w:val="00C0535A"/>
    <w:rsid w:val="00C056F1"/>
    <w:rsid w:val="00C05840"/>
    <w:rsid w:val="00C0591C"/>
    <w:rsid w:val="00C05A64"/>
    <w:rsid w:val="00C05D57"/>
    <w:rsid w:val="00C05F88"/>
    <w:rsid w:val="00C060CB"/>
    <w:rsid w:val="00C06264"/>
    <w:rsid w:val="00C06A7D"/>
    <w:rsid w:val="00C06AC9"/>
    <w:rsid w:val="00C06AF9"/>
    <w:rsid w:val="00C06B33"/>
    <w:rsid w:val="00C06E45"/>
    <w:rsid w:val="00C075E3"/>
    <w:rsid w:val="00C07715"/>
    <w:rsid w:val="00C07F57"/>
    <w:rsid w:val="00C101CD"/>
    <w:rsid w:val="00C10259"/>
    <w:rsid w:val="00C10540"/>
    <w:rsid w:val="00C10BA9"/>
    <w:rsid w:val="00C1109B"/>
    <w:rsid w:val="00C111F4"/>
    <w:rsid w:val="00C11255"/>
    <w:rsid w:val="00C116FD"/>
    <w:rsid w:val="00C12661"/>
    <w:rsid w:val="00C12D09"/>
    <w:rsid w:val="00C12FA7"/>
    <w:rsid w:val="00C13168"/>
    <w:rsid w:val="00C13208"/>
    <w:rsid w:val="00C132C9"/>
    <w:rsid w:val="00C135EC"/>
    <w:rsid w:val="00C13833"/>
    <w:rsid w:val="00C139E6"/>
    <w:rsid w:val="00C14298"/>
    <w:rsid w:val="00C148BE"/>
    <w:rsid w:val="00C14B2D"/>
    <w:rsid w:val="00C14FB5"/>
    <w:rsid w:val="00C15164"/>
    <w:rsid w:val="00C162B4"/>
    <w:rsid w:val="00C164A2"/>
    <w:rsid w:val="00C16556"/>
    <w:rsid w:val="00C165A1"/>
    <w:rsid w:val="00C16B82"/>
    <w:rsid w:val="00C16D42"/>
    <w:rsid w:val="00C16E3F"/>
    <w:rsid w:val="00C17168"/>
    <w:rsid w:val="00C179B9"/>
    <w:rsid w:val="00C17B42"/>
    <w:rsid w:val="00C17DD7"/>
    <w:rsid w:val="00C17E52"/>
    <w:rsid w:val="00C20374"/>
    <w:rsid w:val="00C2094C"/>
    <w:rsid w:val="00C20DA9"/>
    <w:rsid w:val="00C2138E"/>
    <w:rsid w:val="00C2211F"/>
    <w:rsid w:val="00C222EE"/>
    <w:rsid w:val="00C22AE0"/>
    <w:rsid w:val="00C2325F"/>
    <w:rsid w:val="00C2349C"/>
    <w:rsid w:val="00C237CB"/>
    <w:rsid w:val="00C23947"/>
    <w:rsid w:val="00C24351"/>
    <w:rsid w:val="00C24411"/>
    <w:rsid w:val="00C24E79"/>
    <w:rsid w:val="00C24E9A"/>
    <w:rsid w:val="00C25087"/>
    <w:rsid w:val="00C25328"/>
    <w:rsid w:val="00C255E7"/>
    <w:rsid w:val="00C256FC"/>
    <w:rsid w:val="00C2623A"/>
    <w:rsid w:val="00C26461"/>
    <w:rsid w:val="00C26755"/>
    <w:rsid w:val="00C26BCB"/>
    <w:rsid w:val="00C27D2E"/>
    <w:rsid w:val="00C27D3B"/>
    <w:rsid w:val="00C3032B"/>
    <w:rsid w:val="00C30364"/>
    <w:rsid w:val="00C3046C"/>
    <w:rsid w:val="00C310C8"/>
    <w:rsid w:val="00C312CC"/>
    <w:rsid w:val="00C318F7"/>
    <w:rsid w:val="00C31DF3"/>
    <w:rsid w:val="00C31EEE"/>
    <w:rsid w:val="00C31F4C"/>
    <w:rsid w:val="00C3255D"/>
    <w:rsid w:val="00C3259F"/>
    <w:rsid w:val="00C32C74"/>
    <w:rsid w:val="00C32F87"/>
    <w:rsid w:val="00C332C3"/>
    <w:rsid w:val="00C33505"/>
    <w:rsid w:val="00C3378E"/>
    <w:rsid w:val="00C33969"/>
    <w:rsid w:val="00C3398E"/>
    <w:rsid w:val="00C33AC0"/>
    <w:rsid w:val="00C33D02"/>
    <w:rsid w:val="00C34309"/>
    <w:rsid w:val="00C3462E"/>
    <w:rsid w:val="00C348D6"/>
    <w:rsid w:val="00C34A12"/>
    <w:rsid w:val="00C34EAA"/>
    <w:rsid w:val="00C3500E"/>
    <w:rsid w:val="00C35107"/>
    <w:rsid w:val="00C35275"/>
    <w:rsid w:val="00C352B8"/>
    <w:rsid w:val="00C35A21"/>
    <w:rsid w:val="00C36614"/>
    <w:rsid w:val="00C3684C"/>
    <w:rsid w:val="00C368AA"/>
    <w:rsid w:val="00C36AC0"/>
    <w:rsid w:val="00C36FE9"/>
    <w:rsid w:val="00C37214"/>
    <w:rsid w:val="00C37BC5"/>
    <w:rsid w:val="00C37FF5"/>
    <w:rsid w:val="00C40E99"/>
    <w:rsid w:val="00C40FA4"/>
    <w:rsid w:val="00C411BB"/>
    <w:rsid w:val="00C4153D"/>
    <w:rsid w:val="00C416F5"/>
    <w:rsid w:val="00C4176A"/>
    <w:rsid w:val="00C418FD"/>
    <w:rsid w:val="00C42225"/>
    <w:rsid w:val="00C4243D"/>
    <w:rsid w:val="00C426A2"/>
    <w:rsid w:val="00C428C0"/>
    <w:rsid w:val="00C429C6"/>
    <w:rsid w:val="00C42D5C"/>
    <w:rsid w:val="00C42DDA"/>
    <w:rsid w:val="00C430A9"/>
    <w:rsid w:val="00C43750"/>
    <w:rsid w:val="00C43B8A"/>
    <w:rsid w:val="00C44039"/>
    <w:rsid w:val="00C441F9"/>
    <w:rsid w:val="00C446D6"/>
    <w:rsid w:val="00C4482E"/>
    <w:rsid w:val="00C4484D"/>
    <w:rsid w:val="00C44D86"/>
    <w:rsid w:val="00C44E38"/>
    <w:rsid w:val="00C45057"/>
    <w:rsid w:val="00C4523E"/>
    <w:rsid w:val="00C45726"/>
    <w:rsid w:val="00C457A8"/>
    <w:rsid w:val="00C458DD"/>
    <w:rsid w:val="00C45A1B"/>
    <w:rsid w:val="00C460B1"/>
    <w:rsid w:val="00C46619"/>
    <w:rsid w:val="00C46849"/>
    <w:rsid w:val="00C4688F"/>
    <w:rsid w:val="00C46986"/>
    <w:rsid w:val="00C47188"/>
    <w:rsid w:val="00C471D9"/>
    <w:rsid w:val="00C471F8"/>
    <w:rsid w:val="00C479A8"/>
    <w:rsid w:val="00C50456"/>
    <w:rsid w:val="00C50519"/>
    <w:rsid w:val="00C50605"/>
    <w:rsid w:val="00C507DA"/>
    <w:rsid w:val="00C50974"/>
    <w:rsid w:val="00C50A6D"/>
    <w:rsid w:val="00C50AA8"/>
    <w:rsid w:val="00C5104D"/>
    <w:rsid w:val="00C51200"/>
    <w:rsid w:val="00C5134D"/>
    <w:rsid w:val="00C513C6"/>
    <w:rsid w:val="00C523CD"/>
    <w:rsid w:val="00C52589"/>
    <w:rsid w:val="00C52976"/>
    <w:rsid w:val="00C52E37"/>
    <w:rsid w:val="00C52F58"/>
    <w:rsid w:val="00C534FE"/>
    <w:rsid w:val="00C5391B"/>
    <w:rsid w:val="00C539F4"/>
    <w:rsid w:val="00C53B15"/>
    <w:rsid w:val="00C53E91"/>
    <w:rsid w:val="00C5461B"/>
    <w:rsid w:val="00C54756"/>
    <w:rsid w:val="00C54786"/>
    <w:rsid w:val="00C547FA"/>
    <w:rsid w:val="00C54E43"/>
    <w:rsid w:val="00C5508C"/>
    <w:rsid w:val="00C55155"/>
    <w:rsid w:val="00C551CB"/>
    <w:rsid w:val="00C552F7"/>
    <w:rsid w:val="00C553A2"/>
    <w:rsid w:val="00C5656D"/>
    <w:rsid w:val="00C569B8"/>
    <w:rsid w:val="00C57538"/>
    <w:rsid w:val="00C57817"/>
    <w:rsid w:val="00C57A74"/>
    <w:rsid w:val="00C57AF2"/>
    <w:rsid w:val="00C57FEF"/>
    <w:rsid w:val="00C60022"/>
    <w:rsid w:val="00C605CE"/>
    <w:rsid w:val="00C606CA"/>
    <w:rsid w:val="00C60C6C"/>
    <w:rsid w:val="00C60C90"/>
    <w:rsid w:val="00C60E2D"/>
    <w:rsid w:val="00C610F8"/>
    <w:rsid w:val="00C610F9"/>
    <w:rsid w:val="00C614E8"/>
    <w:rsid w:val="00C615B2"/>
    <w:rsid w:val="00C61A77"/>
    <w:rsid w:val="00C61B46"/>
    <w:rsid w:val="00C61F1E"/>
    <w:rsid w:val="00C6200A"/>
    <w:rsid w:val="00C62106"/>
    <w:rsid w:val="00C626A6"/>
    <w:rsid w:val="00C62854"/>
    <w:rsid w:val="00C628F1"/>
    <w:rsid w:val="00C62F09"/>
    <w:rsid w:val="00C62F2E"/>
    <w:rsid w:val="00C630D8"/>
    <w:rsid w:val="00C6320C"/>
    <w:rsid w:val="00C6358E"/>
    <w:rsid w:val="00C63B67"/>
    <w:rsid w:val="00C63FCF"/>
    <w:rsid w:val="00C64324"/>
    <w:rsid w:val="00C6476F"/>
    <w:rsid w:val="00C64904"/>
    <w:rsid w:val="00C64910"/>
    <w:rsid w:val="00C64E38"/>
    <w:rsid w:val="00C64E85"/>
    <w:rsid w:val="00C64FDA"/>
    <w:rsid w:val="00C6524C"/>
    <w:rsid w:val="00C65423"/>
    <w:rsid w:val="00C65972"/>
    <w:rsid w:val="00C65D82"/>
    <w:rsid w:val="00C66027"/>
    <w:rsid w:val="00C66BD9"/>
    <w:rsid w:val="00C66F88"/>
    <w:rsid w:val="00C66FD5"/>
    <w:rsid w:val="00C6734A"/>
    <w:rsid w:val="00C674DD"/>
    <w:rsid w:val="00C700E3"/>
    <w:rsid w:val="00C70327"/>
    <w:rsid w:val="00C70FF4"/>
    <w:rsid w:val="00C7111A"/>
    <w:rsid w:val="00C71309"/>
    <w:rsid w:val="00C7162F"/>
    <w:rsid w:val="00C7218C"/>
    <w:rsid w:val="00C721E5"/>
    <w:rsid w:val="00C7221A"/>
    <w:rsid w:val="00C72532"/>
    <w:rsid w:val="00C72562"/>
    <w:rsid w:val="00C726D8"/>
    <w:rsid w:val="00C729C7"/>
    <w:rsid w:val="00C72BF6"/>
    <w:rsid w:val="00C72DA2"/>
    <w:rsid w:val="00C73788"/>
    <w:rsid w:val="00C73B12"/>
    <w:rsid w:val="00C73C0F"/>
    <w:rsid w:val="00C73EC9"/>
    <w:rsid w:val="00C73F17"/>
    <w:rsid w:val="00C74215"/>
    <w:rsid w:val="00C75088"/>
    <w:rsid w:val="00C758C3"/>
    <w:rsid w:val="00C75ECE"/>
    <w:rsid w:val="00C766BF"/>
    <w:rsid w:val="00C7681A"/>
    <w:rsid w:val="00C76892"/>
    <w:rsid w:val="00C76E5F"/>
    <w:rsid w:val="00C7736B"/>
    <w:rsid w:val="00C77E77"/>
    <w:rsid w:val="00C80054"/>
    <w:rsid w:val="00C8043A"/>
    <w:rsid w:val="00C80715"/>
    <w:rsid w:val="00C8099B"/>
    <w:rsid w:val="00C80B3F"/>
    <w:rsid w:val="00C80D0D"/>
    <w:rsid w:val="00C80F64"/>
    <w:rsid w:val="00C8143A"/>
    <w:rsid w:val="00C817EE"/>
    <w:rsid w:val="00C81ED8"/>
    <w:rsid w:val="00C82BDE"/>
    <w:rsid w:val="00C82E60"/>
    <w:rsid w:val="00C82F9D"/>
    <w:rsid w:val="00C83B83"/>
    <w:rsid w:val="00C83CBE"/>
    <w:rsid w:val="00C83D13"/>
    <w:rsid w:val="00C83EDB"/>
    <w:rsid w:val="00C84024"/>
    <w:rsid w:val="00C841B1"/>
    <w:rsid w:val="00C841D6"/>
    <w:rsid w:val="00C842A8"/>
    <w:rsid w:val="00C84BB5"/>
    <w:rsid w:val="00C84BF6"/>
    <w:rsid w:val="00C84FFB"/>
    <w:rsid w:val="00C858E0"/>
    <w:rsid w:val="00C85DB8"/>
    <w:rsid w:val="00C85FD0"/>
    <w:rsid w:val="00C860E5"/>
    <w:rsid w:val="00C8618B"/>
    <w:rsid w:val="00C862E9"/>
    <w:rsid w:val="00C86C04"/>
    <w:rsid w:val="00C874A0"/>
    <w:rsid w:val="00C87D11"/>
    <w:rsid w:val="00C907F0"/>
    <w:rsid w:val="00C90A49"/>
    <w:rsid w:val="00C90F6D"/>
    <w:rsid w:val="00C912B2"/>
    <w:rsid w:val="00C91531"/>
    <w:rsid w:val="00C91828"/>
    <w:rsid w:val="00C924A2"/>
    <w:rsid w:val="00C9258B"/>
    <w:rsid w:val="00C9364E"/>
    <w:rsid w:val="00C937C5"/>
    <w:rsid w:val="00C93ED9"/>
    <w:rsid w:val="00C93EF1"/>
    <w:rsid w:val="00C942E2"/>
    <w:rsid w:val="00C947E8"/>
    <w:rsid w:val="00C9512E"/>
    <w:rsid w:val="00C958EF"/>
    <w:rsid w:val="00C95B25"/>
    <w:rsid w:val="00C96047"/>
    <w:rsid w:val="00C9633C"/>
    <w:rsid w:val="00C96A51"/>
    <w:rsid w:val="00C96D46"/>
    <w:rsid w:val="00C971BC"/>
    <w:rsid w:val="00C9730E"/>
    <w:rsid w:val="00C973CC"/>
    <w:rsid w:val="00C975C5"/>
    <w:rsid w:val="00C975F4"/>
    <w:rsid w:val="00C97901"/>
    <w:rsid w:val="00C97905"/>
    <w:rsid w:val="00C97CBC"/>
    <w:rsid w:val="00C97D06"/>
    <w:rsid w:val="00C97E8D"/>
    <w:rsid w:val="00CA0054"/>
    <w:rsid w:val="00CA01B9"/>
    <w:rsid w:val="00CA0513"/>
    <w:rsid w:val="00CA0A35"/>
    <w:rsid w:val="00CA0CD9"/>
    <w:rsid w:val="00CA0E5E"/>
    <w:rsid w:val="00CA14A2"/>
    <w:rsid w:val="00CA1D3C"/>
    <w:rsid w:val="00CA1EAE"/>
    <w:rsid w:val="00CA27EB"/>
    <w:rsid w:val="00CA2DBE"/>
    <w:rsid w:val="00CA2EE9"/>
    <w:rsid w:val="00CA2FC4"/>
    <w:rsid w:val="00CA383B"/>
    <w:rsid w:val="00CA3CE6"/>
    <w:rsid w:val="00CA410B"/>
    <w:rsid w:val="00CA421B"/>
    <w:rsid w:val="00CA44ED"/>
    <w:rsid w:val="00CA472F"/>
    <w:rsid w:val="00CA493E"/>
    <w:rsid w:val="00CA49B3"/>
    <w:rsid w:val="00CA584D"/>
    <w:rsid w:val="00CA58E6"/>
    <w:rsid w:val="00CA5955"/>
    <w:rsid w:val="00CA5DB0"/>
    <w:rsid w:val="00CA5F88"/>
    <w:rsid w:val="00CA64DF"/>
    <w:rsid w:val="00CA665E"/>
    <w:rsid w:val="00CA6786"/>
    <w:rsid w:val="00CA69F3"/>
    <w:rsid w:val="00CA76FD"/>
    <w:rsid w:val="00CA7785"/>
    <w:rsid w:val="00CB08C9"/>
    <w:rsid w:val="00CB09A8"/>
    <w:rsid w:val="00CB0BB4"/>
    <w:rsid w:val="00CB0C31"/>
    <w:rsid w:val="00CB0CC5"/>
    <w:rsid w:val="00CB1213"/>
    <w:rsid w:val="00CB139A"/>
    <w:rsid w:val="00CB1918"/>
    <w:rsid w:val="00CB1A3F"/>
    <w:rsid w:val="00CB20D5"/>
    <w:rsid w:val="00CB2536"/>
    <w:rsid w:val="00CB2867"/>
    <w:rsid w:val="00CB28FF"/>
    <w:rsid w:val="00CB2BA4"/>
    <w:rsid w:val="00CB2FB6"/>
    <w:rsid w:val="00CB3754"/>
    <w:rsid w:val="00CB3C93"/>
    <w:rsid w:val="00CB486C"/>
    <w:rsid w:val="00CB4C88"/>
    <w:rsid w:val="00CB51B4"/>
    <w:rsid w:val="00CB52E7"/>
    <w:rsid w:val="00CB55DA"/>
    <w:rsid w:val="00CB62EB"/>
    <w:rsid w:val="00CB6923"/>
    <w:rsid w:val="00CB69C4"/>
    <w:rsid w:val="00CB6C1A"/>
    <w:rsid w:val="00CB6D02"/>
    <w:rsid w:val="00CB72F6"/>
    <w:rsid w:val="00CB73FD"/>
    <w:rsid w:val="00CB7580"/>
    <w:rsid w:val="00CB78C8"/>
    <w:rsid w:val="00CB7AF6"/>
    <w:rsid w:val="00CB7BB1"/>
    <w:rsid w:val="00CB7E7B"/>
    <w:rsid w:val="00CC0223"/>
    <w:rsid w:val="00CC02C6"/>
    <w:rsid w:val="00CC0539"/>
    <w:rsid w:val="00CC0777"/>
    <w:rsid w:val="00CC0F79"/>
    <w:rsid w:val="00CC12B7"/>
    <w:rsid w:val="00CC198C"/>
    <w:rsid w:val="00CC1C81"/>
    <w:rsid w:val="00CC1E3D"/>
    <w:rsid w:val="00CC2043"/>
    <w:rsid w:val="00CC22EE"/>
    <w:rsid w:val="00CC2950"/>
    <w:rsid w:val="00CC2961"/>
    <w:rsid w:val="00CC2990"/>
    <w:rsid w:val="00CC2CF8"/>
    <w:rsid w:val="00CC36BD"/>
    <w:rsid w:val="00CC36D7"/>
    <w:rsid w:val="00CC3A81"/>
    <w:rsid w:val="00CC3D2D"/>
    <w:rsid w:val="00CC3FA2"/>
    <w:rsid w:val="00CC4894"/>
    <w:rsid w:val="00CC4DCE"/>
    <w:rsid w:val="00CC5031"/>
    <w:rsid w:val="00CC54AA"/>
    <w:rsid w:val="00CC5699"/>
    <w:rsid w:val="00CC5BA1"/>
    <w:rsid w:val="00CC5FE0"/>
    <w:rsid w:val="00CC6025"/>
    <w:rsid w:val="00CC6B88"/>
    <w:rsid w:val="00CC6F67"/>
    <w:rsid w:val="00CC745D"/>
    <w:rsid w:val="00CC7B85"/>
    <w:rsid w:val="00CD0113"/>
    <w:rsid w:val="00CD02C9"/>
    <w:rsid w:val="00CD02D8"/>
    <w:rsid w:val="00CD1430"/>
    <w:rsid w:val="00CD182F"/>
    <w:rsid w:val="00CD1E43"/>
    <w:rsid w:val="00CD254B"/>
    <w:rsid w:val="00CD385B"/>
    <w:rsid w:val="00CD3871"/>
    <w:rsid w:val="00CD3C05"/>
    <w:rsid w:val="00CD4E00"/>
    <w:rsid w:val="00CD4FD8"/>
    <w:rsid w:val="00CD5BB4"/>
    <w:rsid w:val="00CD60D4"/>
    <w:rsid w:val="00CD633B"/>
    <w:rsid w:val="00CD6D56"/>
    <w:rsid w:val="00CD6FA9"/>
    <w:rsid w:val="00CD7794"/>
    <w:rsid w:val="00CD77DC"/>
    <w:rsid w:val="00CD78FC"/>
    <w:rsid w:val="00CD7D2C"/>
    <w:rsid w:val="00CE012E"/>
    <w:rsid w:val="00CE0343"/>
    <w:rsid w:val="00CE0FEB"/>
    <w:rsid w:val="00CE1183"/>
    <w:rsid w:val="00CE14C2"/>
    <w:rsid w:val="00CE1618"/>
    <w:rsid w:val="00CE305A"/>
    <w:rsid w:val="00CE40AF"/>
    <w:rsid w:val="00CE41E6"/>
    <w:rsid w:val="00CE4219"/>
    <w:rsid w:val="00CE430E"/>
    <w:rsid w:val="00CE49CB"/>
    <w:rsid w:val="00CE4D2E"/>
    <w:rsid w:val="00CE4E52"/>
    <w:rsid w:val="00CE57E2"/>
    <w:rsid w:val="00CE5963"/>
    <w:rsid w:val="00CE66E2"/>
    <w:rsid w:val="00CE6CC9"/>
    <w:rsid w:val="00CE6DD0"/>
    <w:rsid w:val="00CE6F23"/>
    <w:rsid w:val="00CE71FE"/>
    <w:rsid w:val="00CE7971"/>
    <w:rsid w:val="00CF04C2"/>
    <w:rsid w:val="00CF09D4"/>
    <w:rsid w:val="00CF0A50"/>
    <w:rsid w:val="00CF0DC2"/>
    <w:rsid w:val="00CF0E09"/>
    <w:rsid w:val="00CF1651"/>
    <w:rsid w:val="00CF182E"/>
    <w:rsid w:val="00CF1EC6"/>
    <w:rsid w:val="00CF276C"/>
    <w:rsid w:val="00CF2A95"/>
    <w:rsid w:val="00CF326C"/>
    <w:rsid w:val="00CF367B"/>
    <w:rsid w:val="00CF3CD0"/>
    <w:rsid w:val="00CF44EE"/>
    <w:rsid w:val="00CF453B"/>
    <w:rsid w:val="00CF460F"/>
    <w:rsid w:val="00CF46E9"/>
    <w:rsid w:val="00CF51ED"/>
    <w:rsid w:val="00CF5B27"/>
    <w:rsid w:val="00CF5C4B"/>
    <w:rsid w:val="00CF61B0"/>
    <w:rsid w:val="00CF62CA"/>
    <w:rsid w:val="00CF64E7"/>
    <w:rsid w:val="00CF6704"/>
    <w:rsid w:val="00CF7776"/>
    <w:rsid w:val="00CF7D84"/>
    <w:rsid w:val="00D0020B"/>
    <w:rsid w:val="00D0028A"/>
    <w:rsid w:val="00D002CC"/>
    <w:rsid w:val="00D002FD"/>
    <w:rsid w:val="00D00384"/>
    <w:rsid w:val="00D010C1"/>
    <w:rsid w:val="00D01A3E"/>
    <w:rsid w:val="00D01B2C"/>
    <w:rsid w:val="00D02339"/>
    <w:rsid w:val="00D02A63"/>
    <w:rsid w:val="00D03419"/>
    <w:rsid w:val="00D035C0"/>
    <w:rsid w:val="00D03858"/>
    <w:rsid w:val="00D03A17"/>
    <w:rsid w:val="00D03E1A"/>
    <w:rsid w:val="00D045F0"/>
    <w:rsid w:val="00D047B1"/>
    <w:rsid w:val="00D05027"/>
    <w:rsid w:val="00D05887"/>
    <w:rsid w:val="00D05C19"/>
    <w:rsid w:val="00D05D83"/>
    <w:rsid w:val="00D0611E"/>
    <w:rsid w:val="00D06587"/>
    <w:rsid w:val="00D06C14"/>
    <w:rsid w:val="00D071B0"/>
    <w:rsid w:val="00D0763D"/>
    <w:rsid w:val="00D078E1"/>
    <w:rsid w:val="00D07C4D"/>
    <w:rsid w:val="00D1039D"/>
    <w:rsid w:val="00D103B2"/>
    <w:rsid w:val="00D1043D"/>
    <w:rsid w:val="00D108E5"/>
    <w:rsid w:val="00D109FE"/>
    <w:rsid w:val="00D10D10"/>
    <w:rsid w:val="00D10D54"/>
    <w:rsid w:val="00D10F19"/>
    <w:rsid w:val="00D10FAE"/>
    <w:rsid w:val="00D116E5"/>
    <w:rsid w:val="00D125A7"/>
    <w:rsid w:val="00D1288D"/>
    <w:rsid w:val="00D12E2B"/>
    <w:rsid w:val="00D130D8"/>
    <w:rsid w:val="00D13553"/>
    <w:rsid w:val="00D13F6B"/>
    <w:rsid w:val="00D14024"/>
    <w:rsid w:val="00D141D0"/>
    <w:rsid w:val="00D141EC"/>
    <w:rsid w:val="00D14284"/>
    <w:rsid w:val="00D14BCE"/>
    <w:rsid w:val="00D14F1B"/>
    <w:rsid w:val="00D151A5"/>
    <w:rsid w:val="00D154FD"/>
    <w:rsid w:val="00D16463"/>
    <w:rsid w:val="00D166B9"/>
    <w:rsid w:val="00D16AB9"/>
    <w:rsid w:val="00D16EA5"/>
    <w:rsid w:val="00D1715A"/>
    <w:rsid w:val="00D172CF"/>
    <w:rsid w:val="00D176A6"/>
    <w:rsid w:val="00D17C4B"/>
    <w:rsid w:val="00D17FEC"/>
    <w:rsid w:val="00D202E7"/>
    <w:rsid w:val="00D206ED"/>
    <w:rsid w:val="00D20D88"/>
    <w:rsid w:val="00D211DF"/>
    <w:rsid w:val="00D21316"/>
    <w:rsid w:val="00D214F8"/>
    <w:rsid w:val="00D2159B"/>
    <w:rsid w:val="00D215F3"/>
    <w:rsid w:val="00D2167F"/>
    <w:rsid w:val="00D21702"/>
    <w:rsid w:val="00D21E30"/>
    <w:rsid w:val="00D223F2"/>
    <w:rsid w:val="00D22674"/>
    <w:rsid w:val="00D22A08"/>
    <w:rsid w:val="00D22C0D"/>
    <w:rsid w:val="00D22C76"/>
    <w:rsid w:val="00D22E13"/>
    <w:rsid w:val="00D23250"/>
    <w:rsid w:val="00D23A83"/>
    <w:rsid w:val="00D24AC3"/>
    <w:rsid w:val="00D24DA7"/>
    <w:rsid w:val="00D250C2"/>
    <w:rsid w:val="00D251CF"/>
    <w:rsid w:val="00D252ED"/>
    <w:rsid w:val="00D2550F"/>
    <w:rsid w:val="00D25A81"/>
    <w:rsid w:val="00D25FE9"/>
    <w:rsid w:val="00D26698"/>
    <w:rsid w:val="00D26737"/>
    <w:rsid w:val="00D269BC"/>
    <w:rsid w:val="00D26C34"/>
    <w:rsid w:val="00D26E95"/>
    <w:rsid w:val="00D273E3"/>
    <w:rsid w:val="00D277F8"/>
    <w:rsid w:val="00D278CF"/>
    <w:rsid w:val="00D30401"/>
    <w:rsid w:val="00D3064C"/>
    <w:rsid w:val="00D30950"/>
    <w:rsid w:val="00D30B5D"/>
    <w:rsid w:val="00D30CFA"/>
    <w:rsid w:val="00D31131"/>
    <w:rsid w:val="00D3191B"/>
    <w:rsid w:val="00D31EA7"/>
    <w:rsid w:val="00D31FE8"/>
    <w:rsid w:val="00D328AB"/>
    <w:rsid w:val="00D33180"/>
    <w:rsid w:val="00D33638"/>
    <w:rsid w:val="00D33DE3"/>
    <w:rsid w:val="00D33FDF"/>
    <w:rsid w:val="00D33FF4"/>
    <w:rsid w:val="00D34020"/>
    <w:rsid w:val="00D351AE"/>
    <w:rsid w:val="00D3532E"/>
    <w:rsid w:val="00D356AB"/>
    <w:rsid w:val="00D36742"/>
    <w:rsid w:val="00D36DD6"/>
    <w:rsid w:val="00D36EA8"/>
    <w:rsid w:val="00D36EDA"/>
    <w:rsid w:val="00D370B7"/>
    <w:rsid w:val="00D374E1"/>
    <w:rsid w:val="00D37AFE"/>
    <w:rsid w:val="00D4019F"/>
    <w:rsid w:val="00D40F8C"/>
    <w:rsid w:val="00D4117D"/>
    <w:rsid w:val="00D416E7"/>
    <w:rsid w:val="00D419C9"/>
    <w:rsid w:val="00D41CB8"/>
    <w:rsid w:val="00D41DE8"/>
    <w:rsid w:val="00D42157"/>
    <w:rsid w:val="00D43188"/>
    <w:rsid w:val="00D43576"/>
    <w:rsid w:val="00D43C8C"/>
    <w:rsid w:val="00D44874"/>
    <w:rsid w:val="00D44D2D"/>
    <w:rsid w:val="00D45895"/>
    <w:rsid w:val="00D45C3A"/>
    <w:rsid w:val="00D45F69"/>
    <w:rsid w:val="00D46283"/>
    <w:rsid w:val="00D46567"/>
    <w:rsid w:val="00D467F3"/>
    <w:rsid w:val="00D46DAD"/>
    <w:rsid w:val="00D46DF6"/>
    <w:rsid w:val="00D4796A"/>
    <w:rsid w:val="00D47D72"/>
    <w:rsid w:val="00D47DA6"/>
    <w:rsid w:val="00D47E1B"/>
    <w:rsid w:val="00D50B63"/>
    <w:rsid w:val="00D50D60"/>
    <w:rsid w:val="00D50EEC"/>
    <w:rsid w:val="00D519BB"/>
    <w:rsid w:val="00D51FAD"/>
    <w:rsid w:val="00D5242A"/>
    <w:rsid w:val="00D5247F"/>
    <w:rsid w:val="00D53225"/>
    <w:rsid w:val="00D533C9"/>
    <w:rsid w:val="00D5349A"/>
    <w:rsid w:val="00D53A6D"/>
    <w:rsid w:val="00D53A7B"/>
    <w:rsid w:val="00D53CD5"/>
    <w:rsid w:val="00D53DC0"/>
    <w:rsid w:val="00D53EA7"/>
    <w:rsid w:val="00D544CB"/>
    <w:rsid w:val="00D54661"/>
    <w:rsid w:val="00D54BCD"/>
    <w:rsid w:val="00D5528C"/>
    <w:rsid w:val="00D5544F"/>
    <w:rsid w:val="00D558C0"/>
    <w:rsid w:val="00D559CA"/>
    <w:rsid w:val="00D55C83"/>
    <w:rsid w:val="00D560BE"/>
    <w:rsid w:val="00D5632B"/>
    <w:rsid w:val="00D56CE9"/>
    <w:rsid w:val="00D56DE9"/>
    <w:rsid w:val="00D56FB4"/>
    <w:rsid w:val="00D57817"/>
    <w:rsid w:val="00D5798C"/>
    <w:rsid w:val="00D603F3"/>
    <w:rsid w:val="00D605E2"/>
    <w:rsid w:val="00D612C5"/>
    <w:rsid w:val="00D61525"/>
    <w:rsid w:val="00D6197C"/>
    <w:rsid w:val="00D61AEF"/>
    <w:rsid w:val="00D6211C"/>
    <w:rsid w:val="00D62F95"/>
    <w:rsid w:val="00D6341E"/>
    <w:rsid w:val="00D636DD"/>
    <w:rsid w:val="00D637C6"/>
    <w:rsid w:val="00D6384B"/>
    <w:rsid w:val="00D63985"/>
    <w:rsid w:val="00D63C9F"/>
    <w:rsid w:val="00D641A2"/>
    <w:rsid w:val="00D64384"/>
    <w:rsid w:val="00D64686"/>
    <w:rsid w:val="00D64743"/>
    <w:rsid w:val="00D6541B"/>
    <w:rsid w:val="00D65522"/>
    <w:rsid w:val="00D6570F"/>
    <w:rsid w:val="00D6574B"/>
    <w:rsid w:val="00D65A4E"/>
    <w:rsid w:val="00D65BCC"/>
    <w:rsid w:val="00D6653B"/>
    <w:rsid w:val="00D665A6"/>
    <w:rsid w:val="00D66831"/>
    <w:rsid w:val="00D66969"/>
    <w:rsid w:val="00D66EB1"/>
    <w:rsid w:val="00D671D0"/>
    <w:rsid w:val="00D675A2"/>
    <w:rsid w:val="00D67D71"/>
    <w:rsid w:val="00D67D92"/>
    <w:rsid w:val="00D67DBC"/>
    <w:rsid w:val="00D700FD"/>
    <w:rsid w:val="00D701C0"/>
    <w:rsid w:val="00D704E9"/>
    <w:rsid w:val="00D70CBC"/>
    <w:rsid w:val="00D70CD7"/>
    <w:rsid w:val="00D70D6A"/>
    <w:rsid w:val="00D70F99"/>
    <w:rsid w:val="00D7111E"/>
    <w:rsid w:val="00D714C8"/>
    <w:rsid w:val="00D71716"/>
    <w:rsid w:val="00D71BEE"/>
    <w:rsid w:val="00D72A19"/>
    <w:rsid w:val="00D730C5"/>
    <w:rsid w:val="00D73185"/>
    <w:rsid w:val="00D7323F"/>
    <w:rsid w:val="00D73759"/>
    <w:rsid w:val="00D73AD8"/>
    <w:rsid w:val="00D73B5A"/>
    <w:rsid w:val="00D7455B"/>
    <w:rsid w:val="00D74642"/>
    <w:rsid w:val="00D749E3"/>
    <w:rsid w:val="00D74BF0"/>
    <w:rsid w:val="00D74CDA"/>
    <w:rsid w:val="00D75550"/>
    <w:rsid w:val="00D75A59"/>
    <w:rsid w:val="00D75B08"/>
    <w:rsid w:val="00D75BE5"/>
    <w:rsid w:val="00D76338"/>
    <w:rsid w:val="00D7653A"/>
    <w:rsid w:val="00D76C2B"/>
    <w:rsid w:val="00D76E40"/>
    <w:rsid w:val="00D77349"/>
    <w:rsid w:val="00D80327"/>
    <w:rsid w:val="00D8054C"/>
    <w:rsid w:val="00D806BA"/>
    <w:rsid w:val="00D80A57"/>
    <w:rsid w:val="00D80B56"/>
    <w:rsid w:val="00D81180"/>
    <w:rsid w:val="00D8156E"/>
    <w:rsid w:val="00D81776"/>
    <w:rsid w:val="00D81D0C"/>
    <w:rsid w:val="00D81FFC"/>
    <w:rsid w:val="00D825C5"/>
    <w:rsid w:val="00D82D68"/>
    <w:rsid w:val="00D82FDC"/>
    <w:rsid w:val="00D830B9"/>
    <w:rsid w:val="00D83591"/>
    <w:rsid w:val="00D83BF2"/>
    <w:rsid w:val="00D83C84"/>
    <w:rsid w:val="00D84127"/>
    <w:rsid w:val="00D84A54"/>
    <w:rsid w:val="00D8504A"/>
    <w:rsid w:val="00D85C5B"/>
    <w:rsid w:val="00D85DC4"/>
    <w:rsid w:val="00D85F0D"/>
    <w:rsid w:val="00D8602D"/>
    <w:rsid w:val="00D86248"/>
    <w:rsid w:val="00D86861"/>
    <w:rsid w:val="00D869AA"/>
    <w:rsid w:val="00D86D7F"/>
    <w:rsid w:val="00D86FA3"/>
    <w:rsid w:val="00D87206"/>
    <w:rsid w:val="00D87AFB"/>
    <w:rsid w:val="00D9044C"/>
    <w:rsid w:val="00D90EB5"/>
    <w:rsid w:val="00D90F05"/>
    <w:rsid w:val="00D913BC"/>
    <w:rsid w:val="00D9158F"/>
    <w:rsid w:val="00D92072"/>
    <w:rsid w:val="00D92156"/>
    <w:rsid w:val="00D921AF"/>
    <w:rsid w:val="00D921E6"/>
    <w:rsid w:val="00D92232"/>
    <w:rsid w:val="00D92586"/>
    <w:rsid w:val="00D925E0"/>
    <w:rsid w:val="00D92662"/>
    <w:rsid w:val="00D927ED"/>
    <w:rsid w:val="00D92D66"/>
    <w:rsid w:val="00D92DF6"/>
    <w:rsid w:val="00D9306D"/>
    <w:rsid w:val="00D93A8D"/>
    <w:rsid w:val="00D94690"/>
    <w:rsid w:val="00D94713"/>
    <w:rsid w:val="00D948F1"/>
    <w:rsid w:val="00D94BB8"/>
    <w:rsid w:val="00D94EF0"/>
    <w:rsid w:val="00D950C0"/>
    <w:rsid w:val="00D950D2"/>
    <w:rsid w:val="00D95440"/>
    <w:rsid w:val="00D9548E"/>
    <w:rsid w:val="00D95B53"/>
    <w:rsid w:val="00D95F22"/>
    <w:rsid w:val="00D96F1F"/>
    <w:rsid w:val="00D96F79"/>
    <w:rsid w:val="00D97416"/>
    <w:rsid w:val="00D97430"/>
    <w:rsid w:val="00D977AE"/>
    <w:rsid w:val="00D97C68"/>
    <w:rsid w:val="00D97F19"/>
    <w:rsid w:val="00D97FD6"/>
    <w:rsid w:val="00DA08AB"/>
    <w:rsid w:val="00DA0B70"/>
    <w:rsid w:val="00DA0E1F"/>
    <w:rsid w:val="00DA175C"/>
    <w:rsid w:val="00DA18CA"/>
    <w:rsid w:val="00DA1E57"/>
    <w:rsid w:val="00DA230A"/>
    <w:rsid w:val="00DA275A"/>
    <w:rsid w:val="00DA27CA"/>
    <w:rsid w:val="00DA2D09"/>
    <w:rsid w:val="00DA3061"/>
    <w:rsid w:val="00DA3627"/>
    <w:rsid w:val="00DA3649"/>
    <w:rsid w:val="00DA3C6F"/>
    <w:rsid w:val="00DA5093"/>
    <w:rsid w:val="00DA543C"/>
    <w:rsid w:val="00DA5B4A"/>
    <w:rsid w:val="00DA65F5"/>
    <w:rsid w:val="00DA6D27"/>
    <w:rsid w:val="00DA6D44"/>
    <w:rsid w:val="00DA7029"/>
    <w:rsid w:val="00DA71A6"/>
    <w:rsid w:val="00DA72A8"/>
    <w:rsid w:val="00DA78A8"/>
    <w:rsid w:val="00DB0557"/>
    <w:rsid w:val="00DB07FE"/>
    <w:rsid w:val="00DB08A8"/>
    <w:rsid w:val="00DB091A"/>
    <w:rsid w:val="00DB1F23"/>
    <w:rsid w:val="00DB20CB"/>
    <w:rsid w:val="00DB23A4"/>
    <w:rsid w:val="00DB26A5"/>
    <w:rsid w:val="00DB2F71"/>
    <w:rsid w:val="00DB2FF4"/>
    <w:rsid w:val="00DB3087"/>
    <w:rsid w:val="00DB3392"/>
    <w:rsid w:val="00DB394D"/>
    <w:rsid w:val="00DB39DD"/>
    <w:rsid w:val="00DB3A88"/>
    <w:rsid w:val="00DB3C4B"/>
    <w:rsid w:val="00DB3D82"/>
    <w:rsid w:val="00DB496D"/>
    <w:rsid w:val="00DB49C7"/>
    <w:rsid w:val="00DB49EB"/>
    <w:rsid w:val="00DB4A9C"/>
    <w:rsid w:val="00DB4C7C"/>
    <w:rsid w:val="00DB4E62"/>
    <w:rsid w:val="00DB5CD5"/>
    <w:rsid w:val="00DB658E"/>
    <w:rsid w:val="00DB67A5"/>
    <w:rsid w:val="00DB6934"/>
    <w:rsid w:val="00DB7BDA"/>
    <w:rsid w:val="00DB7C5E"/>
    <w:rsid w:val="00DC0925"/>
    <w:rsid w:val="00DC0E59"/>
    <w:rsid w:val="00DC1987"/>
    <w:rsid w:val="00DC1C10"/>
    <w:rsid w:val="00DC2412"/>
    <w:rsid w:val="00DC2556"/>
    <w:rsid w:val="00DC2594"/>
    <w:rsid w:val="00DC2899"/>
    <w:rsid w:val="00DC2A0D"/>
    <w:rsid w:val="00DC2C2A"/>
    <w:rsid w:val="00DC2EAE"/>
    <w:rsid w:val="00DC31AC"/>
    <w:rsid w:val="00DC335A"/>
    <w:rsid w:val="00DC362B"/>
    <w:rsid w:val="00DC3751"/>
    <w:rsid w:val="00DC381B"/>
    <w:rsid w:val="00DC3878"/>
    <w:rsid w:val="00DC3E16"/>
    <w:rsid w:val="00DC3F4F"/>
    <w:rsid w:val="00DC3FC6"/>
    <w:rsid w:val="00DC43D8"/>
    <w:rsid w:val="00DC4936"/>
    <w:rsid w:val="00DC4AF7"/>
    <w:rsid w:val="00DC4D10"/>
    <w:rsid w:val="00DC5675"/>
    <w:rsid w:val="00DC5E48"/>
    <w:rsid w:val="00DC5F73"/>
    <w:rsid w:val="00DC5F84"/>
    <w:rsid w:val="00DC61F8"/>
    <w:rsid w:val="00DC634F"/>
    <w:rsid w:val="00DC6AF8"/>
    <w:rsid w:val="00DC6E74"/>
    <w:rsid w:val="00DC725E"/>
    <w:rsid w:val="00DC7659"/>
    <w:rsid w:val="00DC79A9"/>
    <w:rsid w:val="00DC7B70"/>
    <w:rsid w:val="00DC7D44"/>
    <w:rsid w:val="00DD004F"/>
    <w:rsid w:val="00DD02E9"/>
    <w:rsid w:val="00DD0649"/>
    <w:rsid w:val="00DD0A71"/>
    <w:rsid w:val="00DD0C9A"/>
    <w:rsid w:val="00DD0DB4"/>
    <w:rsid w:val="00DD14A2"/>
    <w:rsid w:val="00DD1B02"/>
    <w:rsid w:val="00DD1ED8"/>
    <w:rsid w:val="00DD2465"/>
    <w:rsid w:val="00DD25EA"/>
    <w:rsid w:val="00DD3618"/>
    <w:rsid w:val="00DD3B07"/>
    <w:rsid w:val="00DD3C35"/>
    <w:rsid w:val="00DD4153"/>
    <w:rsid w:val="00DD43EF"/>
    <w:rsid w:val="00DD4495"/>
    <w:rsid w:val="00DD4C71"/>
    <w:rsid w:val="00DD4D0C"/>
    <w:rsid w:val="00DD4E95"/>
    <w:rsid w:val="00DD527F"/>
    <w:rsid w:val="00DD52ED"/>
    <w:rsid w:val="00DD5308"/>
    <w:rsid w:val="00DD5B14"/>
    <w:rsid w:val="00DD5C93"/>
    <w:rsid w:val="00DD5CBA"/>
    <w:rsid w:val="00DD5FF0"/>
    <w:rsid w:val="00DD613C"/>
    <w:rsid w:val="00DD68E2"/>
    <w:rsid w:val="00DD6A9E"/>
    <w:rsid w:val="00DD6AD3"/>
    <w:rsid w:val="00DD6F91"/>
    <w:rsid w:val="00DD6FBE"/>
    <w:rsid w:val="00DD7144"/>
    <w:rsid w:val="00DD7265"/>
    <w:rsid w:val="00DD7271"/>
    <w:rsid w:val="00DD73DB"/>
    <w:rsid w:val="00DD7CCC"/>
    <w:rsid w:val="00DD7D58"/>
    <w:rsid w:val="00DE007C"/>
    <w:rsid w:val="00DE010A"/>
    <w:rsid w:val="00DE0283"/>
    <w:rsid w:val="00DE0367"/>
    <w:rsid w:val="00DE0C3F"/>
    <w:rsid w:val="00DE0FB2"/>
    <w:rsid w:val="00DE14E4"/>
    <w:rsid w:val="00DE1B09"/>
    <w:rsid w:val="00DE1C23"/>
    <w:rsid w:val="00DE2290"/>
    <w:rsid w:val="00DE23C3"/>
    <w:rsid w:val="00DE2765"/>
    <w:rsid w:val="00DE29A1"/>
    <w:rsid w:val="00DE2A59"/>
    <w:rsid w:val="00DE2B39"/>
    <w:rsid w:val="00DE2FED"/>
    <w:rsid w:val="00DE341B"/>
    <w:rsid w:val="00DE3A0D"/>
    <w:rsid w:val="00DE3E88"/>
    <w:rsid w:val="00DE3F46"/>
    <w:rsid w:val="00DE4997"/>
    <w:rsid w:val="00DE4EDA"/>
    <w:rsid w:val="00DE4F4F"/>
    <w:rsid w:val="00DE4F5A"/>
    <w:rsid w:val="00DE5537"/>
    <w:rsid w:val="00DE58F9"/>
    <w:rsid w:val="00DE59A2"/>
    <w:rsid w:val="00DE59BB"/>
    <w:rsid w:val="00DE611A"/>
    <w:rsid w:val="00DE69BC"/>
    <w:rsid w:val="00DE6BD1"/>
    <w:rsid w:val="00DE6E10"/>
    <w:rsid w:val="00DE752C"/>
    <w:rsid w:val="00DE7657"/>
    <w:rsid w:val="00DE79FD"/>
    <w:rsid w:val="00DF046B"/>
    <w:rsid w:val="00DF07BB"/>
    <w:rsid w:val="00DF0C6E"/>
    <w:rsid w:val="00DF10C3"/>
    <w:rsid w:val="00DF11F6"/>
    <w:rsid w:val="00DF122D"/>
    <w:rsid w:val="00DF195D"/>
    <w:rsid w:val="00DF1F96"/>
    <w:rsid w:val="00DF1FC9"/>
    <w:rsid w:val="00DF2307"/>
    <w:rsid w:val="00DF28F5"/>
    <w:rsid w:val="00DF2BA4"/>
    <w:rsid w:val="00DF32F5"/>
    <w:rsid w:val="00DF432F"/>
    <w:rsid w:val="00DF4A97"/>
    <w:rsid w:val="00DF4B0E"/>
    <w:rsid w:val="00DF4FDA"/>
    <w:rsid w:val="00DF52CC"/>
    <w:rsid w:val="00DF543E"/>
    <w:rsid w:val="00DF598E"/>
    <w:rsid w:val="00DF604E"/>
    <w:rsid w:val="00DF6347"/>
    <w:rsid w:val="00DF662C"/>
    <w:rsid w:val="00DF6767"/>
    <w:rsid w:val="00DF6CA8"/>
    <w:rsid w:val="00DF7040"/>
    <w:rsid w:val="00DF7143"/>
    <w:rsid w:val="00DF72BE"/>
    <w:rsid w:val="00E00135"/>
    <w:rsid w:val="00E0046C"/>
    <w:rsid w:val="00E00638"/>
    <w:rsid w:val="00E00CCB"/>
    <w:rsid w:val="00E01AF1"/>
    <w:rsid w:val="00E02212"/>
    <w:rsid w:val="00E02275"/>
    <w:rsid w:val="00E024A7"/>
    <w:rsid w:val="00E02EA9"/>
    <w:rsid w:val="00E0309F"/>
    <w:rsid w:val="00E037DE"/>
    <w:rsid w:val="00E0390C"/>
    <w:rsid w:val="00E0426B"/>
    <w:rsid w:val="00E0429A"/>
    <w:rsid w:val="00E042C9"/>
    <w:rsid w:val="00E04516"/>
    <w:rsid w:val="00E045EA"/>
    <w:rsid w:val="00E04A28"/>
    <w:rsid w:val="00E04C08"/>
    <w:rsid w:val="00E04E50"/>
    <w:rsid w:val="00E04EAB"/>
    <w:rsid w:val="00E0504E"/>
    <w:rsid w:val="00E059BF"/>
    <w:rsid w:val="00E05B16"/>
    <w:rsid w:val="00E061FA"/>
    <w:rsid w:val="00E06454"/>
    <w:rsid w:val="00E064B9"/>
    <w:rsid w:val="00E076A2"/>
    <w:rsid w:val="00E07EBF"/>
    <w:rsid w:val="00E1025E"/>
    <w:rsid w:val="00E1066B"/>
    <w:rsid w:val="00E10F75"/>
    <w:rsid w:val="00E114C4"/>
    <w:rsid w:val="00E118D9"/>
    <w:rsid w:val="00E11E4C"/>
    <w:rsid w:val="00E1236C"/>
    <w:rsid w:val="00E125F1"/>
    <w:rsid w:val="00E12824"/>
    <w:rsid w:val="00E12B95"/>
    <w:rsid w:val="00E130CD"/>
    <w:rsid w:val="00E13881"/>
    <w:rsid w:val="00E14608"/>
    <w:rsid w:val="00E148C0"/>
    <w:rsid w:val="00E14EB4"/>
    <w:rsid w:val="00E14FAE"/>
    <w:rsid w:val="00E15242"/>
    <w:rsid w:val="00E15649"/>
    <w:rsid w:val="00E15882"/>
    <w:rsid w:val="00E15972"/>
    <w:rsid w:val="00E15AD4"/>
    <w:rsid w:val="00E15B63"/>
    <w:rsid w:val="00E16244"/>
    <w:rsid w:val="00E16336"/>
    <w:rsid w:val="00E16C69"/>
    <w:rsid w:val="00E16F17"/>
    <w:rsid w:val="00E171F9"/>
    <w:rsid w:val="00E17414"/>
    <w:rsid w:val="00E17B99"/>
    <w:rsid w:val="00E17CA3"/>
    <w:rsid w:val="00E17E80"/>
    <w:rsid w:val="00E209A5"/>
    <w:rsid w:val="00E209F0"/>
    <w:rsid w:val="00E20AFE"/>
    <w:rsid w:val="00E20E54"/>
    <w:rsid w:val="00E216FE"/>
    <w:rsid w:val="00E217DC"/>
    <w:rsid w:val="00E22064"/>
    <w:rsid w:val="00E227F3"/>
    <w:rsid w:val="00E22BD0"/>
    <w:rsid w:val="00E22E40"/>
    <w:rsid w:val="00E244DD"/>
    <w:rsid w:val="00E24525"/>
    <w:rsid w:val="00E2526A"/>
    <w:rsid w:val="00E26287"/>
    <w:rsid w:val="00E26C0B"/>
    <w:rsid w:val="00E27602"/>
    <w:rsid w:val="00E27AA2"/>
    <w:rsid w:val="00E27C1E"/>
    <w:rsid w:val="00E27F05"/>
    <w:rsid w:val="00E300A8"/>
    <w:rsid w:val="00E30A05"/>
    <w:rsid w:val="00E310C4"/>
    <w:rsid w:val="00E311C4"/>
    <w:rsid w:val="00E31439"/>
    <w:rsid w:val="00E3169B"/>
    <w:rsid w:val="00E31ED2"/>
    <w:rsid w:val="00E327AD"/>
    <w:rsid w:val="00E32935"/>
    <w:rsid w:val="00E33016"/>
    <w:rsid w:val="00E333E9"/>
    <w:rsid w:val="00E33833"/>
    <w:rsid w:val="00E3387E"/>
    <w:rsid w:val="00E33ACA"/>
    <w:rsid w:val="00E342E3"/>
    <w:rsid w:val="00E34C7F"/>
    <w:rsid w:val="00E34F8B"/>
    <w:rsid w:val="00E357E6"/>
    <w:rsid w:val="00E35FD4"/>
    <w:rsid w:val="00E36BF0"/>
    <w:rsid w:val="00E36E3B"/>
    <w:rsid w:val="00E36F00"/>
    <w:rsid w:val="00E3713F"/>
    <w:rsid w:val="00E37143"/>
    <w:rsid w:val="00E374D1"/>
    <w:rsid w:val="00E377E9"/>
    <w:rsid w:val="00E37AA7"/>
    <w:rsid w:val="00E37DAF"/>
    <w:rsid w:val="00E400CC"/>
    <w:rsid w:val="00E4090E"/>
    <w:rsid w:val="00E409A0"/>
    <w:rsid w:val="00E413EC"/>
    <w:rsid w:val="00E419CF"/>
    <w:rsid w:val="00E43A8F"/>
    <w:rsid w:val="00E43D49"/>
    <w:rsid w:val="00E43F45"/>
    <w:rsid w:val="00E4401A"/>
    <w:rsid w:val="00E4403F"/>
    <w:rsid w:val="00E440A6"/>
    <w:rsid w:val="00E44964"/>
    <w:rsid w:val="00E452BB"/>
    <w:rsid w:val="00E45533"/>
    <w:rsid w:val="00E458F2"/>
    <w:rsid w:val="00E45B39"/>
    <w:rsid w:val="00E45BFF"/>
    <w:rsid w:val="00E45D0C"/>
    <w:rsid w:val="00E45F0F"/>
    <w:rsid w:val="00E4613E"/>
    <w:rsid w:val="00E46296"/>
    <w:rsid w:val="00E4637D"/>
    <w:rsid w:val="00E468F6"/>
    <w:rsid w:val="00E469BA"/>
    <w:rsid w:val="00E46BE7"/>
    <w:rsid w:val="00E472B9"/>
    <w:rsid w:val="00E47480"/>
    <w:rsid w:val="00E4764A"/>
    <w:rsid w:val="00E47AE0"/>
    <w:rsid w:val="00E47D4C"/>
    <w:rsid w:val="00E47F13"/>
    <w:rsid w:val="00E503B5"/>
    <w:rsid w:val="00E50529"/>
    <w:rsid w:val="00E50690"/>
    <w:rsid w:val="00E50726"/>
    <w:rsid w:val="00E50B42"/>
    <w:rsid w:val="00E50E23"/>
    <w:rsid w:val="00E50F37"/>
    <w:rsid w:val="00E510CC"/>
    <w:rsid w:val="00E516E9"/>
    <w:rsid w:val="00E51C31"/>
    <w:rsid w:val="00E51E4A"/>
    <w:rsid w:val="00E52080"/>
    <w:rsid w:val="00E52172"/>
    <w:rsid w:val="00E522F8"/>
    <w:rsid w:val="00E52B1A"/>
    <w:rsid w:val="00E533B3"/>
    <w:rsid w:val="00E53511"/>
    <w:rsid w:val="00E53757"/>
    <w:rsid w:val="00E53A46"/>
    <w:rsid w:val="00E53B72"/>
    <w:rsid w:val="00E5406A"/>
    <w:rsid w:val="00E54293"/>
    <w:rsid w:val="00E542FF"/>
    <w:rsid w:val="00E54827"/>
    <w:rsid w:val="00E548A2"/>
    <w:rsid w:val="00E55040"/>
    <w:rsid w:val="00E55119"/>
    <w:rsid w:val="00E553E3"/>
    <w:rsid w:val="00E55ABC"/>
    <w:rsid w:val="00E55BD9"/>
    <w:rsid w:val="00E55C05"/>
    <w:rsid w:val="00E561AB"/>
    <w:rsid w:val="00E564DE"/>
    <w:rsid w:val="00E56923"/>
    <w:rsid w:val="00E56CB4"/>
    <w:rsid w:val="00E56F78"/>
    <w:rsid w:val="00E57435"/>
    <w:rsid w:val="00E57D43"/>
    <w:rsid w:val="00E57D79"/>
    <w:rsid w:val="00E6072F"/>
    <w:rsid w:val="00E6078B"/>
    <w:rsid w:val="00E60835"/>
    <w:rsid w:val="00E611AE"/>
    <w:rsid w:val="00E613E1"/>
    <w:rsid w:val="00E6141D"/>
    <w:rsid w:val="00E617D7"/>
    <w:rsid w:val="00E61915"/>
    <w:rsid w:val="00E61ACF"/>
    <w:rsid w:val="00E61AFC"/>
    <w:rsid w:val="00E61F03"/>
    <w:rsid w:val="00E6221B"/>
    <w:rsid w:val="00E625C4"/>
    <w:rsid w:val="00E62CE9"/>
    <w:rsid w:val="00E62CEE"/>
    <w:rsid w:val="00E62D6C"/>
    <w:rsid w:val="00E63CB9"/>
    <w:rsid w:val="00E6414A"/>
    <w:rsid w:val="00E6425A"/>
    <w:rsid w:val="00E64326"/>
    <w:rsid w:val="00E6439D"/>
    <w:rsid w:val="00E64440"/>
    <w:rsid w:val="00E64A5A"/>
    <w:rsid w:val="00E65508"/>
    <w:rsid w:val="00E659CE"/>
    <w:rsid w:val="00E65C93"/>
    <w:rsid w:val="00E65F0B"/>
    <w:rsid w:val="00E66211"/>
    <w:rsid w:val="00E6655E"/>
    <w:rsid w:val="00E665AE"/>
    <w:rsid w:val="00E66E95"/>
    <w:rsid w:val="00E67331"/>
    <w:rsid w:val="00E6741E"/>
    <w:rsid w:val="00E677AB"/>
    <w:rsid w:val="00E67A41"/>
    <w:rsid w:val="00E67EB5"/>
    <w:rsid w:val="00E701CF"/>
    <w:rsid w:val="00E71520"/>
    <w:rsid w:val="00E715DA"/>
    <w:rsid w:val="00E716BE"/>
    <w:rsid w:val="00E71C1B"/>
    <w:rsid w:val="00E7261E"/>
    <w:rsid w:val="00E72F63"/>
    <w:rsid w:val="00E7378D"/>
    <w:rsid w:val="00E73A5A"/>
    <w:rsid w:val="00E73DB9"/>
    <w:rsid w:val="00E73EB6"/>
    <w:rsid w:val="00E74A6E"/>
    <w:rsid w:val="00E74C3C"/>
    <w:rsid w:val="00E74E7A"/>
    <w:rsid w:val="00E7588F"/>
    <w:rsid w:val="00E75D39"/>
    <w:rsid w:val="00E76095"/>
    <w:rsid w:val="00E76270"/>
    <w:rsid w:val="00E762D0"/>
    <w:rsid w:val="00E76422"/>
    <w:rsid w:val="00E7658B"/>
    <w:rsid w:val="00E76629"/>
    <w:rsid w:val="00E76982"/>
    <w:rsid w:val="00E76CB2"/>
    <w:rsid w:val="00E76EC4"/>
    <w:rsid w:val="00E771E2"/>
    <w:rsid w:val="00E776B3"/>
    <w:rsid w:val="00E7796D"/>
    <w:rsid w:val="00E77D44"/>
    <w:rsid w:val="00E80699"/>
    <w:rsid w:val="00E810B3"/>
    <w:rsid w:val="00E81E8D"/>
    <w:rsid w:val="00E821FB"/>
    <w:rsid w:val="00E82A17"/>
    <w:rsid w:val="00E82AF1"/>
    <w:rsid w:val="00E82C7F"/>
    <w:rsid w:val="00E8313B"/>
    <w:rsid w:val="00E8314C"/>
    <w:rsid w:val="00E83482"/>
    <w:rsid w:val="00E834BF"/>
    <w:rsid w:val="00E837B6"/>
    <w:rsid w:val="00E837C7"/>
    <w:rsid w:val="00E838D8"/>
    <w:rsid w:val="00E83B1C"/>
    <w:rsid w:val="00E84051"/>
    <w:rsid w:val="00E842C9"/>
    <w:rsid w:val="00E844B9"/>
    <w:rsid w:val="00E84D24"/>
    <w:rsid w:val="00E851D8"/>
    <w:rsid w:val="00E8545B"/>
    <w:rsid w:val="00E85485"/>
    <w:rsid w:val="00E855ED"/>
    <w:rsid w:val="00E85966"/>
    <w:rsid w:val="00E85B5A"/>
    <w:rsid w:val="00E85EB4"/>
    <w:rsid w:val="00E864CE"/>
    <w:rsid w:val="00E867C9"/>
    <w:rsid w:val="00E86924"/>
    <w:rsid w:val="00E86C27"/>
    <w:rsid w:val="00E86E4A"/>
    <w:rsid w:val="00E876AF"/>
    <w:rsid w:val="00E87987"/>
    <w:rsid w:val="00E900B1"/>
    <w:rsid w:val="00E9076E"/>
    <w:rsid w:val="00E908C8"/>
    <w:rsid w:val="00E90A86"/>
    <w:rsid w:val="00E90DEE"/>
    <w:rsid w:val="00E90F11"/>
    <w:rsid w:val="00E91EAC"/>
    <w:rsid w:val="00E92136"/>
    <w:rsid w:val="00E9245C"/>
    <w:rsid w:val="00E92E0D"/>
    <w:rsid w:val="00E932BB"/>
    <w:rsid w:val="00E9463C"/>
    <w:rsid w:val="00E94730"/>
    <w:rsid w:val="00E94AA3"/>
    <w:rsid w:val="00E94D99"/>
    <w:rsid w:val="00E95495"/>
    <w:rsid w:val="00E955EC"/>
    <w:rsid w:val="00E957FD"/>
    <w:rsid w:val="00E95C9C"/>
    <w:rsid w:val="00E962C1"/>
    <w:rsid w:val="00E9666A"/>
    <w:rsid w:val="00E96A2D"/>
    <w:rsid w:val="00E96A80"/>
    <w:rsid w:val="00E9711C"/>
    <w:rsid w:val="00E9732F"/>
    <w:rsid w:val="00E978A9"/>
    <w:rsid w:val="00E97B18"/>
    <w:rsid w:val="00EA0AA3"/>
    <w:rsid w:val="00EA0AB5"/>
    <w:rsid w:val="00EA0B54"/>
    <w:rsid w:val="00EA0DFE"/>
    <w:rsid w:val="00EA10C0"/>
    <w:rsid w:val="00EA1325"/>
    <w:rsid w:val="00EA2183"/>
    <w:rsid w:val="00EA276A"/>
    <w:rsid w:val="00EA34C8"/>
    <w:rsid w:val="00EA35E4"/>
    <w:rsid w:val="00EA39F2"/>
    <w:rsid w:val="00EA3AAC"/>
    <w:rsid w:val="00EA3E5E"/>
    <w:rsid w:val="00EA5073"/>
    <w:rsid w:val="00EA5236"/>
    <w:rsid w:val="00EA5A85"/>
    <w:rsid w:val="00EA626F"/>
    <w:rsid w:val="00EA6A5D"/>
    <w:rsid w:val="00EA6AE2"/>
    <w:rsid w:val="00EA6BB9"/>
    <w:rsid w:val="00EA6DE0"/>
    <w:rsid w:val="00EA6DE4"/>
    <w:rsid w:val="00EA6EA1"/>
    <w:rsid w:val="00EA7110"/>
    <w:rsid w:val="00EA7677"/>
    <w:rsid w:val="00EA7852"/>
    <w:rsid w:val="00EA7955"/>
    <w:rsid w:val="00EA7996"/>
    <w:rsid w:val="00EA7B66"/>
    <w:rsid w:val="00EA7C9B"/>
    <w:rsid w:val="00EB0962"/>
    <w:rsid w:val="00EB14D2"/>
    <w:rsid w:val="00EB1731"/>
    <w:rsid w:val="00EB1C75"/>
    <w:rsid w:val="00EB20C0"/>
    <w:rsid w:val="00EB245D"/>
    <w:rsid w:val="00EB310E"/>
    <w:rsid w:val="00EB3468"/>
    <w:rsid w:val="00EB356D"/>
    <w:rsid w:val="00EB3571"/>
    <w:rsid w:val="00EB3CEC"/>
    <w:rsid w:val="00EB3DAD"/>
    <w:rsid w:val="00EB3E42"/>
    <w:rsid w:val="00EB4440"/>
    <w:rsid w:val="00EB4684"/>
    <w:rsid w:val="00EB4C1C"/>
    <w:rsid w:val="00EB4CBB"/>
    <w:rsid w:val="00EB4FCB"/>
    <w:rsid w:val="00EB548B"/>
    <w:rsid w:val="00EB5BE6"/>
    <w:rsid w:val="00EB62CE"/>
    <w:rsid w:val="00EB71DE"/>
    <w:rsid w:val="00EB72F3"/>
    <w:rsid w:val="00EB7B54"/>
    <w:rsid w:val="00EB7BAF"/>
    <w:rsid w:val="00EB7E72"/>
    <w:rsid w:val="00EC07F4"/>
    <w:rsid w:val="00EC0A56"/>
    <w:rsid w:val="00EC0AD2"/>
    <w:rsid w:val="00EC0EFF"/>
    <w:rsid w:val="00EC1597"/>
    <w:rsid w:val="00EC1989"/>
    <w:rsid w:val="00EC1A6C"/>
    <w:rsid w:val="00EC2E9E"/>
    <w:rsid w:val="00EC33DF"/>
    <w:rsid w:val="00EC355E"/>
    <w:rsid w:val="00EC3AFC"/>
    <w:rsid w:val="00EC3BC0"/>
    <w:rsid w:val="00EC3D4B"/>
    <w:rsid w:val="00EC4199"/>
    <w:rsid w:val="00EC4254"/>
    <w:rsid w:val="00EC4276"/>
    <w:rsid w:val="00EC4740"/>
    <w:rsid w:val="00EC48DE"/>
    <w:rsid w:val="00EC4CC9"/>
    <w:rsid w:val="00EC4D9A"/>
    <w:rsid w:val="00EC5168"/>
    <w:rsid w:val="00EC53F7"/>
    <w:rsid w:val="00EC5B1C"/>
    <w:rsid w:val="00EC5F8A"/>
    <w:rsid w:val="00EC61BA"/>
    <w:rsid w:val="00EC6752"/>
    <w:rsid w:val="00EC74AA"/>
    <w:rsid w:val="00ED0284"/>
    <w:rsid w:val="00ED0456"/>
    <w:rsid w:val="00ED065D"/>
    <w:rsid w:val="00ED08E5"/>
    <w:rsid w:val="00ED0EEE"/>
    <w:rsid w:val="00ED1968"/>
    <w:rsid w:val="00ED2528"/>
    <w:rsid w:val="00ED2A6F"/>
    <w:rsid w:val="00ED3CB5"/>
    <w:rsid w:val="00ED3DE7"/>
    <w:rsid w:val="00ED3E1E"/>
    <w:rsid w:val="00ED3FF7"/>
    <w:rsid w:val="00ED4024"/>
    <w:rsid w:val="00ED441C"/>
    <w:rsid w:val="00ED4963"/>
    <w:rsid w:val="00ED54D2"/>
    <w:rsid w:val="00ED54EF"/>
    <w:rsid w:val="00ED59A1"/>
    <w:rsid w:val="00ED5B51"/>
    <w:rsid w:val="00ED5E6D"/>
    <w:rsid w:val="00ED5F55"/>
    <w:rsid w:val="00ED6476"/>
    <w:rsid w:val="00ED66BA"/>
    <w:rsid w:val="00ED671B"/>
    <w:rsid w:val="00ED6B33"/>
    <w:rsid w:val="00ED6BCA"/>
    <w:rsid w:val="00ED6BEF"/>
    <w:rsid w:val="00ED775C"/>
    <w:rsid w:val="00ED78AE"/>
    <w:rsid w:val="00ED7E94"/>
    <w:rsid w:val="00EE01CC"/>
    <w:rsid w:val="00EE02C8"/>
    <w:rsid w:val="00EE02FF"/>
    <w:rsid w:val="00EE040A"/>
    <w:rsid w:val="00EE070F"/>
    <w:rsid w:val="00EE0AD4"/>
    <w:rsid w:val="00EE0B19"/>
    <w:rsid w:val="00EE0E25"/>
    <w:rsid w:val="00EE0F53"/>
    <w:rsid w:val="00EE1018"/>
    <w:rsid w:val="00EE1A0B"/>
    <w:rsid w:val="00EE1AEB"/>
    <w:rsid w:val="00EE1CDA"/>
    <w:rsid w:val="00EE2111"/>
    <w:rsid w:val="00EE2423"/>
    <w:rsid w:val="00EE242C"/>
    <w:rsid w:val="00EE2449"/>
    <w:rsid w:val="00EE2CAF"/>
    <w:rsid w:val="00EE2DE2"/>
    <w:rsid w:val="00EE2E01"/>
    <w:rsid w:val="00EE31D2"/>
    <w:rsid w:val="00EE3266"/>
    <w:rsid w:val="00EE3279"/>
    <w:rsid w:val="00EE32BF"/>
    <w:rsid w:val="00EE35F7"/>
    <w:rsid w:val="00EE37DE"/>
    <w:rsid w:val="00EE3BB4"/>
    <w:rsid w:val="00EE4185"/>
    <w:rsid w:val="00EE4289"/>
    <w:rsid w:val="00EE43B4"/>
    <w:rsid w:val="00EE43B9"/>
    <w:rsid w:val="00EE4636"/>
    <w:rsid w:val="00EE49EF"/>
    <w:rsid w:val="00EE4AFC"/>
    <w:rsid w:val="00EE4CCF"/>
    <w:rsid w:val="00EE511C"/>
    <w:rsid w:val="00EE587C"/>
    <w:rsid w:val="00EE5B81"/>
    <w:rsid w:val="00EE66D7"/>
    <w:rsid w:val="00EE6CB7"/>
    <w:rsid w:val="00EE6E51"/>
    <w:rsid w:val="00EE6F4A"/>
    <w:rsid w:val="00EE77ED"/>
    <w:rsid w:val="00EE7839"/>
    <w:rsid w:val="00EE7BC5"/>
    <w:rsid w:val="00EF00FC"/>
    <w:rsid w:val="00EF0300"/>
    <w:rsid w:val="00EF06EF"/>
    <w:rsid w:val="00EF08B3"/>
    <w:rsid w:val="00EF092B"/>
    <w:rsid w:val="00EF0B6F"/>
    <w:rsid w:val="00EF1203"/>
    <w:rsid w:val="00EF1758"/>
    <w:rsid w:val="00EF199E"/>
    <w:rsid w:val="00EF1B30"/>
    <w:rsid w:val="00EF2733"/>
    <w:rsid w:val="00EF2EB1"/>
    <w:rsid w:val="00EF2FE4"/>
    <w:rsid w:val="00EF3626"/>
    <w:rsid w:val="00EF495E"/>
    <w:rsid w:val="00EF50B7"/>
    <w:rsid w:val="00EF50B9"/>
    <w:rsid w:val="00EF50D5"/>
    <w:rsid w:val="00EF53D3"/>
    <w:rsid w:val="00EF57F2"/>
    <w:rsid w:val="00EF58F3"/>
    <w:rsid w:val="00EF62B6"/>
    <w:rsid w:val="00EF6CAB"/>
    <w:rsid w:val="00EF6F14"/>
    <w:rsid w:val="00EF70D9"/>
    <w:rsid w:val="00EF7B63"/>
    <w:rsid w:val="00EF7ECE"/>
    <w:rsid w:val="00EF7F30"/>
    <w:rsid w:val="00F00A51"/>
    <w:rsid w:val="00F01142"/>
    <w:rsid w:val="00F012FF"/>
    <w:rsid w:val="00F0135A"/>
    <w:rsid w:val="00F01515"/>
    <w:rsid w:val="00F018A3"/>
    <w:rsid w:val="00F02CA8"/>
    <w:rsid w:val="00F02CD1"/>
    <w:rsid w:val="00F02FD9"/>
    <w:rsid w:val="00F03196"/>
    <w:rsid w:val="00F034A3"/>
    <w:rsid w:val="00F03A3F"/>
    <w:rsid w:val="00F0417D"/>
    <w:rsid w:val="00F04409"/>
    <w:rsid w:val="00F04539"/>
    <w:rsid w:val="00F0467F"/>
    <w:rsid w:val="00F04B5E"/>
    <w:rsid w:val="00F04B74"/>
    <w:rsid w:val="00F064DB"/>
    <w:rsid w:val="00F066DF"/>
    <w:rsid w:val="00F0686D"/>
    <w:rsid w:val="00F06E06"/>
    <w:rsid w:val="00F06E30"/>
    <w:rsid w:val="00F07029"/>
    <w:rsid w:val="00F07067"/>
    <w:rsid w:val="00F070A4"/>
    <w:rsid w:val="00F07193"/>
    <w:rsid w:val="00F07281"/>
    <w:rsid w:val="00F108C5"/>
    <w:rsid w:val="00F10938"/>
    <w:rsid w:val="00F10B28"/>
    <w:rsid w:val="00F10B5C"/>
    <w:rsid w:val="00F10D2B"/>
    <w:rsid w:val="00F110AD"/>
    <w:rsid w:val="00F11154"/>
    <w:rsid w:val="00F11206"/>
    <w:rsid w:val="00F116FC"/>
    <w:rsid w:val="00F1182D"/>
    <w:rsid w:val="00F11882"/>
    <w:rsid w:val="00F12836"/>
    <w:rsid w:val="00F12A94"/>
    <w:rsid w:val="00F12B3F"/>
    <w:rsid w:val="00F131E4"/>
    <w:rsid w:val="00F13785"/>
    <w:rsid w:val="00F13AD0"/>
    <w:rsid w:val="00F13CEF"/>
    <w:rsid w:val="00F1448A"/>
    <w:rsid w:val="00F146E8"/>
    <w:rsid w:val="00F14B63"/>
    <w:rsid w:val="00F15664"/>
    <w:rsid w:val="00F15B38"/>
    <w:rsid w:val="00F15BE0"/>
    <w:rsid w:val="00F15DF1"/>
    <w:rsid w:val="00F16037"/>
    <w:rsid w:val="00F16246"/>
    <w:rsid w:val="00F1664B"/>
    <w:rsid w:val="00F16981"/>
    <w:rsid w:val="00F16A7D"/>
    <w:rsid w:val="00F16D47"/>
    <w:rsid w:val="00F16E04"/>
    <w:rsid w:val="00F170E6"/>
    <w:rsid w:val="00F17968"/>
    <w:rsid w:val="00F17A63"/>
    <w:rsid w:val="00F17BA4"/>
    <w:rsid w:val="00F2012D"/>
    <w:rsid w:val="00F2067B"/>
    <w:rsid w:val="00F21174"/>
    <w:rsid w:val="00F2135A"/>
    <w:rsid w:val="00F21659"/>
    <w:rsid w:val="00F2165E"/>
    <w:rsid w:val="00F219D4"/>
    <w:rsid w:val="00F21F18"/>
    <w:rsid w:val="00F238A2"/>
    <w:rsid w:val="00F239A5"/>
    <w:rsid w:val="00F23B3A"/>
    <w:rsid w:val="00F24254"/>
    <w:rsid w:val="00F24CD8"/>
    <w:rsid w:val="00F24E24"/>
    <w:rsid w:val="00F25637"/>
    <w:rsid w:val="00F25756"/>
    <w:rsid w:val="00F25AC3"/>
    <w:rsid w:val="00F25E24"/>
    <w:rsid w:val="00F25F0B"/>
    <w:rsid w:val="00F25FF0"/>
    <w:rsid w:val="00F2664F"/>
    <w:rsid w:val="00F2678D"/>
    <w:rsid w:val="00F268CF"/>
    <w:rsid w:val="00F26C2F"/>
    <w:rsid w:val="00F26FA9"/>
    <w:rsid w:val="00F270C5"/>
    <w:rsid w:val="00F27D11"/>
    <w:rsid w:val="00F30213"/>
    <w:rsid w:val="00F31496"/>
    <w:rsid w:val="00F3194A"/>
    <w:rsid w:val="00F31992"/>
    <w:rsid w:val="00F319B1"/>
    <w:rsid w:val="00F31D22"/>
    <w:rsid w:val="00F32AAF"/>
    <w:rsid w:val="00F32CFD"/>
    <w:rsid w:val="00F32DF8"/>
    <w:rsid w:val="00F32EEA"/>
    <w:rsid w:val="00F3319C"/>
    <w:rsid w:val="00F33209"/>
    <w:rsid w:val="00F332E9"/>
    <w:rsid w:val="00F337D9"/>
    <w:rsid w:val="00F33F10"/>
    <w:rsid w:val="00F33F5D"/>
    <w:rsid w:val="00F34A32"/>
    <w:rsid w:val="00F34B0D"/>
    <w:rsid w:val="00F351CE"/>
    <w:rsid w:val="00F3530F"/>
    <w:rsid w:val="00F353CE"/>
    <w:rsid w:val="00F3542B"/>
    <w:rsid w:val="00F356D0"/>
    <w:rsid w:val="00F3570A"/>
    <w:rsid w:val="00F369FC"/>
    <w:rsid w:val="00F36D1C"/>
    <w:rsid w:val="00F36E6A"/>
    <w:rsid w:val="00F3744A"/>
    <w:rsid w:val="00F3773B"/>
    <w:rsid w:val="00F37CC2"/>
    <w:rsid w:val="00F37D8D"/>
    <w:rsid w:val="00F40173"/>
    <w:rsid w:val="00F404CF"/>
    <w:rsid w:val="00F40897"/>
    <w:rsid w:val="00F40D5C"/>
    <w:rsid w:val="00F40FEA"/>
    <w:rsid w:val="00F41260"/>
    <w:rsid w:val="00F41459"/>
    <w:rsid w:val="00F42084"/>
    <w:rsid w:val="00F4219B"/>
    <w:rsid w:val="00F4339D"/>
    <w:rsid w:val="00F434F0"/>
    <w:rsid w:val="00F436F4"/>
    <w:rsid w:val="00F43A2E"/>
    <w:rsid w:val="00F43CBA"/>
    <w:rsid w:val="00F44C44"/>
    <w:rsid w:val="00F44EEB"/>
    <w:rsid w:val="00F45DAC"/>
    <w:rsid w:val="00F463FF"/>
    <w:rsid w:val="00F465E4"/>
    <w:rsid w:val="00F466A2"/>
    <w:rsid w:val="00F46718"/>
    <w:rsid w:val="00F472EE"/>
    <w:rsid w:val="00F5031F"/>
    <w:rsid w:val="00F51295"/>
    <w:rsid w:val="00F51582"/>
    <w:rsid w:val="00F51C72"/>
    <w:rsid w:val="00F51C9F"/>
    <w:rsid w:val="00F51FB3"/>
    <w:rsid w:val="00F52085"/>
    <w:rsid w:val="00F529F6"/>
    <w:rsid w:val="00F53C37"/>
    <w:rsid w:val="00F53CF0"/>
    <w:rsid w:val="00F53EE5"/>
    <w:rsid w:val="00F54282"/>
    <w:rsid w:val="00F54674"/>
    <w:rsid w:val="00F54920"/>
    <w:rsid w:val="00F54946"/>
    <w:rsid w:val="00F55571"/>
    <w:rsid w:val="00F5575C"/>
    <w:rsid w:val="00F55785"/>
    <w:rsid w:val="00F55A94"/>
    <w:rsid w:val="00F55DEB"/>
    <w:rsid w:val="00F55F0F"/>
    <w:rsid w:val="00F564F2"/>
    <w:rsid w:val="00F568C0"/>
    <w:rsid w:val="00F56CB4"/>
    <w:rsid w:val="00F57116"/>
    <w:rsid w:val="00F572D2"/>
    <w:rsid w:val="00F57938"/>
    <w:rsid w:val="00F57E1A"/>
    <w:rsid w:val="00F6007B"/>
    <w:rsid w:val="00F60A79"/>
    <w:rsid w:val="00F613E4"/>
    <w:rsid w:val="00F615AF"/>
    <w:rsid w:val="00F615DE"/>
    <w:rsid w:val="00F61A78"/>
    <w:rsid w:val="00F626E5"/>
    <w:rsid w:val="00F62CDD"/>
    <w:rsid w:val="00F6302B"/>
    <w:rsid w:val="00F6362A"/>
    <w:rsid w:val="00F63AC9"/>
    <w:rsid w:val="00F63ED2"/>
    <w:rsid w:val="00F6457F"/>
    <w:rsid w:val="00F645E2"/>
    <w:rsid w:val="00F64CF9"/>
    <w:rsid w:val="00F64EF5"/>
    <w:rsid w:val="00F65363"/>
    <w:rsid w:val="00F65B16"/>
    <w:rsid w:val="00F66654"/>
    <w:rsid w:val="00F66857"/>
    <w:rsid w:val="00F668DE"/>
    <w:rsid w:val="00F66993"/>
    <w:rsid w:val="00F66CC9"/>
    <w:rsid w:val="00F66E12"/>
    <w:rsid w:val="00F6737B"/>
    <w:rsid w:val="00F6759C"/>
    <w:rsid w:val="00F67856"/>
    <w:rsid w:val="00F67905"/>
    <w:rsid w:val="00F67EBF"/>
    <w:rsid w:val="00F705BD"/>
    <w:rsid w:val="00F71854"/>
    <w:rsid w:val="00F7229C"/>
    <w:rsid w:val="00F727F0"/>
    <w:rsid w:val="00F72874"/>
    <w:rsid w:val="00F73447"/>
    <w:rsid w:val="00F736A8"/>
    <w:rsid w:val="00F7410B"/>
    <w:rsid w:val="00F74382"/>
    <w:rsid w:val="00F7440E"/>
    <w:rsid w:val="00F7466B"/>
    <w:rsid w:val="00F74A23"/>
    <w:rsid w:val="00F74AA4"/>
    <w:rsid w:val="00F74BC1"/>
    <w:rsid w:val="00F74E90"/>
    <w:rsid w:val="00F754CC"/>
    <w:rsid w:val="00F758C5"/>
    <w:rsid w:val="00F75A82"/>
    <w:rsid w:val="00F7653D"/>
    <w:rsid w:val="00F771CD"/>
    <w:rsid w:val="00F77998"/>
    <w:rsid w:val="00F77BE7"/>
    <w:rsid w:val="00F77D66"/>
    <w:rsid w:val="00F77E60"/>
    <w:rsid w:val="00F80110"/>
    <w:rsid w:val="00F802E2"/>
    <w:rsid w:val="00F804BA"/>
    <w:rsid w:val="00F805D9"/>
    <w:rsid w:val="00F80749"/>
    <w:rsid w:val="00F80BC4"/>
    <w:rsid w:val="00F80BFF"/>
    <w:rsid w:val="00F8117C"/>
    <w:rsid w:val="00F81A50"/>
    <w:rsid w:val="00F826F7"/>
    <w:rsid w:val="00F82948"/>
    <w:rsid w:val="00F8361E"/>
    <w:rsid w:val="00F83834"/>
    <w:rsid w:val="00F83EF7"/>
    <w:rsid w:val="00F84AE5"/>
    <w:rsid w:val="00F84BCC"/>
    <w:rsid w:val="00F84D60"/>
    <w:rsid w:val="00F84E72"/>
    <w:rsid w:val="00F84F7D"/>
    <w:rsid w:val="00F855AB"/>
    <w:rsid w:val="00F856BB"/>
    <w:rsid w:val="00F85782"/>
    <w:rsid w:val="00F85D03"/>
    <w:rsid w:val="00F85E07"/>
    <w:rsid w:val="00F85F07"/>
    <w:rsid w:val="00F85F39"/>
    <w:rsid w:val="00F862D2"/>
    <w:rsid w:val="00F86823"/>
    <w:rsid w:val="00F869C3"/>
    <w:rsid w:val="00F86E7A"/>
    <w:rsid w:val="00F8724A"/>
    <w:rsid w:val="00F87A3C"/>
    <w:rsid w:val="00F87A53"/>
    <w:rsid w:val="00F87F27"/>
    <w:rsid w:val="00F90290"/>
    <w:rsid w:val="00F90ED7"/>
    <w:rsid w:val="00F90F4D"/>
    <w:rsid w:val="00F910A2"/>
    <w:rsid w:val="00F91400"/>
    <w:rsid w:val="00F917C9"/>
    <w:rsid w:val="00F921C9"/>
    <w:rsid w:val="00F92211"/>
    <w:rsid w:val="00F926FB"/>
    <w:rsid w:val="00F92AD2"/>
    <w:rsid w:val="00F9382E"/>
    <w:rsid w:val="00F93DE0"/>
    <w:rsid w:val="00F94303"/>
    <w:rsid w:val="00F943ED"/>
    <w:rsid w:val="00F94FD2"/>
    <w:rsid w:val="00F9539B"/>
    <w:rsid w:val="00F95E1E"/>
    <w:rsid w:val="00F96180"/>
    <w:rsid w:val="00F96277"/>
    <w:rsid w:val="00F9639B"/>
    <w:rsid w:val="00F96CBC"/>
    <w:rsid w:val="00F96F34"/>
    <w:rsid w:val="00F9719D"/>
    <w:rsid w:val="00F9732A"/>
    <w:rsid w:val="00F97C26"/>
    <w:rsid w:val="00F97F2D"/>
    <w:rsid w:val="00FA03D4"/>
    <w:rsid w:val="00FA08C1"/>
    <w:rsid w:val="00FA0901"/>
    <w:rsid w:val="00FA0A05"/>
    <w:rsid w:val="00FA148F"/>
    <w:rsid w:val="00FA19D7"/>
    <w:rsid w:val="00FA1A4D"/>
    <w:rsid w:val="00FA2B2D"/>
    <w:rsid w:val="00FA2BC5"/>
    <w:rsid w:val="00FA2CF2"/>
    <w:rsid w:val="00FA31E1"/>
    <w:rsid w:val="00FA3FA9"/>
    <w:rsid w:val="00FA4403"/>
    <w:rsid w:val="00FA451F"/>
    <w:rsid w:val="00FA4767"/>
    <w:rsid w:val="00FA48BE"/>
    <w:rsid w:val="00FA5057"/>
    <w:rsid w:val="00FA5188"/>
    <w:rsid w:val="00FA52B8"/>
    <w:rsid w:val="00FA554A"/>
    <w:rsid w:val="00FA58FD"/>
    <w:rsid w:val="00FA5AD0"/>
    <w:rsid w:val="00FA6014"/>
    <w:rsid w:val="00FA60A3"/>
    <w:rsid w:val="00FA62BC"/>
    <w:rsid w:val="00FA651A"/>
    <w:rsid w:val="00FA6936"/>
    <w:rsid w:val="00FA6C1D"/>
    <w:rsid w:val="00FA7002"/>
    <w:rsid w:val="00FA72E0"/>
    <w:rsid w:val="00FA7C2A"/>
    <w:rsid w:val="00FB011F"/>
    <w:rsid w:val="00FB0223"/>
    <w:rsid w:val="00FB02E0"/>
    <w:rsid w:val="00FB0480"/>
    <w:rsid w:val="00FB04D8"/>
    <w:rsid w:val="00FB07AF"/>
    <w:rsid w:val="00FB122D"/>
    <w:rsid w:val="00FB17DE"/>
    <w:rsid w:val="00FB1B10"/>
    <w:rsid w:val="00FB28A0"/>
    <w:rsid w:val="00FB2C7B"/>
    <w:rsid w:val="00FB2F92"/>
    <w:rsid w:val="00FB315D"/>
    <w:rsid w:val="00FB33A1"/>
    <w:rsid w:val="00FB3515"/>
    <w:rsid w:val="00FB3A24"/>
    <w:rsid w:val="00FB445B"/>
    <w:rsid w:val="00FB462F"/>
    <w:rsid w:val="00FB4669"/>
    <w:rsid w:val="00FB4A26"/>
    <w:rsid w:val="00FB4C26"/>
    <w:rsid w:val="00FB5175"/>
    <w:rsid w:val="00FB5C7A"/>
    <w:rsid w:val="00FB5F27"/>
    <w:rsid w:val="00FB6461"/>
    <w:rsid w:val="00FB67F9"/>
    <w:rsid w:val="00FB6853"/>
    <w:rsid w:val="00FB6B4A"/>
    <w:rsid w:val="00FB726A"/>
    <w:rsid w:val="00FC0136"/>
    <w:rsid w:val="00FC05E7"/>
    <w:rsid w:val="00FC09CA"/>
    <w:rsid w:val="00FC0BB6"/>
    <w:rsid w:val="00FC0F1E"/>
    <w:rsid w:val="00FC10FC"/>
    <w:rsid w:val="00FC116F"/>
    <w:rsid w:val="00FC141F"/>
    <w:rsid w:val="00FC1506"/>
    <w:rsid w:val="00FC18D0"/>
    <w:rsid w:val="00FC1A9A"/>
    <w:rsid w:val="00FC1BBE"/>
    <w:rsid w:val="00FC1DD9"/>
    <w:rsid w:val="00FC29C3"/>
    <w:rsid w:val="00FC2E88"/>
    <w:rsid w:val="00FC33C5"/>
    <w:rsid w:val="00FC389D"/>
    <w:rsid w:val="00FC3EF1"/>
    <w:rsid w:val="00FC44AA"/>
    <w:rsid w:val="00FC46D6"/>
    <w:rsid w:val="00FC4882"/>
    <w:rsid w:val="00FC4927"/>
    <w:rsid w:val="00FC50FA"/>
    <w:rsid w:val="00FC5532"/>
    <w:rsid w:val="00FC56D0"/>
    <w:rsid w:val="00FC5C86"/>
    <w:rsid w:val="00FC65A0"/>
    <w:rsid w:val="00FC6962"/>
    <w:rsid w:val="00FC6999"/>
    <w:rsid w:val="00FC70B8"/>
    <w:rsid w:val="00FC784D"/>
    <w:rsid w:val="00FD0193"/>
    <w:rsid w:val="00FD05AB"/>
    <w:rsid w:val="00FD08AB"/>
    <w:rsid w:val="00FD111D"/>
    <w:rsid w:val="00FD142F"/>
    <w:rsid w:val="00FD20C5"/>
    <w:rsid w:val="00FD20DB"/>
    <w:rsid w:val="00FD2543"/>
    <w:rsid w:val="00FD317A"/>
    <w:rsid w:val="00FD3786"/>
    <w:rsid w:val="00FD378D"/>
    <w:rsid w:val="00FD4205"/>
    <w:rsid w:val="00FD4450"/>
    <w:rsid w:val="00FD485C"/>
    <w:rsid w:val="00FD4DCB"/>
    <w:rsid w:val="00FD5276"/>
    <w:rsid w:val="00FD5770"/>
    <w:rsid w:val="00FD5973"/>
    <w:rsid w:val="00FD59F6"/>
    <w:rsid w:val="00FD5B42"/>
    <w:rsid w:val="00FD60F7"/>
    <w:rsid w:val="00FD6424"/>
    <w:rsid w:val="00FD6851"/>
    <w:rsid w:val="00FD6EE8"/>
    <w:rsid w:val="00FD7924"/>
    <w:rsid w:val="00FD7AF2"/>
    <w:rsid w:val="00FE08D0"/>
    <w:rsid w:val="00FE09D5"/>
    <w:rsid w:val="00FE0D7C"/>
    <w:rsid w:val="00FE17A3"/>
    <w:rsid w:val="00FE198C"/>
    <w:rsid w:val="00FE1B15"/>
    <w:rsid w:val="00FE1BE2"/>
    <w:rsid w:val="00FE1BEC"/>
    <w:rsid w:val="00FE1C3E"/>
    <w:rsid w:val="00FE2FE7"/>
    <w:rsid w:val="00FE3049"/>
    <w:rsid w:val="00FE35FE"/>
    <w:rsid w:val="00FE361F"/>
    <w:rsid w:val="00FE3A5B"/>
    <w:rsid w:val="00FE3AB1"/>
    <w:rsid w:val="00FE48DD"/>
    <w:rsid w:val="00FE494F"/>
    <w:rsid w:val="00FE4983"/>
    <w:rsid w:val="00FE4CF1"/>
    <w:rsid w:val="00FE567C"/>
    <w:rsid w:val="00FE5736"/>
    <w:rsid w:val="00FE5B06"/>
    <w:rsid w:val="00FE5F64"/>
    <w:rsid w:val="00FE6312"/>
    <w:rsid w:val="00FE6684"/>
    <w:rsid w:val="00FE671A"/>
    <w:rsid w:val="00FE6F3E"/>
    <w:rsid w:val="00FE744D"/>
    <w:rsid w:val="00FE75F4"/>
    <w:rsid w:val="00FE782C"/>
    <w:rsid w:val="00FE7E65"/>
    <w:rsid w:val="00FF05CA"/>
    <w:rsid w:val="00FF084E"/>
    <w:rsid w:val="00FF0DC0"/>
    <w:rsid w:val="00FF101C"/>
    <w:rsid w:val="00FF107B"/>
    <w:rsid w:val="00FF1993"/>
    <w:rsid w:val="00FF1A54"/>
    <w:rsid w:val="00FF21E4"/>
    <w:rsid w:val="00FF2D9D"/>
    <w:rsid w:val="00FF2E2E"/>
    <w:rsid w:val="00FF370D"/>
    <w:rsid w:val="00FF3979"/>
    <w:rsid w:val="00FF3ABA"/>
    <w:rsid w:val="00FF4169"/>
    <w:rsid w:val="00FF4953"/>
    <w:rsid w:val="00FF4DC2"/>
    <w:rsid w:val="00FF4E82"/>
    <w:rsid w:val="00FF4ECD"/>
    <w:rsid w:val="00FF5153"/>
    <w:rsid w:val="00FF54BC"/>
    <w:rsid w:val="00FF582D"/>
    <w:rsid w:val="00FF644D"/>
    <w:rsid w:val="00FF656F"/>
    <w:rsid w:val="00FF6846"/>
    <w:rsid w:val="00FF69D8"/>
    <w:rsid w:val="00FF6A76"/>
    <w:rsid w:val="00FF6E25"/>
    <w:rsid w:val="00FF6EED"/>
    <w:rsid w:val="00FF7317"/>
    <w:rsid w:val="00FF78E1"/>
    <w:rsid w:val="1198193E"/>
    <w:rsid w:val="15A72150"/>
    <w:rsid w:val="193B7762"/>
    <w:rsid w:val="1ADD47B3"/>
    <w:rsid w:val="2C2613E9"/>
    <w:rsid w:val="33146EFF"/>
    <w:rsid w:val="347E631A"/>
    <w:rsid w:val="3C1424C0"/>
    <w:rsid w:val="3CF676E8"/>
    <w:rsid w:val="437C611B"/>
    <w:rsid w:val="496E6505"/>
    <w:rsid w:val="4D0A4797"/>
    <w:rsid w:val="5C377475"/>
    <w:rsid w:val="5F32126C"/>
    <w:rsid w:val="5FF4730D"/>
    <w:rsid w:val="64BB496C"/>
    <w:rsid w:val="68B86521"/>
    <w:rsid w:val="6F8F2BAE"/>
    <w:rsid w:val="73630F4C"/>
    <w:rsid w:val="75FE2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4">
    <w:name w:val="caption"/>
    <w:basedOn w:val="1"/>
    <w:next w:val="1"/>
    <w:autoRedefine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Body Text Indent 2"/>
    <w:basedOn w:val="1"/>
    <w:next w:val="1"/>
    <w:link w:val="12"/>
    <w:autoRedefine/>
    <w:unhideWhenUsed/>
    <w:qFormat/>
    <w:uiPriority w:val="99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正文文本缩进 2 Char"/>
    <w:basedOn w:val="9"/>
    <w:link w:val="5"/>
    <w:autoRedefine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6161C-DC70-43BE-85DA-9B240104BE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2282</Words>
  <Characters>2406</Characters>
  <Lines>2</Lines>
  <Paragraphs>1</Paragraphs>
  <TotalTime>72</TotalTime>
  <ScaleCrop>false</ScaleCrop>
  <LinksUpToDate>false</LinksUpToDate>
  <CharactersWithSpaces>2431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2023-03-06T01:30:00Z</dcterms:created>
  <dc:creator>Administrator</dc:creator>
  <cp:lastModifiedBy>Lemon Tree</cp:lastModifiedBy>
  <cp:lastPrinted>2022-02-14T00:34:00Z</cp:lastPrinted>
  <dcterms:modified xsi:type="dcterms:W3CDTF">2024-01-03T06:05:23Z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D920303118494C988115DD84767F8E97_13</vt:lpwstr>
  </property>
</Properties>
</file>